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8DF" w:rsidRPr="009A1CF4" w:rsidRDefault="00EE67D3" w:rsidP="003E3055">
      <w:pPr>
        <w:pStyle w:val="LabTitle"/>
      </w:pPr>
      <w:r>
        <w:t>Packet Tracer</w:t>
      </w:r>
      <w:r w:rsidR="00B97943">
        <w:t xml:space="preserve"> </w:t>
      </w:r>
      <w:r w:rsidR="005D3E53">
        <w:t>–</w:t>
      </w:r>
      <w:r w:rsidR="006513FB">
        <w:t xml:space="preserve"> </w:t>
      </w:r>
      <w:r w:rsidR="007A1F89">
        <w:t xml:space="preserve">Configure </w:t>
      </w:r>
      <w:r w:rsidR="00CA7279">
        <w:t xml:space="preserve">VLANs, </w:t>
      </w:r>
      <w:r w:rsidR="007A1F89">
        <w:t>VTP and DTP</w:t>
      </w:r>
    </w:p>
    <w:p w:rsidR="00D778DF" w:rsidRDefault="00D778DF" w:rsidP="00D778DF">
      <w:pPr>
        <w:pStyle w:val="LabSection"/>
        <w:widowControl/>
        <w:outlineLvl w:val="9"/>
      </w:pPr>
      <w:r>
        <w:t>Topology</w:t>
      </w:r>
    </w:p>
    <w:p w:rsidR="00D778DF" w:rsidRDefault="005A45E8" w:rsidP="00D778DF">
      <w:pPr>
        <w:pStyle w:val="Visual"/>
      </w:pPr>
      <w:r w:rsidRPr="005A45E8">
        <w:rPr>
          <w:noProof/>
        </w:rPr>
        <w:drawing>
          <wp:inline distT="0" distB="0" distL="0" distR="0" wp14:anchorId="461E7CB5" wp14:editId="37E0B612">
            <wp:extent cx="4829175" cy="2057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A93" w:rsidRDefault="00272A93" w:rsidP="00272A93">
      <w:pPr>
        <w:pStyle w:val="LabSection"/>
      </w:pPr>
      <w:r>
        <w:t>Addressing Table</w:t>
      </w: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1620"/>
        <w:gridCol w:w="1710"/>
        <w:gridCol w:w="2067"/>
        <w:gridCol w:w="2250"/>
      </w:tblGrid>
      <w:tr w:rsidR="00D55216" w:rsidRPr="0082395C" w:rsidTr="00D552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20" w:type="dxa"/>
          </w:tcPr>
          <w:p w:rsidR="00D55216" w:rsidRPr="0082395C" w:rsidRDefault="00D55216" w:rsidP="00D74C1C">
            <w:pPr>
              <w:pStyle w:val="TableHeading"/>
            </w:pPr>
            <w:r>
              <w:t>Device</w:t>
            </w:r>
          </w:p>
        </w:tc>
        <w:tc>
          <w:tcPr>
            <w:tcW w:w="1710" w:type="dxa"/>
          </w:tcPr>
          <w:p w:rsidR="00D55216" w:rsidRDefault="00D55216" w:rsidP="00D55216">
            <w:pPr>
              <w:pStyle w:val="TableHeading"/>
            </w:pPr>
            <w:r>
              <w:t>Interface</w:t>
            </w:r>
          </w:p>
        </w:tc>
        <w:tc>
          <w:tcPr>
            <w:tcW w:w="2067" w:type="dxa"/>
          </w:tcPr>
          <w:p w:rsidR="00D55216" w:rsidRPr="0082395C" w:rsidRDefault="00D55216" w:rsidP="00D74C1C">
            <w:pPr>
              <w:pStyle w:val="TableHeading"/>
            </w:pPr>
            <w:r>
              <w:t>IP Address</w:t>
            </w:r>
          </w:p>
        </w:tc>
        <w:tc>
          <w:tcPr>
            <w:tcW w:w="2250" w:type="dxa"/>
          </w:tcPr>
          <w:p w:rsidR="00D55216" w:rsidRPr="0082395C" w:rsidRDefault="00D55216" w:rsidP="00D74C1C">
            <w:pPr>
              <w:pStyle w:val="TableHeading"/>
            </w:pPr>
            <w:r>
              <w:t>Subnet Mask</w:t>
            </w:r>
          </w:p>
        </w:tc>
      </w:tr>
      <w:tr w:rsidR="00D55216" w:rsidRPr="0082395C" w:rsidTr="00D55216">
        <w:tc>
          <w:tcPr>
            <w:tcW w:w="1620" w:type="dxa"/>
          </w:tcPr>
          <w:p w:rsidR="00D55216" w:rsidRDefault="00D55216" w:rsidP="00D74C1C">
            <w:pPr>
              <w:pStyle w:val="TableText"/>
            </w:pPr>
            <w:r>
              <w:t>PC0</w:t>
            </w:r>
          </w:p>
        </w:tc>
        <w:tc>
          <w:tcPr>
            <w:tcW w:w="1710" w:type="dxa"/>
          </w:tcPr>
          <w:p w:rsidR="00D55216" w:rsidRPr="00272A93" w:rsidRDefault="00D55216" w:rsidP="00272A93">
            <w:pPr>
              <w:pStyle w:val="TableText"/>
            </w:pPr>
            <w:r>
              <w:t>NIC</w:t>
            </w:r>
          </w:p>
        </w:tc>
        <w:tc>
          <w:tcPr>
            <w:tcW w:w="2067" w:type="dxa"/>
          </w:tcPr>
          <w:p w:rsidR="00D55216" w:rsidRPr="00272A93" w:rsidRDefault="00D55216" w:rsidP="00272A93">
            <w:pPr>
              <w:pStyle w:val="TableText"/>
            </w:pPr>
            <w:r w:rsidRPr="00272A93">
              <w:t>192.168.10.1</w:t>
            </w:r>
          </w:p>
        </w:tc>
        <w:tc>
          <w:tcPr>
            <w:tcW w:w="2250" w:type="dxa"/>
          </w:tcPr>
          <w:p w:rsidR="00D55216" w:rsidRPr="00272A93" w:rsidRDefault="00D55216" w:rsidP="00272A93">
            <w:pPr>
              <w:pStyle w:val="TableText"/>
            </w:pPr>
            <w:r w:rsidRPr="00272A93">
              <w:t>255.255.255.0</w:t>
            </w:r>
          </w:p>
        </w:tc>
      </w:tr>
      <w:tr w:rsidR="00D55216" w:rsidRPr="0082395C" w:rsidTr="00D55216">
        <w:tc>
          <w:tcPr>
            <w:tcW w:w="1620" w:type="dxa"/>
          </w:tcPr>
          <w:p w:rsidR="00D55216" w:rsidRDefault="00D55216" w:rsidP="00D74C1C">
            <w:pPr>
              <w:pStyle w:val="TableText"/>
            </w:pPr>
            <w:r>
              <w:t>PC1</w:t>
            </w:r>
          </w:p>
        </w:tc>
        <w:tc>
          <w:tcPr>
            <w:tcW w:w="1710" w:type="dxa"/>
          </w:tcPr>
          <w:p w:rsidR="00D55216" w:rsidRDefault="00D55216" w:rsidP="00272A93">
            <w:pPr>
              <w:pStyle w:val="TableText"/>
            </w:pPr>
            <w:r>
              <w:t>NIC</w:t>
            </w:r>
          </w:p>
        </w:tc>
        <w:tc>
          <w:tcPr>
            <w:tcW w:w="2067" w:type="dxa"/>
          </w:tcPr>
          <w:p w:rsidR="00D55216" w:rsidRPr="00272A93" w:rsidRDefault="00D55216" w:rsidP="00272A93">
            <w:pPr>
              <w:pStyle w:val="TableText"/>
            </w:pPr>
            <w:r>
              <w:t>192.168.20.1</w:t>
            </w:r>
          </w:p>
        </w:tc>
        <w:tc>
          <w:tcPr>
            <w:tcW w:w="2250" w:type="dxa"/>
          </w:tcPr>
          <w:p w:rsidR="00D55216" w:rsidRPr="00272A93" w:rsidRDefault="00D55216" w:rsidP="00272A93">
            <w:pPr>
              <w:pStyle w:val="TableText"/>
            </w:pPr>
            <w:r w:rsidRPr="00272A93">
              <w:t>255.255.255.0</w:t>
            </w:r>
          </w:p>
        </w:tc>
      </w:tr>
      <w:tr w:rsidR="00D55216" w:rsidRPr="0082395C" w:rsidTr="00D55216">
        <w:tc>
          <w:tcPr>
            <w:tcW w:w="1620" w:type="dxa"/>
          </w:tcPr>
          <w:p w:rsidR="00D55216" w:rsidRDefault="00D55216" w:rsidP="00D74C1C">
            <w:pPr>
              <w:pStyle w:val="TableText"/>
            </w:pPr>
            <w:r>
              <w:t>PC2</w:t>
            </w:r>
          </w:p>
        </w:tc>
        <w:tc>
          <w:tcPr>
            <w:tcW w:w="1710" w:type="dxa"/>
          </w:tcPr>
          <w:p w:rsidR="00D55216" w:rsidRDefault="00D55216" w:rsidP="00272A93">
            <w:pPr>
              <w:pStyle w:val="TableText"/>
            </w:pPr>
            <w:r>
              <w:t>NIC</w:t>
            </w:r>
          </w:p>
        </w:tc>
        <w:tc>
          <w:tcPr>
            <w:tcW w:w="2067" w:type="dxa"/>
          </w:tcPr>
          <w:p w:rsidR="00D55216" w:rsidRPr="00272A93" w:rsidRDefault="00D55216" w:rsidP="00272A93">
            <w:pPr>
              <w:pStyle w:val="TableText"/>
            </w:pPr>
            <w:r>
              <w:t>192.168.30.1</w:t>
            </w:r>
          </w:p>
        </w:tc>
        <w:tc>
          <w:tcPr>
            <w:tcW w:w="2250" w:type="dxa"/>
          </w:tcPr>
          <w:p w:rsidR="00D55216" w:rsidRPr="00272A93" w:rsidRDefault="00D55216" w:rsidP="00272A93">
            <w:pPr>
              <w:pStyle w:val="TableText"/>
            </w:pPr>
            <w:r w:rsidRPr="00272A93">
              <w:t>255.255.255.0</w:t>
            </w:r>
          </w:p>
        </w:tc>
      </w:tr>
      <w:tr w:rsidR="00D55216" w:rsidRPr="0082395C" w:rsidTr="00D55216">
        <w:tc>
          <w:tcPr>
            <w:tcW w:w="1620" w:type="dxa"/>
          </w:tcPr>
          <w:p w:rsidR="00D55216" w:rsidRDefault="00D55216" w:rsidP="00D74C1C">
            <w:pPr>
              <w:pStyle w:val="TableText"/>
            </w:pPr>
            <w:r>
              <w:t>PC3</w:t>
            </w:r>
          </w:p>
        </w:tc>
        <w:tc>
          <w:tcPr>
            <w:tcW w:w="1710" w:type="dxa"/>
          </w:tcPr>
          <w:p w:rsidR="00D55216" w:rsidRDefault="00D55216" w:rsidP="00272A93">
            <w:pPr>
              <w:pStyle w:val="TableText"/>
            </w:pPr>
            <w:r>
              <w:t>NIC</w:t>
            </w:r>
          </w:p>
        </w:tc>
        <w:tc>
          <w:tcPr>
            <w:tcW w:w="2067" w:type="dxa"/>
          </w:tcPr>
          <w:p w:rsidR="00D55216" w:rsidRDefault="00D55216" w:rsidP="00272A93">
            <w:pPr>
              <w:pStyle w:val="TableText"/>
            </w:pPr>
            <w:r>
              <w:t>192.168.30.2</w:t>
            </w:r>
          </w:p>
        </w:tc>
        <w:tc>
          <w:tcPr>
            <w:tcW w:w="2250" w:type="dxa"/>
          </w:tcPr>
          <w:p w:rsidR="00D55216" w:rsidRPr="00272A93" w:rsidRDefault="00D55216" w:rsidP="00272A93">
            <w:pPr>
              <w:pStyle w:val="TableText"/>
            </w:pPr>
            <w:r>
              <w:t>255.255.255.0</w:t>
            </w:r>
          </w:p>
        </w:tc>
      </w:tr>
      <w:tr w:rsidR="00D55216" w:rsidRPr="0082395C" w:rsidTr="00D55216">
        <w:tc>
          <w:tcPr>
            <w:tcW w:w="1620" w:type="dxa"/>
          </w:tcPr>
          <w:p w:rsidR="00D55216" w:rsidRDefault="00D55216" w:rsidP="00D74C1C">
            <w:pPr>
              <w:pStyle w:val="TableText"/>
            </w:pPr>
            <w:r>
              <w:t>PC4</w:t>
            </w:r>
          </w:p>
        </w:tc>
        <w:tc>
          <w:tcPr>
            <w:tcW w:w="1710" w:type="dxa"/>
          </w:tcPr>
          <w:p w:rsidR="00D55216" w:rsidRDefault="00D55216" w:rsidP="00272A93">
            <w:pPr>
              <w:pStyle w:val="TableText"/>
            </w:pPr>
            <w:r>
              <w:t>NIC</w:t>
            </w:r>
          </w:p>
        </w:tc>
        <w:tc>
          <w:tcPr>
            <w:tcW w:w="2067" w:type="dxa"/>
          </w:tcPr>
          <w:p w:rsidR="00D55216" w:rsidRDefault="00D55216" w:rsidP="00272A93">
            <w:pPr>
              <w:pStyle w:val="TableText"/>
            </w:pPr>
            <w:r>
              <w:t>192.168.20.2</w:t>
            </w:r>
          </w:p>
        </w:tc>
        <w:tc>
          <w:tcPr>
            <w:tcW w:w="2250" w:type="dxa"/>
          </w:tcPr>
          <w:p w:rsidR="00D55216" w:rsidRDefault="00D55216" w:rsidP="00272A93">
            <w:pPr>
              <w:pStyle w:val="TableText"/>
            </w:pPr>
            <w:r>
              <w:t>255.255.255.0</w:t>
            </w:r>
          </w:p>
        </w:tc>
      </w:tr>
      <w:tr w:rsidR="00D55216" w:rsidRPr="0082395C" w:rsidTr="00D55216">
        <w:tc>
          <w:tcPr>
            <w:tcW w:w="1620" w:type="dxa"/>
          </w:tcPr>
          <w:p w:rsidR="00D55216" w:rsidRDefault="00D55216" w:rsidP="00D74C1C">
            <w:pPr>
              <w:pStyle w:val="TableText"/>
            </w:pPr>
            <w:r>
              <w:t>PC5</w:t>
            </w:r>
          </w:p>
        </w:tc>
        <w:tc>
          <w:tcPr>
            <w:tcW w:w="1710" w:type="dxa"/>
          </w:tcPr>
          <w:p w:rsidR="00D55216" w:rsidRDefault="00D55216" w:rsidP="00272A93">
            <w:pPr>
              <w:pStyle w:val="TableText"/>
            </w:pPr>
            <w:r>
              <w:t>NIC</w:t>
            </w:r>
          </w:p>
        </w:tc>
        <w:tc>
          <w:tcPr>
            <w:tcW w:w="2067" w:type="dxa"/>
          </w:tcPr>
          <w:p w:rsidR="00D55216" w:rsidRDefault="00D55216" w:rsidP="00272A93">
            <w:pPr>
              <w:pStyle w:val="TableText"/>
            </w:pPr>
            <w:r>
              <w:t>192.168.10.2</w:t>
            </w:r>
          </w:p>
        </w:tc>
        <w:tc>
          <w:tcPr>
            <w:tcW w:w="2250" w:type="dxa"/>
          </w:tcPr>
          <w:p w:rsidR="00D55216" w:rsidRDefault="00D55216" w:rsidP="00272A93">
            <w:pPr>
              <w:pStyle w:val="TableText"/>
            </w:pPr>
            <w:r>
              <w:t>255.255.255.0</w:t>
            </w:r>
          </w:p>
        </w:tc>
      </w:tr>
      <w:tr w:rsidR="00D55216" w:rsidRPr="0082395C" w:rsidTr="00D55216">
        <w:tc>
          <w:tcPr>
            <w:tcW w:w="1620" w:type="dxa"/>
          </w:tcPr>
          <w:p w:rsidR="00D55216" w:rsidRPr="00385600" w:rsidRDefault="00D55216" w:rsidP="00385600">
            <w:pPr>
              <w:pStyle w:val="TableText"/>
            </w:pPr>
            <w:r w:rsidRPr="00385600">
              <w:t>S1</w:t>
            </w:r>
          </w:p>
        </w:tc>
        <w:tc>
          <w:tcPr>
            <w:tcW w:w="1710" w:type="dxa"/>
          </w:tcPr>
          <w:p w:rsidR="00D55216" w:rsidRPr="00385600" w:rsidRDefault="00D55216" w:rsidP="00385600">
            <w:pPr>
              <w:pStyle w:val="TableText"/>
            </w:pPr>
            <w:r>
              <w:t>VLAN 99</w:t>
            </w:r>
          </w:p>
        </w:tc>
        <w:tc>
          <w:tcPr>
            <w:tcW w:w="2067" w:type="dxa"/>
          </w:tcPr>
          <w:p w:rsidR="00D55216" w:rsidRPr="00385600" w:rsidRDefault="00D55216" w:rsidP="00385600">
            <w:pPr>
              <w:pStyle w:val="TableText"/>
            </w:pPr>
            <w:r w:rsidRPr="00385600">
              <w:t>192.168.99.1</w:t>
            </w:r>
          </w:p>
        </w:tc>
        <w:tc>
          <w:tcPr>
            <w:tcW w:w="2250" w:type="dxa"/>
          </w:tcPr>
          <w:p w:rsidR="00D55216" w:rsidRPr="00385600" w:rsidRDefault="00D55216" w:rsidP="00385600">
            <w:pPr>
              <w:pStyle w:val="TableText"/>
            </w:pPr>
            <w:r w:rsidRPr="00385600">
              <w:t>255.255.255.0</w:t>
            </w:r>
          </w:p>
        </w:tc>
      </w:tr>
      <w:tr w:rsidR="00D55216" w:rsidRPr="0082395C" w:rsidTr="00D55216">
        <w:tc>
          <w:tcPr>
            <w:tcW w:w="1620" w:type="dxa"/>
          </w:tcPr>
          <w:p w:rsidR="00D55216" w:rsidRPr="00385600" w:rsidRDefault="00D55216" w:rsidP="00385600">
            <w:pPr>
              <w:pStyle w:val="TableText"/>
            </w:pPr>
            <w:r w:rsidRPr="00385600">
              <w:t>S2</w:t>
            </w:r>
          </w:p>
        </w:tc>
        <w:tc>
          <w:tcPr>
            <w:tcW w:w="1710" w:type="dxa"/>
          </w:tcPr>
          <w:p w:rsidR="00D55216" w:rsidRPr="00385600" w:rsidRDefault="00D55216" w:rsidP="00385600">
            <w:pPr>
              <w:pStyle w:val="TableText"/>
            </w:pPr>
            <w:r>
              <w:t>VLAN 99</w:t>
            </w:r>
          </w:p>
        </w:tc>
        <w:tc>
          <w:tcPr>
            <w:tcW w:w="2067" w:type="dxa"/>
          </w:tcPr>
          <w:p w:rsidR="00D55216" w:rsidRPr="00385600" w:rsidRDefault="00D55216" w:rsidP="00385600">
            <w:pPr>
              <w:pStyle w:val="TableText"/>
            </w:pPr>
            <w:r w:rsidRPr="00385600">
              <w:t>192.168.99.2</w:t>
            </w:r>
          </w:p>
        </w:tc>
        <w:tc>
          <w:tcPr>
            <w:tcW w:w="2250" w:type="dxa"/>
          </w:tcPr>
          <w:p w:rsidR="00D55216" w:rsidRPr="00385600" w:rsidRDefault="00D55216" w:rsidP="00385600">
            <w:pPr>
              <w:pStyle w:val="TableText"/>
            </w:pPr>
            <w:r w:rsidRPr="00385600">
              <w:t>255.255.255.0</w:t>
            </w:r>
          </w:p>
        </w:tc>
      </w:tr>
      <w:tr w:rsidR="00D55216" w:rsidRPr="0082395C" w:rsidTr="00D55216">
        <w:tc>
          <w:tcPr>
            <w:tcW w:w="1620" w:type="dxa"/>
          </w:tcPr>
          <w:p w:rsidR="00D55216" w:rsidRPr="00385600" w:rsidRDefault="00D55216" w:rsidP="00385600">
            <w:pPr>
              <w:pStyle w:val="TableText"/>
            </w:pPr>
            <w:r w:rsidRPr="00385600">
              <w:t>S3</w:t>
            </w:r>
          </w:p>
        </w:tc>
        <w:tc>
          <w:tcPr>
            <w:tcW w:w="1710" w:type="dxa"/>
          </w:tcPr>
          <w:p w:rsidR="00D55216" w:rsidRPr="00385600" w:rsidRDefault="00D55216" w:rsidP="00385600">
            <w:pPr>
              <w:pStyle w:val="TableText"/>
            </w:pPr>
            <w:r>
              <w:t>VLAN 99</w:t>
            </w:r>
          </w:p>
        </w:tc>
        <w:tc>
          <w:tcPr>
            <w:tcW w:w="2067" w:type="dxa"/>
          </w:tcPr>
          <w:p w:rsidR="00D55216" w:rsidRPr="00385600" w:rsidRDefault="00D55216" w:rsidP="00385600">
            <w:pPr>
              <w:pStyle w:val="TableText"/>
            </w:pPr>
            <w:r w:rsidRPr="00385600">
              <w:t>192.168.99.3</w:t>
            </w:r>
          </w:p>
        </w:tc>
        <w:tc>
          <w:tcPr>
            <w:tcW w:w="2250" w:type="dxa"/>
          </w:tcPr>
          <w:p w:rsidR="00D55216" w:rsidRPr="00385600" w:rsidRDefault="00D55216" w:rsidP="00385600">
            <w:pPr>
              <w:pStyle w:val="TableText"/>
            </w:pPr>
            <w:r w:rsidRPr="00385600">
              <w:t>255.255.255.0</w:t>
            </w:r>
          </w:p>
        </w:tc>
      </w:tr>
    </w:tbl>
    <w:p w:rsidR="001522FB" w:rsidRPr="003C0FBF" w:rsidRDefault="001522FB" w:rsidP="001522FB">
      <w:pPr>
        <w:pStyle w:val="LabSection"/>
      </w:pPr>
      <w:r>
        <w:t>Objectives</w:t>
      </w:r>
    </w:p>
    <w:p w:rsidR="001522FB" w:rsidRDefault="001522FB" w:rsidP="001522FB">
      <w:pPr>
        <w:pStyle w:val="BodyTextL25Bold"/>
      </w:pPr>
      <w:r>
        <w:t>Part 1: Configure and Verify DTP</w:t>
      </w:r>
    </w:p>
    <w:p w:rsidR="001522FB" w:rsidRDefault="001522FB" w:rsidP="001522FB">
      <w:pPr>
        <w:pStyle w:val="BodyTextL25Bold"/>
      </w:pPr>
      <w:r>
        <w:t>Part 2: Configure and Verify VTP</w:t>
      </w:r>
    </w:p>
    <w:p w:rsidR="001522FB" w:rsidRPr="00C07FD9" w:rsidRDefault="001522FB" w:rsidP="001522FB">
      <w:pPr>
        <w:pStyle w:val="LabSection"/>
        <w:widowControl/>
        <w:outlineLvl w:val="9"/>
      </w:pPr>
      <w:r>
        <w:t>Background / Scenario</w:t>
      </w:r>
    </w:p>
    <w:p w:rsidR="001522FB" w:rsidRDefault="003739D0" w:rsidP="001522FB">
      <w:pPr>
        <w:pStyle w:val="BodyTextL25"/>
      </w:pPr>
      <w:r>
        <w:t xml:space="preserve">As the number of switches in a network increases, the administration necessary to manage the VLANs and trunks can be challenging. To ease some of the VLAN and </w:t>
      </w:r>
      <w:proofErr w:type="spellStart"/>
      <w:r>
        <w:t>trunking</w:t>
      </w:r>
      <w:proofErr w:type="spellEnd"/>
      <w:r>
        <w:t xml:space="preserve"> configurations, VLAN </w:t>
      </w:r>
      <w:proofErr w:type="spellStart"/>
      <w:r>
        <w:t>trunking</w:t>
      </w:r>
      <w:proofErr w:type="spellEnd"/>
      <w:r>
        <w:t xml:space="preserve"> protocol (VTP) allows a network administration to </w:t>
      </w:r>
      <w:r w:rsidR="00AF1BEB">
        <w:t xml:space="preserve">automate the </w:t>
      </w:r>
      <w:r>
        <w:t>manage</w:t>
      </w:r>
      <w:r w:rsidR="00AF1BEB">
        <w:t>ment of</w:t>
      </w:r>
      <w:r>
        <w:t xml:space="preserve"> VLANs. </w:t>
      </w:r>
      <w:r w:rsidR="001522FB">
        <w:t xml:space="preserve">Trunk </w:t>
      </w:r>
      <w:r w:rsidR="001522FB" w:rsidRPr="001522FB">
        <w:t xml:space="preserve">negotiation </w:t>
      </w:r>
      <w:r w:rsidR="001522FB">
        <w:t xml:space="preserve">between network devices </w:t>
      </w:r>
      <w:r w:rsidR="001522FB" w:rsidRPr="001522FB">
        <w:t xml:space="preserve">is managed by the Dynamic </w:t>
      </w:r>
      <w:proofErr w:type="spellStart"/>
      <w:r w:rsidR="001522FB" w:rsidRPr="001522FB">
        <w:t>Trunking</w:t>
      </w:r>
      <w:proofErr w:type="spellEnd"/>
      <w:r w:rsidR="001522FB" w:rsidRPr="001522FB">
        <w:t xml:space="preserve"> Protocol (DTP)</w:t>
      </w:r>
      <w:r w:rsidR="001522FB">
        <w:t>, and is automatically enabled on Catalyst 2960 and Catalyst 3560 switches.</w:t>
      </w:r>
    </w:p>
    <w:p w:rsidR="003739D0" w:rsidRDefault="003739D0" w:rsidP="001522FB">
      <w:pPr>
        <w:pStyle w:val="BodyTextL25"/>
      </w:pPr>
      <w:r>
        <w:lastRenderedPageBreak/>
        <w:t>In this activity, you will configure trunk links between the switches. You will configure a VTP server and VTP clients in the same VTP domain. You will also observe the VTP behavior when a switch is in VTP transparent mode. You will assign ports to VLANs and verify end-to-end connectivity with the same VLAN.</w:t>
      </w:r>
    </w:p>
    <w:p w:rsidR="00DF6D1D" w:rsidRDefault="00DF6D1D" w:rsidP="00DF6D1D">
      <w:pPr>
        <w:pStyle w:val="PartHead"/>
      </w:pPr>
      <w:r>
        <w:t>Configure and Verify DTP</w:t>
      </w:r>
    </w:p>
    <w:p w:rsidR="00DF6D1D" w:rsidRPr="00DF6D1D" w:rsidRDefault="006C773D" w:rsidP="00DF6D1D">
      <w:pPr>
        <w:pStyle w:val="BodyTextL25"/>
      </w:pPr>
      <w:r>
        <w:t>In Part 1, you will configure trunk links among the switches, and you will configure VLAN 999 as the native VLAN.</w:t>
      </w:r>
    </w:p>
    <w:p w:rsidR="00DF6D1D" w:rsidRDefault="00DF6D1D" w:rsidP="00DF6D1D">
      <w:pPr>
        <w:pStyle w:val="StepHead"/>
      </w:pPr>
      <w:r>
        <w:t>Verify VLAN configuration.</w:t>
      </w:r>
    </w:p>
    <w:p w:rsidR="00DF6D1D" w:rsidRDefault="00A63D54" w:rsidP="00DF6D1D">
      <w:pPr>
        <w:pStyle w:val="BodyTextL25"/>
      </w:pPr>
      <w:r>
        <w:t>V</w:t>
      </w:r>
      <w:r w:rsidR="00DF6D1D">
        <w:t>erify the configured VLANs on the switches.</w:t>
      </w:r>
    </w:p>
    <w:p w:rsidR="00DF6D1D" w:rsidRDefault="00DF6D1D" w:rsidP="00DF6D1D">
      <w:pPr>
        <w:pStyle w:val="SubStepAlpha"/>
      </w:pPr>
      <w:r>
        <w:t xml:space="preserve">On </w:t>
      </w:r>
      <w:r w:rsidRPr="005A45E8">
        <w:t>S1</w:t>
      </w:r>
      <w:r>
        <w:t>, click</w:t>
      </w:r>
      <w:r w:rsidR="00A63D54">
        <w:t xml:space="preserve"> the</w:t>
      </w:r>
      <w:r>
        <w:t xml:space="preserve"> </w:t>
      </w:r>
      <w:r>
        <w:rPr>
          <w:b/>
        </w:rPr>
        <w:t xml:space="preserve">CLI </w:t>
      </w:r>
      <w:r>
        <w:t xml:space="preserve">tab. At the prompt, enter </w:t>
      </w:r>
      <w:r>
        <w:rPr>
          <w:b/>
        </w:rPr>
        <w:t>enable</w:t>
      </w:r>
      <w:r>
        <w:t xml:space="preserve"> and enter the </w:t>
      </w:r>
      <w:r>
        <w:rPr>
          <w:b/>
        </w:rPr>
        <w:t xml:space="preserve">show </w:t>
      </w:r>
      <w:proofErr w:type="spellStart"/>
      <w:r>
        <w:rPr>
          <w:b/>
        </w:rPr>
        <w:t>vlan</w:t>
      </w:r>
      <w:proofErr w:type="spellEnd"/>
      <w:r>
        <w:rPr>
          <w:b/>
        </w:rPr>
        <w:t xml:space="preserve"> brief</w:t>
      </w:r>
      <w:r>
        <w:t xml:space="preserve"> command to verify the configured VLANs on </w:t>
      </w:r>
      <w:r w:rsidRPr="005A45E8">
        <w:t>S1</w:t>
      </w:r>
      <w:r w:rsidRPr="00D835B0">
        <w:t>.</w:t>
      </w:r>
    </w:p>
    <w:p w:rsidR="00DF6D1D" w:rsidRPr="00D835B0" w:rsidRDefault="00DF6D1D" w:rsidP="00DF6D1D">
      <w:pPr>
        <w:pStyle w:val="CMD"/>
      </w:pPr>
      <w:r>
        <w:t xml:space="preserve">S1# </w:t>
      </w:r>
      <w:r w:rsidRPr="00D835B0">
        <w:rPr>
          <w:b/>
        </w:rPr>
        <w:t xml:space="preserve">show </w:t>
      </w:r>
      <w:proofErr w:type="spellStart"/>
      <w:r w:rsidRPr="00D835B0">
        <w:rPr>
          <w:b/>
        </w:rPr>
        <w:t>vlan</w:t>
      </w:r>
      <w:proofErr w:type="spellEnd"/>
      <w:r w:rsidRPr="00D835B0">
        <w:rPr>
          <w:b/>
        </w:rPr>
        <w:t xml:space="preserve"> brief</w:t>
      </w:r>
    </w:p>
    <w:p w:rsidR="00DF6D1D" w:rsidRPr="00D835B0" w:rsidRDefault="00DF6D1D" w:rsidP="00DF6D1D">
      <w:pPr>
        <w:pStyle w:val="CMDOutput"/>
      </w:pPr>
    </w:p>
    <w:p w:rsidR="00DF6D1D" w:rsidRDefault="00DF6D1D" w:rsidP="00DF6D1D">
      <w:pPr>
        <w:pStyle w:val="CMDOutput"/>
      </w:pPr>
      <w:r>
        <w:t>VLAN Name                             Status    Ports</w:t>
      </w:r>
    </w:p>
    <w:p w:rsidR="00DF6D1D" w:rsidRPr="001D47B1" w:rsidRDefault="00DF6D1D" w:rsidP="00DF6D1D">
      <w:pPr>
        <w:pStyle w:val="CMDOutput"/>
        <w:rPr>
          <w:lang w:val="it-IT"/>
        </w:rPr>
      </w:pPr>
      <w:r w:rsidRPr="001D47B1">
        <w:rPr>
          <w:lang w:val="it-IT"/>
        </w:rPr>
        <w:t>---- -------------------------------- --------- -------------------------------</w:t>
      </w:r>
    </w:p>
    <w:p w:rsidR="00DF6D1D" w:rsidRPr="001D47B1" w:rsidRDefault="00DF6D1D" w:rsidP="00DF6D1D">
      <w:pPr>
        <w:pStyle w:val="CMDOutput"/>
        <w:rPr>
          <w:lang w:val="it-IT"/>
        </w:rPr>
      </w:pPr>
      <w:r w:rsidRPr="001D47B1">
        <w:rPr>
          <w:lang w:val="it-IT"/>
        </w:rPr>
        <w:t>1    default                          active    Fa0/1, Fa0/2, Fa0/3, Fa0/4</w:t>
      </w:r>
    </w:p>
    <w:p w:rsidR="00DF6D1D" w:rsidRPr="001D47B1" w:rsidRDefault="00DF6D1D" w:rsidP="00DF6D1D">
      <w:pPr>
        <w:pStyle w:val="CMDOutput"/>
        <w:rPr>
          <w:lang w:val="it-IT"/>
        </w:rPr>
      </w:pPr>
      <w:r w:rsidRPr="001D47B1">
        <w:rPr>
          <w:lang w:val="it-IT"/>
        </w:rPr>
        <w:t xml:space="preserve">                                                Fa0/5, Fa0/6, Fa0/7, Fa0/8</w:t>
      </w:r>
    </w:p>
    <w:p w:rsidR="00DF6D1D" w:rsidRPr="001D47B1" w:rsidRDefault="00DF6D1D" w:rsidP="00DF6D1D">
      <w:pPr>
        <w:pStyle w:val="CMDOutput"/>
        <w:rPr>
          <w:lang w:val="it-IT"/>
        </w:rPr>
      </w:pPr>
      <w:r w:rsidRPr="001D47B1">
        <w:rPr>
          <w:lang w:val="it-IT"/>
        </w:rPr>
        <w:t xml:space="preserve">                                                Fa0/9, Fa0/10, Fa0/11, Fa0/12</w:t>
      </w:r>
    </w:p>
    <w:p w:rsidR="00DF6D1D" w:rsidRPr="001D47B1" w:rsidRDefault="00DF6D1D" w:rsidP="00DF6D1D">
      <w:pPr>
        <w:pStyle w:val="CMDOutput"/>
        <w:rPr>
          <w:lang w:val="it-IT"/>
        </w:rPr>
      </w:pPr>
      <w:r w:rsidRPr="001D47B1">
        <w:rPr>
          <w:lang w:val="it-IT"/>
        </w:rPr>
        <w:t xml:space="preserve">                                                Fa0/13, Fa0/14, Fa0/15, Fa0/16</w:t>
      </w:r>
    </w:p>
    <w:p w:rsidR="00DF6D1D" w:rsidRPr="001D47B1" w:rsidRDefault="00DF6D1D" w:rsidP="00DF6D1D">
      <w:pPr>
        <w:pStyle w:val="CMDOutput"/>
        <w:rPr>
          <w:lang w:val="it-IT"/>
        </w:rPr>
      </w:pPr>
      <w:r w:rsidRPr="001D47B1">
        <w:rPr>
          <w:lang w:val="it-IT"/>
        </w:rPr>
        <w:t xml:space="preserve">                                                Fa0/17, Fa0/18, Fa0/19, Fa0/20</w:t>
      </w:r>
    </w:p>
    <w:p w:rsidR="00DF6D1D" w:rsidRPr="001D47B1" w:rsidRDefault="00DF6D1D" w:rsidP="00DF6D1D">
      <w:pPr>
        <w:pStyle w:val="CMDOutput"/>
        <w:rPr>
          <w:lang w:val="it-IT"/>
        </w:rPr>
      </w:pPr>
      <w:r w:rsidRPr="001D47B1">
        <w:rPr>
          <w:lang w:val="it-IT"/>
        </w:rPr>
        <w:t xml:space="preserve">                                                Fa0/21, Fa0/22, Fa0/23, Fa0/24</w:t>
      </w:r>
    </w:p>
    <w:p w:rsidR="00DF6D1D" w:rsidRPr="001D47B1" w:rsidRDefault="00DF6D1D" w:rsidP="00DF6D1D">
      <w:pPr>
        <w:pStyle w:val="CMDOutput"/>
        <w:rPr>
          <w:lang w:val="it-IT"/>
        </w:rPr>
      </w:pPr>
      <w:r w:rsidRPr="001D47B1">
        <w:rPr>
          <w:lang w:val="it-IT"/>
        </w:rPr>
        <w:t xml:space="preserve">                                                Gig0/1, Gig0/2</w:t>
      </w:r>
    </w:p>
    <w:p w:rsidR="00DF6D1D" w:rsidRDefault="00DF6D1D" w:rsidP="00DF6D1D">
      <w:pPr>
        <w:pStyle w:val="CMDOutput"/>
      </w:pPr>
      <w:r>
        <w:t xml:space="preserve">99   Management                       active    </w:t>
      </w:r>
    </w:p>
    <w:p w:rsidR="00DF6D1D" w:rsidRDefault="00DF6D1D" w:rsidP="00DF6D1D">
      <w:pPr>
        <w:pStyle w:val="CMDOutput"/>
      </w:pPr>
      <w:proofErr w:type="gramStart"/>
      <w:r w:rsidRPr="000B582F">
        <w:t>999  VLAN0999</w:t>
      </w:r>
      <w:proofErr w:type="gramEnd"/>
      <w:r w:rsidRPr="000B582F">
        <w:t xml:space="preserve">                         active</w:t>
      </w:r>
      <w:r>
        <w:t xml:space="preserve">    </w:t>
      </w:r>
    </w:p>
    <w:p w:rsidR="00DF6D1D" w:rsidRDefault="00DF6D1D" w:rsidP="00DF6D1D">
      <w:pPr>
        <w:pStyle w:val="CMDOutput"/>
      </w:pPr>
      <w:r>
        <w:t xml:space="preserve">1002 </w:t>
      </w:r>
      <w:proofErr w:type="spellStart"/>
      <w:r>
        <w:t>fddi</w:t>
      </w:r>
      <w:proofErr w:type="spellEnd"/>
      <w:r>
        <w:t xml:space="preserve">-default                     active    </w:t>
      </w:r>
    </w:p>
    <w:p w:rsidR="00DF6D1D" w:rsidRDefault="00DF6D1D" w:rsidP="00DF6D1D">
      <w:pPr>
        <w:pStyle w:val="CMDOutput"/>
      </w:pPr>
      <w:r>
        <w:t xml:space="preserve">1003 token-ring-default               active    </w:t>
      </w:r>
    </w:p>
    <w:p w:rsidR="00DF6D1D" w:rsidRDefault="00DF6D1D" w:rsidP="00DF6D1D">
      <w:pPr>
        <w:pStyle w:val="CMDOutput"/>
      </w:pPr>
      <w:r>
        <w:t xml:space="preserve">1004 </w:t>
      </w:r>
      <w:proofErr w:type="spellStart"/>
      <w:r>
        <w:t>fddinet</w:t>
      </w:r>
      <w:proofErr w:type="spellEnd"/>
      <w:r>
        <w:t xml:space="preserve">-default                  active    </w:t>
      </w:r>
    </w:p>
    <w:p w:rsidR="00DF6D1D" w:rsidRDefault="00DF6D1D" w:rsidP="00DF6D1D">
      <w:pPr>
        <w:pStyle w:val="CMDOutput"/>
      </w:pPr>
      <w:r>
        <w:t xml:space="preserve">1005 </w:t>
      </w:r>
      <w:proofErr w:type="spellStart"/>
      <w:r>
        <w:t>trnet</w:t>
      </w:r>
      <w:proofErr w:type="spellEnd"/>
      <w:r>
        <w:t xml:space="preserve">-default                    active   </w:t>
      </w:r>
    </w:p>
    <w:p w:rsidR="00DF6D1D" w:rsidRDefault="00DF6D1D" w:rsidP="00DF6D1D">
      <w:pPr>
        <w:pStyle w:val="SubStepAlpha"/>
      </w:pPr>
      <w:r>
        <w:t>Repeat step a</w:t>
      </w:r>
      <w:r w:rsidR="00A63D54">
        <w:t>.</w:t>
      </w:r>
      <w:r>
        <w:t xml:space="preserve"> on </w:t>
      </w:r>
      <w:r w:rsidRPr="005A45E8">
        <w:t>S2</w:t>
      </w:r>
      <w:r>
        <w:t xml:space="preserve"> and </w:t>
      </w:r>
      <w:r w:rsidRPr="005A45E8">
        <w:t>S3</w:t>
      </w:r>
      <w:r>
        <w:t>. What VLANs are configured on the switches?</w:t>
      </w:r>
    </w:p>
    <w:p w:rsidR="00DF6D1D" w:rsidRDefault="00DF6D1D" w:rsidP="00DF6D1D">
      <w:pPr>
        <w:pStyle w:val="BodyTextL50"/>
      </w:pPr>
      <w:r>
        <w:t>____________________________________________________________________________________</w:t>
      </w:r>
    </w:p>
    <w:p w:rsidR="00DF6D1D" w:rsidRDefault="00DF6D1D" w:rsidP="00DF6D1D">
      <w:pPr>
        <w:pStyle w:val="StepHead"/>
      </w:pPr>
      <w:r>
        <w:t>Configure Trunks on S1, S2, and S3</w:t>
      </w:r>
      <w:r w:rsidR="00F201C6">
        <w:t>.</w:t>
      </w:r>
    </w:p>
    <w:p w:rsidR="00DF6D1D" w:rsidRDefault="00E108BD" w:rsidP="00DF6D1D">
      <w:pPr>
        <w:pStyle w:val="BodyTextL25"/>
      </w:pPr>
      <w:r>
        <w:rPr>
          <w:rFonts w:cs="Arial"/>
          <w:color w:val="000000"/>
          <w:szCs w:val="20"/>
        </w:rPr>
        <w:t xml:space="preserve">Dynamic </w:t>
      </w:r>
      <w:proofErr w:type="spellStart"/>
      <w:r>
        <w:rPr>
          <w:rFonts w:cs="Arial"/>
          <w:color w:val="000000"/>
          <w:szCs w:val="20"/>
        </w:rPr>
        <w:t>trunking</w:t>
      </w:r>
      <w:proofErr w:type="spellEnd"/>
      <w:r>
        <w:rPr>
          <w:rFonts w:cs="Arial"/>
          <w:color w:val="000000"/>
          <w:szCs w:val="20"/>
        </w:rPr>
        <w:t xml:space="preserve"> protocol (DTP) manages the trunk links between Cisco switches. Currently all the </w:t>
      </w:r>
      <w:proofErr w:type="spellStart"/>
      <w:r>
        <w:rPr>
          <w:rFonts w:cs="Arial"/>
          <w:color w:val="000000"/>
          <w:szCs w:val="20"/>
        </w:rPr>
        <w:t>switchports</w:t>
      </w:r>
      <w:proofErr w:type="spellEnd"/>
      <w:r>
        <w:rPr>
          <w:rFonts w:cs="Arial"/>
          <w:color w:val="000000"/>
          <w:szCs w:val="20"/>
        </w:rPr>
        <w:t xml:space="preserve"> are in the default </w:t>
      </w:r>
      <w:proofErr w:type="spellStart"/>
      <w:r>
        <w:rPr>
          <w:rFonts w:cs="Arial"/>
          <w:color w:val="000000"/>
          <w:szCs w:val="20"/>
        </w:rPr>
        <w:t>trunking</w:t>
      </w:r>
      <w:proofErr w:type="spellEnd"/>
      <w:r>
        <w:rPr>
          <w:rFonts w:cs="Arial"/>
          <w:color w:val="000000"/>
          <w:szCs w:val="20"/>
        </w:rPr>
        <w:t xml:space="preserve"> mode, which is dynamic auto. In this step, you will change the </w:t>
      </w:r>
      <w:proofErr w:type="spellStart"/>
      <w:r>
        <w:rPr>
          <w:rFonts w:cs="Arial"/>
          <w:color w:val="000000"/>
          <w:szCs w:val="20"/>
        </w:rPr>
        <w:t>trunking</w:t>
      </w:r>
      <w:proofErr w:type="spellEnd"/>
      <w:r>
        <w:rPr>
          <w:rFonts w:cs="Arial"/>
          <w:color w:val="000000"/>
          <w:szCs w:val="20"/>
        </w:rPr>
        <w:t xml:space="preserve"> mode to dynamic desirable for the link between switches S1 and S2. For the link between switches S1 and S3, the link will be set as a static trunk. Use VLAN 999 as the native VLAN in this topology.</w:t>
      </w:r>
    </w:p>
    <w:p w:rsidR="00DF6D1D" w:rsidRDefault="00E108BD" w:rsidP="00DF6D1D">
      <w:pPr>
        <w:pStyle w:val="SubStepAlpha"/>
      </w:pPr>
      <w:r>
        <w:rPr>
          <w:rFonts w:cs="Arial"/>
          <w:color w:val="000000"/>
          <w:szCs w:val="20"/>
        </w:rPr>
        <w:t xml:space="preserve">On switch S1 and switch S2, configure the trunk link to dynamic desirable on the </w:t>
      </w:r>
      <w:proofErr w:type="spellStart"/>
      <w:r>
        <w:rPr>
          <w:rFonts w:cs="Arial"/>
          <w:color w:val="000000"/>
          <w:szCs w:val="20"/>
        </w:rPr>
        <w:t>GigabitEthernet</w:t>
      </w:r>
      <w:proofErr w:type="spellEnd"/>
      <w:r>
        <w:rPr>
          <w:rFonts w:cs="Arial"/>
          <w:color w:val="000000"/>
          <w:szCs w:val="20"/>
        </w:rPr>
        <w:t xml:space="preserve"> 0/1 interface. The configuration of S1 is shown below</w:t>
      </w:r>
      <w:r w:rsidR="00DF6D1D">
        <w:t>.</w:t>
      </w:r>
    </w:p>
    <w:p w:rsidR="00DF6D1D" w:rsidRDefault="00DF6D1D" w:rsidP="00DF6D1D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)# </w:t>
      </w:r>
      <w:r w:rsidR="00045BE3">
        <w:rPr>
          <w:b/>
        </w:rPr>
        <w:t>interface g0/1</w:t>
      </w:r>
    </w:p>
    <w:p w:rsidR="00DF6D1D" w:rsidRDefault="00045BE3" w:rsidP="00DF6D1D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>-if</w:t>
      </w:r>
      <w:r w:rsidR="00DF6D1D">
        <w:t xml:space="preserve">)# </w:t>
      </w:r>
      <w:proofErr w:type="spellStart"/>
      <w:r w:rsidR="00DF6D1D" w:rsidRPr="00C87DD3">
        <w:rPr>
          <w:b/>
        </w:rPr>
        <w:t>switchport</w:t>
      </w:r>
      <w:proofErr w:type="spellEnd"/>
      <w:r w:rsidR="00DF6D1D" w:rsidRPr="00C87DD3">
        <w:rPr>
          <w:b/>
        </w:rPr>
        <w:t xml:space="preserve"> mode dynamic desirable</w:t>
      </w:r>
    </w:p>
    <w:p w:rsidR="00DF6D1D" w:rsidRDefault="00E108BD" w:rsidP="00045BE3">
      <w:pPr>
        <w:pStyle w:val="SubStepAlpha"/>
      </w:pPr>
      <w:r>
        <w:rPr>
          <w:rFonts w:cs="Arial"/>
          <w:color w:val="000000"/>
          <w:szCs w:val="20"/>
        </w:rPr>
        <w:t xml:space="preserve">For the trunk link between S1 and S3, configure a static trunk link on the </w:t>
      </w:r>
      <w:proofErr w:type="spellStart"/>
      <w:r>
        <w:rPr>
          <w:rFonts w:cs="Arial"/>
          <w:color w:val="000000"/>
          <w:szCs w:val="20"/>
        </w:rPr>
        <w:t>GigabitEthernet</w:t>
      </w:r>
      <w:proofErr w:type="spellEnd"/>
      <w:r>
        <w:rPr>
          <w:rFonts w:cs="Arial"/>
          <w:color w:val="000000"/>
          <w:szCs w:val="20"/>
        </w:rPr>
        <w:t xml:space="preserve"> 0/2 interface</w:t>
      </w:r>
      <w:r w:rsidR="00DA4238">
        <w:t>.</w:t>
      </w:r>
    </w:p>
    <w:p w:rsidR="00045BE3" w:rsidRDefault="00045BE3" w:rsidP="00045BE3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045BE3">
        <w:t>interface</w:t>
      </w:r>
      <w:r>
        <w:t xml:space="preserve"> g0/2</w:t>
      </w:r>
    </w:p>
    <w:p w:rsidR="00045BE3" w:rsidRPr="00045BE3" w:rsidRDefault="00045BE3" w:rsidP="00045BE3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-if)# </w:t>
      </w:r>
      <w:proofErr w:type="spellStart"/>
      <w:r w:rsidRPr="00045BE3">
        <w:t>switchport</w:t>
      </w:r>
      <w:proofErr w:type="spellEnd"/>
      <w:r w:rsidRPr="00045BE3">
        <w:t xml:space="preserve"> mode </w:t>
      </w:r>
      <w:r>
        <w:t>trunk</w:t>
      </w:r>
    </w:p>
    <w:p w:rsidR="00045BE3" w:rsidRDefault="00045BE3" w:rsidP="00045BE3">
      <w:pPr>
        <w:pStyle w:val="CMD"/>
      </w:pPr>
      <w:proofErr w:type="gramStart"/>
      <w:r>
        <w:t>S3(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045BE3">
        <w:t>interface</w:t>
      </w:r>
      <w:r>
        <w:t xml:space="preserve"> g0/2</w:t>
      </w:r>
    </w:p>
    <w:p w:rsidR="00045BE3" w:rsidRPr="00045BE3" w:rsidRDefault="00045BE3" w:rsidP="00045BE3">
      <w:pPr>
        <w:pStyle w:val="CMD"/>
      </w:pPr>
      <w:proofErr w:type="gramStart"/>
      <w:r>
        <w:lastRenderedPageBreak/>
        <w:t>S3(</w:t>
      </w:r>
      <w:proofErr w:type="spellStart"/>
      <w:proofErr w:type="gramEnd"/>
      <w:r>
        <w:t>config</w:t>
      </w:r>
      <w:proofErr w:type="spellEnd"/>
      <w:r>
        <w:t xml:space="preserve">-if)# </w:t>
      </w:r>
      <w:proofErr w:type="spellStart"/>
      <w:r w:rsidRPr="00045BE3">
        <w:t>switchport</w:t>
      </w:r>
      <w:proofErr w:type="spellEnd"/>
      <w:r w:rsidRPr="00045BE3">
        <w:t xml:space="preserve"> </w:t>
      </w:r>
      <w:r>
        <w:t>mode trunk</w:t>
      </w:r>
    </w:p>
    <w:p w:rsidR="00DF6D1D" w:rsidRDefault="00DF6D1D" w:rsidP="00DF6D1D">
      <w:pPr>
        <w:pStyle w:val="SubStepAlpha"/>
      </w:pPr>
      <w:r>
        <w:t xml:space="preserve">Verify </w:t>
      </w:r>
      <w:proofErr w:type="spellStart"/>
      <w:r>
        <w:t>trunking</w:t>
      </w:r>
      <w:proofErr w:type="spellEnd"/>
      <w:r>
        <w:t xml:space="preserve"> is enabled on all the switches using the </w:t>
      </w:r>
      <w:r>
        <w:rPr>
          <w:b/>
        </w:rPr>
        <w:t>show interfaces trunk</w:t>
      </w:r>
      <w:r w:rsidR="0064785D" w:rsidRPr="0064785D">
        <w:t xml:space="preserve"> command.</w:t>
      </w:r>
    </w:p>
    <w:p w:rsidR="00DF6D1D" w:rsidRDefault="00DF6D1D" w:rsidP="00DF6D1D">
      <w:pPr>
        <w:pStyle w:val="CMD"/>
      </w:pPr>
      <w:r>
        <w:t xml:space="preserve">S1# </w:t>
      </w:r>
      <w:r w:rsidRPr="001C036D">
        <w:rPr>
          <w:b/>
        </w:rPr>
        <w:t>show interface</w:t>
      </w:r>
      <w:r>
        <w:rPr>
          <w:b/>
        </w:rPr>
        <w:t>s</w:t>
      </w:r>
      <w:r w:rsidRPr="001C036D">
        <w:rPr>
          <w:b/>
        </w:rPr>
        <w:t xml:space="preserve"> trunk</w:t>
      </w:r>
    </w:p>
    <w:p w:rsidR="00385600" w:rsidRDefault="00385600" w:rsidP="00385600">
      <w:pPr>
        <w:pStyle w:val="CMDOutput"/>
      </w:pPr>
      <w:r>
        <w:t xml:space="preserve">Port        Mode         </w:t>
      </w:r>
      <w:proofErr w:type="gramStart"/>
      <w:r>
        <w:t>Encapsulation  Status</w:t>
      </w:r>
      <w:proofErr w:type="gramEnd"/>
      <w:r>
        <w:t xml:space="preserve">        Native </w:t>
      </w:r>
      <w:proofErr w:type="spellStart"/>
      <w:r>
        <w:t>vlan</w:t>
      </w:r>
      <w:proofErr w:type="spellEnd"/>
    </w:p>
    <w:p w:rsidR="00385600" w:rsidRDefault="00385600" w:rsidP="00385600">
      <w:pPr>
        <w:pStyle w:val="CMDOutput"/>
      </w:pPr>
      <w:r>
        <w:t xml:space="preserve">Gig0/1      desirable    n-802.1q       </w:t>
      </w:r>
      <w:proofErr w:type="spellStart"/>
      <w:r>
        <w:t>trunking</w:t>
      </w:r>
      <w:proofErr w:type="spellEnd"/>
      <w:r>
        <w:t xml:space="preserve">      1</w:t>
      </w:r>
    </w:p>
    <w:p w:rsidR="00385600" w:rsidRDefault="00385600" w:rsidP="00385600">
      <w:pPr>
        <w:pStyle w:val="CMDOutput"/>
      </w:pPr>
      <w:r>
        <w:t xml:space="preserve">Gig0/2      on           802.1q         </w:t>
      </w:r>
      <w:proofErr w:type="spellStart"/>
      <w:r>
        <w:t>trunking</w:t>
      </w:r>
      <w:proofErr w:type="spellEnd"/>
      <w:r>
        <w:t xml:space="preserve">      1</w:t>
      </w:r>
    </w:p>
    <w:p w:rsidR="00385600" w:rsidRDefault="00385600" w:rsidP="00385600">
      <w:pPr>
        <w:pStyle w:val="CMDOutput"/>
      </w:pPr>
    </w:p>
    <w:p w:rsidR="00385600" w:rsidRDefault="00385600" w:rsidP="00385600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allowed on trunk</w:t>
      </w:r>
    </w:p>
    <w:p w:rsidR="00385600" w:rsidRDefault="00385600" w:rsidP="00385600">
      <w:pPr>
        <w:pStyle w:val="CMDOutput"/>
      </w:pPr>
      <w:r>
        <w:t>Gig0/1      1-1005</w:t>
      </w:r>
    </w:p>
    <w:p w:rsidR="00385600" w:rsidRDefault="00385600" w:rsidP="00385600">
      <w:pPr>
        <w:pStyle w:val="CMDOutput"/>
      </w:pPr>
      <w:r>
        <w:t>Gig0/2      1-1005</w:t>
      </w:r>
    </w:p>
    <w:p w:rsidR="00385600" w:rsidRDefault="00385600" w:rsidP="00385600">
      <w:pPr>
        <w:pStyle w:val="CMDOutput"/>
      </w:pPr>
    </w:p>
    <w:p w:rsidR="00385600" w:rsidRDefault="00385600" w:rsidP="00385600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allowed and active in management domain</w:t>
      </w:r>
    </w:p>
    <w:p w:rsidR="00385600" w:rsidRDefault="00385600" w:rsidP="00385600">
      <w:pPr>
        <w:pStyle w:val="CMDOutput"/>
      </w:pPr>
      <w:r>
        <w:t>Gig0/1      1</w:t>
      </w:r>
      <w:proofErr w:type="gramStart"/>
      <w:r>
        <w:t>,99,999</w:t>
      </w:r>
      <w:proofErr w:type="gramEnd"/>
    </w:p>
    <w:p w:rsidR="00385600" w:rsidRDefault="00385600" w:rsidP="00385600">
      <w:pPr>
        <w:pStyle w:val="CMDOutput"/>
      </w:pPr>
      <w:r>
        <w:t>Gig0/2      1</w:t>
      </w:r>
      <w:proofErr w:type="gramStart"/>
      <w:r>
        <w:t>,99,999</w:t>
      </w:r>
      <w:proofErr w:type="gramEnd"/>
    </w:p>
    <w:p w:rsidR="00385600" w:rsidRDefault="00385600" w:rsidP="00385600">
      <w:pPr>
        <w:pStyle w:val="CMDOutput"/>
      </w:pPr>
    </w:p>
    <w:p w:rsidR="00385600" w:rsidRDefault="00385600" w:rsidP="00385600">
      <w:pPr>
        <w:pStyle w:val="CMDOutput"/>
      </w:pPr>
      <w:r>
        <w:t xml:space="preserve">Port        </w:t>
      </w:r>
      <w:proofErr w:type="spellStart"/>
      <w:r>
        <w:t>Vlans</w:t>
      </w:r>
      <w:proofErr w:type="spellEnd"/>
      <w:r>
        <w:t xml:space="preserve"> in spanning tree forwarding state and not pruned</w:t>
      </w:r>
    </w:p>
    <w:p w:rsidR="00385600" w:rsidRDefault="00385600" w:rsidP="00385600">
      <w:pPr>
        <w:pStyle w:val="CMDOutput"/>
      </w:pPr>
      <w:r>
        <w:t>Gig0/1      none</w:t>
      </w:r>
    </w:p>
    <w:p w:rsidR="00DF6D1D" w:rsidRDefault="00385600" w:rsidP="00385600">
      <w:pPr>
        <w:pStyle w:val="CMDOutput"/>
      </w:pPr>
      <w:r>
        <w:t>Gig0/2      none</w:t>
      </w:r>
    </w:p>
    <w:p w:rsidR="00DF6D1D" w:rsidRDefault="00DF6D1D" w:rsidP="00DF6D1D">
      <w:pPr>
        <w:pStyle w:val="BodyTextL50"/>
        <w:tabs>
          <w:tab w:val="right" w:leader="underscore" w:pos="10080"/>
        </w:tabs>
        <w:rPr>
          <w:rStyle w:val="AnswerGray"/>
        </w:rPr>
      </w:pPr>
      <w:r>
        <w:t xml:space="preserve">What is the native VLAN for these trunks currently? </w:t>
      </w:r>
      <w:r>
        <w:tab/>
        <w:t xml:space="preserve"> </w:t>
      </w:r>
    </w:p>
    <w:p w:rsidR="00DF6D1D" w:rsidRDefault="00DF6D1D" w:rsidP="00DF6D1D">
      <w:pPr>
        <w:pStyle w:val="SubStepAlpha"/>
      </w:pPr>
      <w:r>
        <w:t>Configure</w:t>
      </w:r>
      <w:r w:rsidRPr="001C036D">
        <w:t xml:space="preserve"> </w:t>
      </w:r>
      <w:r>
        <w:t>VLAN 999 as the native VLAN for the trunk links on S1.</w:t>
      </w:r>
    </w:p>
    <w:p w:rsidR="00DF6D1D" w:rsidRDefault="00DF6D1D" w:rsidP="00DF6D1D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1C036D">
        <w:rPr>
          <w:b/>
        </w:rPr>
        <w:t>interface range g0/1 - 2</w:t>
      </w:r>
    </w:p>
    <w:p w:rsidR="00DF6D1D" w:rsidRDefault="00DF6D1D" w:rsidP="00DF6D1D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-if-range)# </w:t>
      </w:r>
      <w:proofErr w:type="spellStart"/>
      <w:r w:rsidRPr="001C036D">
        <w:rPr>
          <w:b/>
        </w:rPr>
        <w:t>switchport</w:t>
      </w:r>
      <w:proofErr w:type="spellEnd"/>
      <w:r w:rsidRPr="001C036D">
        <w:rPr>
          <w:b/>
        </w:rPr>
        <w:t xml:space="preserve"> trunk native </w:t>
      </w:r>
      <w:proofErr w:type="spellStart"/>
      <w:r w:rsidRPr="001C036D">
        <w:rPr>
          <w:b/>
        </w:rPr>
        <w:t>vlan</w:t>
      </w:r>
      <w:proofErr w:type="spellEnd"/>
      <w:r w:rsidRPr="001C036D">
        <w:rPr>
          <w:b/>
        </w:rPr>
        <w:t xml:space="preserve"> 999</w:t>
      </w:r>
    </w:p>
    <w:p w:rsidR="00DF6D1D" w:rsidRDefault="00DF6D1D" w:rsidP="00DF6D1D">
      <w:pPr>
        <w:pStyle w:val="BodyTextL50"/>
      </w:pPr>
      <w:r>
        <w:t>What messages did you receive</w:t>
      </w:r>
      <w:r w:rsidR="007B72AE">
        <w:t xml:space="preserve"> on S1</w:t>
      </w:r>
      <w:r>
        <w:t>? How would you correct it?</w:t>
      </w:r>
    </w:p>
    <w:p w:rsidR="00DF6D1D" w:rsidRPr="001C036D" w:rsidRDefault="00DF6D1D" w:rsidP="00DF6D1D">
      <w:pPr>
        <w:pStyle w:val="BodyTextL50"/>
      </w:pPr>
      <w:r w:rsidRPr="001C036D">
        <w:t>____________________________________________________________________________________</w:t>
      </w:r>
    </w:p>
    <w:p w:rsidR="00DF6D1D" w:rsidRPr="001C036D" w:rsidRDefault="00DF6D1D" w:rsidP="00DF6D1D">
      <w:pPr>
        <w:pStyle w:val="BodyTextL50"/>
      </w:pPr>
      <w:r w:rsidRPr="001C036D">
        <w:t>____________________________________________________________________________________</w:t>
      </w:r>
    </w:p>
    <w:p w:rsidR="00DF6D1D" w:rsidRDefault="00DF6D1D" w:rsidP="00DF6D1D">
      <w:pPr>
        <w:pStyle w:val="SubStepAlpha"/>
        <w:rPr>
          <w:lang w:eastAsia="zh-CN"/>
        </w:rPr>
      </w:pPr>
      <w:r>
        <w:rPr>
          <w:lang w:eastAsia="zh-CN"/>
        </w:rPr>
        <w:t>On S2 and S3, configure VLAN 999 as the native VLAN.</w:t>
      </w:r>
    </w:p>
    <w:p w:rsidR="00DA4238" w:rsidRDefault="00DF6D1D" w:rsidP="00DA4238">
      <w:pPr>
        <w:pStyle w:val="SubStepAlpha"/>
        <w:rPr>
          <w:lang w:eastAsia="zh-CN"/>
        </w:rPr>
      </w:pPr>
      <w:r>
        <w:rPr>
          <w:lang w:eastAsia="zh-CN"/>
        </w:rPr>
        <w:t xml:space="preserve">Verify </w:t>
      </w:r>
      <w:proofErr w:type="spellStart"/>
      <w:r>
        <w:rPr>
          <w:lang w:eastAsia="zh-CN"/>
        </w:rPr>
        <w:t>trunking</w:t>
      </w:r>
      <w:proofErr w:type="spellEnd"/>
      <w:r>
        <w:rPr>
          <w:lang w:eastAsia="zh-CN"/>
        </w:rPr>
        <w:t xml:space="preserve"> is successfully configured on all the switches.</w:t>
      </w:r>
      <w:r w:rsidR="00DA4238">
        <w:rPr>
          <w:lang w:eastAsia="zh-CN"/>
        </w:rPr>
        <w:t xml:space="preserve"> You should be able ping </w:t>
      </w:r>
      <w:r w:rsidR="00470625">
        <w:rPr>
          <w:lang w:eastAsia="zh-CN"/>
        </w:rPr>
        <w:t>one</w:t>
      </w:r>
      <w:r w:rsidR="00DA4238">
        <w:rPr>
          <w:lang w:eastAsia="zh-CN"/>
        </w:rPr>
        <w:t xml:space="preserve"> switch from</w:t>
      </w:r>
      <w:r w:rsidR="00692D04">
        <w:rPr>
          <w:lang w:eastAsia="zh-CN"/>
        </w:rPr>
        <w:t xml:space="preserve"> another switch in the topology using the IP addresses configured on the SVI.</w:t>
      </w:r>
    </w:p>
    <w:p w:rsidR="00797558" w:rsidRDefault="006C26F0" w:rsidP="00A44898">
      <w:pPr>
        <w:pStyle w:val="PartHead"/>
      </w:pPr>
      <w:r>
        <w:t xml:space="preserve">Configure and Verify </w:t>
      </w:r>
      <w:r w:rsidR="00A44898">
        <w:t>VTP</w:t>
      </w:r>
    </w:p>
    <w:p w:rsidR="00797558" w:rsidRDefault="00A44898" w:rsidP="00A44898">
      <w:pPr>
        <w:pStyle w:val="BodyTextL25"/>
      </w:pPr>
      <w:r>
        <w:t xml:space="preserve">S1 </w:t>
      </w:r>
      <w:r w:rsidR="00E108BD">
        <w:rPr>
          <w:rFonts w:cs="Arial"/>
          <w:color w:val="000000"/>
          <w:szCs w:val="20"/>
        </w:rPr>
        <w:t>will be configured as the VTP server and S2 will be configured as a VTP client. All the switches will be configured to be in the VTP domain</w:t>
      </w:r>
      <w:r w:rsidR="00E108BD">
        <w:rPr>
          <w:rStyle w:val="apple-converted-space"/>
          <w:rFonts w:cs="Arial"/>
          <w:color w:val="000000"/>
          <w:szCs w:val="20"/>
        </w:rPr>
        <w:t> </w:t>
      </w:r>
      <w:r w:rsidR="00E108BD">
        <w:rPr>
          <w:rFonts w:cs="Arial"/>
          <w:b/>
          <w:bCs/>
          <w:color w:val="000000"/>
          <w:szCs w:val="20"/>
        </w:rPr>
        <w:t>CCNA</w:t>
      </w:r>
      <w:r w:rsidR="00E108BD">
        <w:rPr>
          <w:rStyle w:val="apple-converted-space"/>
          <w:rFonts w:cs="Arial"/>
          <w:b/>
          <w:bCs/>
          <w:color w:val="000000"/>
          <w:szCs w:val="20"/>
        </w:rPr>
        <w:t> </w:t>
      </w:r>
      <w:r w:rsidR="00E108BD">
        <w:rPr>
          <w:rFonts w:cs="Arial"/>
          <w:color w:val="000000"/>
          <w:szCs w:val="20"/>
        </w:rPr>
        <w:t>and use the VTP password</w:t>
      </w:r>
      <w:r w:rsidR="00E108BD">
        <w:rPr>
          <w:rStyle w:val="apple-converted-space"/>
          <w:rFonts w:cs="Arial"/>
          <w:color w:val="000000"/>
          <w:szCs w:val="20"/>
        </w:rPr>
        <w:t> </w:t>
      </w:r>
      <w:r w:rsidR="00E108BD">
        <w:rPr>
          <w:rFonts w:cs="Arial"/>
          <w:b/>
          <w:bCs/>
          <w:color w:val="000000"/>
          <w:szCs w:val="20"/>
        </w:rPr>
        <w:t>cisco</w:t>
      </w:r>
      <w:r w:rsidR="00BF2CA3">
        <w:t>.</w:t>
      </w:r>
    </w:p>
    <w:p w:rsidR="00DF6D1D" w:rsidRDefault="00DF6D1D" w:rsidP="00DF6D1D">
      <w:pPr>
        <w:pStyle w:val="BodyTextL25"/>
        <w:rPr>
          <w:lang w:eastAsia="zh-CN"/>
        </w:rPr>
      </w:pPr>
      <w:r>
        <w:t xml:space="preserve">VLANs </w:t>
      </w:r>
      <w:r w:rsidR="00E108BD">
        <w:rPr>
          <w:rFonts w:cs="Arial"/>
          <w:color w:val="000000"/>
          <w:szCs w:val="20"/>
        </w:rPr>
        <w:t>can be created on the VTP server and distributed to other switches in the VTP domain. In this part, you will create 3 new VLANs on the VTP server, S1. These VLANs will be distributed to S2 using VTP. Observe how the transparent VTP mode behaves</w:t>
      </w:r>
      <w:r w:rsidR="00DA4238">
        <w:t>.</w:t>
      </w:r>
    </w:p>
    <w:p w:rsidR="0082395C" w:rsidRDefault="0082395C" w:rsidP="00BF2CA3">
      <w:pPr>
        <w:pStyle w:val="StepHead"/>
      </w:pPr>
      <w:r>
        <w:t>Configure</w:t>
      </w:r>
      <w:r w:rsidR="00E90290">
        <w:t xml:space="preserve"> S1 as </w:t>
      </w:r>
      <w:r>
        <w:t>VTP</w:t>
      </w:r>
      <w:r w:rsidR="00E90290">
        <w:t xml:space="preserve"> server</w:t>
      </w:r>
      <w:r>
        <w:t>.</w:t>
      </w:r>
    </w:p>
    <w:p w:rsidR="00BF2CA3" w:rsidRDefault="0082395C" w:rsidP="0082395C">
      <w:pPr>
        <w:pStyle w:val="BodyTextL25"/>
      </w:pPr>
      <w:r>
        <w:t>C</w:t>
      </w:r>
      <w:r w:rsidR="006C26F0">
        <w:t xml:space="preserve">onfigure S1 as the VTP server in the </w:t>
      </w:r>
      <w:r w:rsidR="006C26F0" w:rsidRPr="0082395C">
        <w:rPr>
          <w:b/>
        </w:rPr>
        <w:t>CCNA</w:t>
      </w:r>
      <w:r w:rsidR="006C26F0">
        <w:t xml:space="preserve"> domain with the password </w:t>
      </w:r>
      <w:r w:rsidR="006C26F0" w:rsidRPr="0082395C">
        <w:rPr>
          <w:b/>
        </w:rPr>
        <w:t>cisco</w:t>
      </w:r>
      <w:r w:rsidR="006C26F0">
        <w:t>.</w:t>
      </w:r>
    </w:p>
    <w:p w:rsidR="00352CFD" w:rsidRDefault="00352CFD" w:rsidP="00352CFD">
      <w:pPr>
        <w:pStyle w:val="SubStepAlpha"/>
      </w:pPr>
      <w:r>
        <w:t>Configure S1 as a VTP server.</w:t>
      </w:r>
    </w:p>
    <w:p w:rsidR="006C26F0" w:rsidRDefault="006C26F0" w:rsidP="006C26F0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)# </w:t>
      </w:r>
      <w:proofErr w:type="spellStart"/>
      <w:r w:rsidRPr="006C26F0">
        <w:rPr>
          <w:b/>
        </w:rPr>
        <w:t>vtp</w:t>
      </w:r>
      <w:proofErr w:type="spellEnd"/>
      <w:r w:rsidRPr="006C26F0">
        <w:rPr>
          <w:b/>
        </w:rPr>
        <w:t xml:space="preserve"> mode server</w:t>
      </w:r>
    </w:p>
    <w:p w:rsidR="006C26F0" w:rsidRDefault="006C26F0" w:rsidP="006C26F0">
      <w:pPr>
        <w:pStyle w:val="CMD"/>
      </w:pPr>
      <w:r>
        <w:t>Setting device to VTP SERVER mode.</w:t>
      </w:r>
    </w:p>
    <w:p w:rsidR="00352CFD" w:rsidRPr="00352CFD" w:rsidRDefault="00352CFD" w:rsidP="00352CFD">
      <w:pPr>
        <w:pStyle w:val="SubStepAlpha"/>
      </w:pPr>
      <w:r>
        <w:t xml:space="preserve">Configure </w:t>
      </w:r>
      <w:r>
        <w:rPr>
          <w:b/>
        </w:rPr>
        <w:t>CCNA</w:t>
      </w:r>
      <w:r>
        <w:t xml:space="preserve"> as the VTP domain name.</w:t>
      </w:r>
    </w:p>
    <w:p w:rsidR="006C26F0" w:rsidRDefault="006C26F0" w:rsidP="006C26F0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)# </w:t>
      </w:r>
      <w:proofErr w:type="spellStart"/>
      <w:r w:rsidRPr="006C26F0">
        <w:rPr>
          <w:b/>
        </w:rPr>
        <w:t>vtp</w:t>
      </w:r>
      <w:proofErr w:type="spellEnd"/>
      <w:r w:rsidRPr="006C26F0">
        <w:rPr>
          <w:b/>
        </w:rPr>
        <w:t xml:space="preserve"> domain CCNA</w:t>
      </w:r>
    </w:p>
    <w:p w:rsidR="006C26F0" w:rsidRDefault="006C26F0" w:rsidP="006C26F0">
      <w:pPr>
        <w:pStyle w:val="CMD"/>
      </w:pPr>
      <w:r>
        <w:lastRenderedPageBreak/>
        <w:t>Changing VTP domain name from NULL to CCNA</w:t>
      </w:r>
    </w:p>
    <w:p w:rsidR="00352CFD" w:rsidRDefault="00352CFD" w:rsidP="00352CFD">
      <w:pPr>
        <w:pStyle w:val="SubStepAlpha"/>
      </w:pPr>
      <w:r>
        <w:t xml:space="preserve">Configure </w:t>
      </w:r>
      <w:r w:rsidRPr="0082395C">
        <w:rPr>
          <w:b/>
        </w:rPr>
        <w:t>cisco</w:t>
      </w:r>
      <w:r w:rsidRPr="00035DA4">
        <w:t xml:space="preserve"> as the VTP password.</w:t>
      </w:r>
    </w:p>
    <w:p w:rsidR="006C26F0" w:rsidRDefault="006C26F0" w:rsidP="006C26F0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)# </w:t>
      </w:r>
      <w:proofErr w:type="spellStart"/>
      <w:r w:rsidRPr="006C26F0">
        <w:rPr>
          <w:b/>
        </w:rPr>
        <w:t>vtp</w:t>
      </w:r>
      <w:proofErr w:type="spellEnd"/>
      <w:r w:rsidRPr="006C26F0">
        <w:rPr>
          <w:b/>
        </w:rPr>
        <w:t xml:space="preserve"> password cisco</w:t>
      </w:r>
    </w:p>
    <w:p w:rsidR="006C26F0" w:rsidRDefault="006C26F0" w:rsidP="006C26F0">
      <w:pPr>
        <w:pStyle w:val="CMD"/>
      </w:pPr>
      <w:r>
        <w:t>Setting device VLAN database password to cisco</w:t>
      </w:r>
    </w:p>
    <w:p w:rsidR="00E90290" w:rsidRPr="00BF2CA3" w:rsidRDefault="00E90290" w:rsidP="00E90290">
      <w:pPr>
        <w:pStyle w:val="StepHead"/>
      </w:pPr>
      <w:r>
        <w:t>Verify VTP on S1.</w:t>
      </w:r>
    </w:p>
    <w:p w:rsidR="00E90290" w:rsidRPr="000C0240" w:rsidRDefault="00E90290" w:rsidP="00E90290">
      <w:pPr>
        <w:pStyle w:val="SubStepAlpha"/>
      </w:pPr>
      <w:r w:rsidRPr="00773254">
        <w:t xml:space="preserve">Use the </w:t>
      </w:r>
      <w:r w:rsidRPr="00773254">
        <w:rPr>
          <w:b/>
        </w:rPr>
        <w:t xml:space="preserve">show </w:t>
      </w:r>
      <w:proofErr w:type="spellStart"/>
      <w:r w:rsidRPr="00773254">
        <w:rPr>
          <w:b/>
        </w:rPr>
        <w:t>vtp</w:t>
      </w:r>
      <w:proofErr w:type="spellEnd"/>
      <w:r w:rsidRPr="00773254">
        <w:rPr>
          <w:b/>
        </w:rPr>
        <w:t xml:space="preserve"> status</w:t>
      </w:r>
      <w:r>
        <w:t xml:space="preserve"> command on the switches</w:t>
      </w:r>
      <w:r w:rsidRPr="00773254">
        <w:t xml:space="preserve"> to confirm that </w:t>
      </w:r>
      <w:r>
        <w:t xml:space="preserve">the </w:t>
      </w:r>
      <w:r w:rsidRPr="00773254">
        <w:t>VTP mode and d</w:t>
      </w:r>
      <w:r>
        <w:t>omain are configured correctly.</w:t>
      </w:r>
    </w:p>
    <w:p w:rsidR="00E90290" w:rsidRPr="000C0240" w:rsidRDefault="00E90290" w:rsidP="00E90290">
      <w:pPr>
        <w:pStyle w:val="CMD"/>
      </w:pPr>
      <w:r>
        <w:t>S1#</w:t>
      </w:r>
      <w:r w:rsidRPr="000C0240">
        <w:t xml:space="preserve"> </w:t>
      </w:r>
      <w:r w:rsidRPr="000C0240">
        <w:rPr>
          <w:b/>
        </w:rPr>
        <w:t xml:space="preserve">show </w:t>
      </w:r>
      <w:proofErr w:type="spellStart"/>
      <w:r w:rsidRPr="000C0240">
        <w:rPr>
          <w:b/>
        </w:rPr>
        <w:t>vtp</w:t>
      </w:r>
      <w:proofErr w:type="spellEnd"/>
      <w:r w:rsidRPr="000C0240">
        <w:rPr>
          <w:b/>
        </w:rPr>
        <w:t xml:space="preserve"> status</w:t>
      </w:r>
    </w:p>
    <w:p w:rsidR="00AC2CA7" w:rsidRPr="00AC2CA7" w:rsidRDefault="00AC2CA7" w:rsidP="00AC2CA7">
      <w:pPr>
        <w:pStyle w:val="CMDOutput"/>
      </w:pPr>
      <w:r w:rsidRPr="00AC2CA7">
        <w:t>VTP Version                     : 2</w:t>
      </w:r>
    </w:p>
    <w:p w:rsidR="00AC2CA7" w:rsidRPr="00AC2CA7" w:rsidRDefault="00AC2CA7" w:rsidP="00AC2CA7">
      <w:pPr>
        <w:pStyle w:val="CMDOutput"/>
      </w:pPr>
      <w:r w:rsidRPr="00AC2CA7">
        <w:t>Configuration Revision          : 0</w:t>
      </w:r>
    </w:p>
    <w:p w:rsidR="00AC2CA7" w:rsidRPr="00AC2CA7" w:rsidRDefault="00AC2CA7" w:rsidP="00AC2CA7">
      <w:pPr>
        <w:pStyle w:val="CMDOutput"/>
      </w:pPr>
      <w:r w:rsidRPr="00AC2CA7">
        <w:t xml:space="preserve">Maximum VLANs supported </w:t>
      </w:r>
      <w:proofErr w:type="gramStart"/>
      <w:r w:rsidRPr="00AC2CA7">
        <w:t>locally :</w:t>
      </w:r>
      <w:proofErr w:type="gramEnd"/>
      <w:r w:rsidRPr="00AC2CA7">
        <w:t xml:space="preserve"> 255</w:t>
      </w:r>
    </w:p>
    <w:p w:rsidR="00AC2CA7" w:rsidRPr="00AC2CA7" w:rsidRDefault="00AC2CA7" w:rsidP="00AC2CA7">
      <w:pPr>
        <w:pStyle w:val="CMDOutput"/>
      </w:pPr>
      <w:r w:rsidRPr="00AC2CA7">
        <w:t>Number of exist</w:t>
      </w:r>
      <w:r w:rsidR="007B72AE">
        <w:t>ing VLANs        : 7</w:t>
      </w:r>
    </w:p>
    <w:p w:rsidR="00AC2CA7" w:rsidRPr="00AC2CA7" w:rsidRDefault="00AC2CA7" w:rsidP="00AC2CA7">
      <w:pPr>
        <w:pStyle w:val="CMDOutput"/>
      </w:pPr>
      <w:r w:rsidRPr="00AC2CA7">
        <w:t>VTP Operating Mode              : Server</w:t>
      </w:r>
    </w:p>
    <w:p w:rsidR="00AC2CA7" w:rsidRPr="00AC2CA7" w:rsidRDefault="00AC2CA7" w:rsidP="00AC2CA7">
      <w:pPr>
        <w:pStyle w:val="CMDOutput"/>
      </w:pPr>
      <w:r w:rsidRPr="00AC2CA7">
        <w:t>VTP Domain Name                 : CCNA</w:t>
      </w:r>
    </w:p>
    <w:p w:rsidR="00AC2CA7" w:rsidRPr="00AC2CA7" w:rsidRDefault="00AC2CA7" w:rsidP="00AC2CA7">
      <w:pPr>
        <w:pStyle w:val="CMDOutput"/>
      </w:pPr>
      <w:r w:rsidRPr="00AC2CA7">
        <w:t>VTP Pruning Mode                : Disabled</w:t>
      </w:r>
    </w:p>
    <w:p w:rsidR="00AC2CA7" w:rsidRPr="00AC2CA7" w:rsidRDefault="00AC2CA7" w:rsidP="00AC2CA7">
      <w:pPr>
        <w:pStyle w:val="CMDOutput"/>
      </w:pPr>
      <w:r w:rsidRPr="00AC2CA7">
        <w:t>VTP V2 Mode                     : Disabled</w:t>
      </w:r>
    </w:p>
    <w:p w:rsidR="00AC2CA7" w:rsidRPr="00AC2CA7" w:rsidRDefault="00AC2CA7" w:rsidP="00AC2CA7">
      <w:pPr>
        <w:pStyle w:val="CMDOutput"/>
      </w:pPr>
      <w:r w:rsidRPr="00AC2CA7">
        <w:t>VTP Traps Generation            : Disabled</w:t>
      </w:r>
    </w:p>
    <w:p w:rsidR="00AC2CA7" w:rsidRPr="00AC2CA7" w:rsidRDefault="00AC2CA7" w:rsidP="00AC2CA7">
      <w:pPr>
        <w:pStyle w:val="CMDOutput"/>
      </w:pPr>
      <w:r w:rsidRPr="00AC2CA7">
        <w:t xml:space="preserve">MD5 digest                      : 0x8C 0x29 0x40 0xDD 0x7F 0x7A 0x63 0x17 </w:t>
      </w:r>
    </w:p>
    <w:p w:rsidR="00AC2CA7" w:rsidRPr="00AC2CA7" w:rsidRDefault="00AC2CA7" w:rsidP="00AC2CA7">
      <w:pPr>
        <w:pStyle w:val="CMDOutput"/>
      </w:pPr>
      <w:r w:rsidRPr="00AC2CA7">
        <w:t>Configuration last modified by 0.0.0.0 at 0-0-00 00:00:00</w:t>
      </w:r>
    </w:p>
    <w:p w:rsidR="00AC2CA7" w:rsidRPr="00AC2CA7" w:rsidRDefault="00AC2CA7" w:rsidP="00AC2CA7">
      <w:pPr>
        <w:pStyle w:val="CMDOutput"/>
        <w:rPr>
          <w:rFonts w:ascii="Arial" w:hAnsi="Arial"/>
        </w:rPr>
      </w:pPr>
      <w:r w:rsidRPr="00AC2CA7">
        <w:t>Local updater ID is 192.168.99.1 on interface Vl99 (lowest numbered VLAN interface found)</w:t>
      </w:r>
    </w:p>
    <w:p w:rsidR="00E90290" w:rsidRDefault="00E90290" w:rsidP="00AC2CA7">
      <w:pPr>
        <w:pStyle w:val="SubStepAlpha"/>
      </w:pPr>
      <w:r>
        <w:t xml:space="preserve">To verify the VTP password, use the </w:t>
      </w:r>
      <w:r>
        <w:rPr>
          <w:b/>
        </w:rPr>
        <w:t xml:space="preserve">show </w:t>
      </w:r>
      <w:proofErr w:type="spellStart"/>
      <w:r>
        <w:rPr>
          <w:b/>
        </w:rPr>
        <w:t>vtp</w:t>
      </w:r>
      <w:proofErr w:type="spellEnd"/>
      <w:r>
        <w:rPr>
          <w:b/>
        </w:rPr>
        <w:t xml:space="preserve"> password</w:t>
      </w:r>
      <w:r>
        <w:t xml:space="preserve"> command.</w:t>
      </w:r>
    </w:p>
    <w:p w:rsidR="00E90290" w:rsidRPr="00773254" w:rsidRDefault="00E90290" w:rsidP="00E90290">
      <w:pPr>
        <w:pStyle w:val="CMD"/>
      </w:pPr>
      <w:r w:rsidRPr="00773254">
        <w:t>S1#</w:t>
      </w:r>
      <w:r>
        <w:t xml:space="preserve"> </w:t>
      </w:r>
      <w:r w:rsidRPr="00E90290">
        <w:rPr>
          <w:b/>
        </w:rPr>
        <w:t xml:space="preserve">show </w:t>
      </w:r>
      <w:proofErr w:type="spellStart"/>
      <w:r w:rsidRPr="00E90290">
        <w:rPr>
          <w:b/>
        </w:rPr>
        <w:t>vtp</w:t>
      </w:r>
      <w:proofErr w:type="spellEnd"/>
      <w:r w:rsidRPr="00E90290">
        <w:rPr>
          <w:b/>
        </w:rPr>
        <w:t xml:space="preserve"> password</w:t>
      </w:r>
    </w:p>
    <w:p w:rsidR="00E90290" w:rsidRDefault="00E90290" w:rsidP="00E90290">
      <w:pPr>
        <w:pStyle w:val="CMD"/>
      </w:pPr>
      <w:r w:rsidRPr="00773254">
        <w:t>VTP Password: cisco</w:t>
      </w:r>
    </w:p>
    <w:p w:rsidR="0082395C" w:rsidRDefault="00385600" w:rsidP="00E90290">
      <w:pPr>
        <w:pStyle w:val="StepHead"/>
      </w:pPr>
      <w:r>
        <w:t>Add S2 and S3 to the VTP domain.</w:t>
      </w:r>
    </w:p>
    <w:p w:rsidR="00E90290" w:rsidRPr="00E90290" w:rsidRDefault="000B582F" w:rsidP="00E90290">
      <w:pPr>
        <w:pStyle w:val="BodyTextL25"/>
      </w:pPr>
      <w:r>
        <w:t xml:space="preserve">Before </w:t>
      </w:r>
      <w:r w:rsidR="00E108BD">
        <w:rPr>
          <w:rFonts w:cs="Arial"/>
          <w:color w:val="000000"/>
          <w:szCs w:val="20"/>
        </w:rPr>
        <w:t>S2 and S3 will accept VTP advertisements from S1, they must belong to the same VTP domain. Configure S2 as a VTP client with</w:t>
      </w:r>
      <w:r w:rsidR="00E108BD">
        <w:rPr>
          <w:rStyle w:val="apple-converted-space"/>
          <w:rFonts w:cs="Arial"/>
          <w:color w:val="000000"/>
          <w:szCs w:val="20"/>
        </w:rPr>
        <w:t> </w:t>
      </w:r>
      <w:r w:rsidR="00E108BD">
        <w:rPr>
          <w:rFonts w:cs="Arial"/>
          <w:b/>
          <w:bCs/>
          <w:color w:val="000000"/>
          <w:szCs w:val="20"/>
        </w:rPr>
        <w:t>CCNA</w:t>
      </w:r>
      <w:r w:rsidR="00E108BD">
        <w:rPr>
          <w:rStyle w:val="apple-converted-space"/>
          <w:rFonts w:cs="Arial"/>
          <w:color w:val="000000"/>
          <w:szCs w:val="20"/>
        </w:rPr>
        <w:t> </w:t>
      </w:r>
      <w:r w:rsidR="00E108BD">
        <w:rPr>
          <w:rFonts w:cs="Arial"/>
          <w:color w:val="000000"/>
          <w:szCs w:val="20"/>
        </w:rPr>
        <w:t>as the VTP domain name and</w:t>
      </w:r>
      <w:r w:rsidR="00E108BD">
        <w:rPr>
          <w:rStyle w:val="apple-converted-space"/>
          <w:rFonts w:cs="Arial"/>
          <w:color w:val="000000"/>
          <w:szCs w:val="20"/>
        </w:rPr>
        <w:t> </w:t>
      </w:r>
      <w:r w:rsidR="00E108BD">
        <w:rPr>
          <w:rFonts w:cs="Arial"/>
          <w:b/>
          <w:bCs/>
          <w:color w:val="000000"/>
          <w:szCs w:val="20"/>
        </w:rPr>
        <w:t>cisco</w:t>
      </w:r>
      <w:r w:rsidR="00E108BD">
        <w:rPr>
          <w:rStyle w:val="apple-converted-space"/>
          <w:rFonts w:cs="Arial"/>
          <w:b/>
          <w:bCs/>
          <w:color w:val="000000"/>
          <w:szCs w:val="20"/>
        </w:rPr>
        <w:t> </w:t>
      </w:r>
      <w:r w:rsidR="00E108BD">
        <w:rPr>
          <w:rFonts w:cs="Arial"/>
          <w:color w:val="000000"/>
          <w:szCs w:val="20"/>
        </w:rPr>
        <w:t>as the VTP password. Remember that VTP domain names are case sensitive</w:t>
      </w:r>
      <w:r w:rsidR="00E90290">
        <w:t>.</w:t>
      </w:r>
    </w:p>
    <w:p w:rsidR="00352CFD" w:rsidRDefault="000B582F" w:rsidP="00352CFD">
      <w:pPr>
        <w:pStyle w:val="SubStepAlpha"/>
      </w:pPr>
      <w:r>
        <w:t>Configure S2</w:t>
      </w:r>
      <w:r w:rsidR="00080192">
        <w:t xml:space="preserve"> as</w:t>
      </w:r>
      <w:r w:rsidR="00470625">
        <w:t xml:space="preserve"> a</w:t>
      </w:r>
      <w:r w:rsidR="00080192">
        <w:t xml:space="preserve"> VTP client</w:t>
      </w:r>
      <w:r w:rsidR="00352CFD">
        <w:t xml:space="preserve"> in the </w:t>
      </w:r>
      <w:r w:rsidR="00352CFD" w:rsidRPr="00352CFD">
        <w:rPr>
          <w:b/>
        </w:rPr>
        <w:t>CCNA</w:t>
      </w:r>
      <w:r w:rsidR="00352CFD">
        <w:rPr>
          <w:b/>
        </w:rPr>
        <w:t xml:space="preserve"> </w:t>
      </w:r>
      <w:r w:rsidR="00352CFD" w:rsidRPr="00352CFD">
        <w:t>VTP</w:t>
      </w:r>
      <w:r w:rsidR="00352CFD">
        <w:t xml:space="preserve"> domain with the VTP password </w:t>
      </w:r>
      <w:r w:rsidR="00352CFD" w:rsidRPr="00352CFD">
        <w:rPr>
          <w:b/>
        </w:rPr>
        <w:t>cisco</w:t>
      </w:r>
      <w:r w:rsidR="00352CFD">
        <w:t>.</w:t>
      </w:r>
    </w:p>
    <w:p w:rsidR="005A45E8" w:rsidRPr="00E90290" w:rsidRDefault="005A45E8" w:rsidP="00E90290">
      <w:pPr>
        <w:pStyle w:val="CMD"/>
      </w:pPr>
      <w:proofErr w:type="gramStart"/>
      <w:r>
        <w:t>S2(</w:t>
      </w:r>
      <w:proofErr w:type="spellStart"/>
      <w:proofErr w:type="gramEnd"/>
      <w:r>
        <w:t>config</w:t>
      </w:r>
      <w:proofErr w:type="spellEnd"/>
      <w:r>
        <w:t xml:space="preserve">)# </w:t>
      </w:r>
      <w:proofErr w:type="spellStart"/>
      <w:r w:rsidRPr="00E90290">
        <w:rPr>
          <w:b/>
        </w:rPr>
        <w:t>vtp</w:t>
      </w:r>
      <w:proofErr w:type="spellEnd"/>
      <w:r w:rsidRPr="00E90290">
        <w:rPr>
          <w:b/>
        </w:rPr>
        <w:t xml:space="preserve"> mode client</w:t>
      </w:r>
    </w:p>
    <w:p w:rsidR="005A45E8" w:rsidRDefault="005A45E8" w:rsidP="005A45E8">
      <w:pPr>
        <w:pStyle w:val="CMD"/>
      </w:pPr>
      <w:r>
        <w:t>Setting device to VTP CLIENT mode.</w:t>
      </w:r>
    </w:p>
    <w:p w:rsidR="005A45E8" w:rsidRDefault="005A45E8" w:rsidP="005A45E8">
      <w:pPr>
        <w:pStyle w:val="CMD"/>
      </w:pPr>
      <w:proofErr w:type="gramStart"/>
      <w:r>
        <w:t>S2(</w:t>
      </w:r>
      <w:proofErr w:type="spellStart"/>
      <w:proofErr w:type="gramEnd"/>
      <w:r>
        <w:t>config</w:t>
      </w:r>
      <w:proofErr w:type="spellEnd"/>
      <w:r>
        <w:t xml:space="preserve">)# </w:t>
      </w:r>
      <w:proofErr w:type="spellStart"/>
      <w:r w:rsidRPr="005A45E8">
        <w:rPr>
          <w:b/>
        </w:rPr>
        <w:t>vtp</w:t>
      </w:r>
      <w:proofErr w:type="spellEnd"/>
      <w:r w:rsidRPr="005A45E8">
        <w:rPr>
          <w:b/>
        </w:rPr>
        <w:t xml:space="preserve"> domain CCNA</w:t>
      </w:r>
    </w:p>
    <w:p w:rsidR="005A45E8" w:rsidRDefault="005A45E8" w:rsidP="005A45E8">
      <w:pPr>
        <w:pStyle w:val="CMD"/>
      </w:pPr>
      <w:r>
        <w:t>Changing VTP domain name from NULL to CCNA</w:t>
      </w:r>
    </w:p>
    <w:p w:rsidR="005A45E8" w:rsidRDefault="005A45E8" w:rsidP="005A45E8">
      <w:pPr>
        <w:pStyle w:val="CMD"/>
      </w:pPr>
      <w:proofErr w:type="gramStart"/>
      <w:r>
        <w:t>S2(</w:t>
      </w:r>
      <w:proofErr w:type="spellStart"/>
      <w:proofErr w:type="gramEnd"/>
      <w:r>
        <w:t>config</w:t>
      </w:r>
      <w:proofErr w:type="spellEnd"/>
      <w:r>
        <w:t xml:space="preserve">)# </w:t>
      </w:r>
      <w:proofErr w:type="spellStart"/>
      <w:r w:rsidRPr="005A45E8">
        <w:rPr>
          <w:b/>
        </w:rPr>
        <w:t>vtp</w:t>
      </w:r>
      <w:proofErr w:type="spellEnd"/>
      <w:r w:rsidRPr="005A45E8">
        <w:rPr>
          <w:b/>
        </w:rPr>
        <w:t xml:space="preserve"> password cisco</w:t>
      </w:r>
    </w:p>
    <w:p w:rsidR="0082395C" w:rsidRPr="0082395C" w:rsidRDefault="005A45E8" w:rsidP="005A45E8">
      <w:pPr>
        <w:pStyle w:val="CMD"/>
      </w:pPr>
      <w:r>
        <w:t>Setting device VLAN database password to cisco</w:t>
      </w:r>
    </w:p>
    <w:p w:rsidR="00352CFD" w:rsidRDefault="00352CFD" w:rsidP="00352CFD">
      <w:pPr>
        <w:pStyle w:val="SubStepAlpha"/>
      </w:pPr>
      <w:r>
        <w:t xml:space="preserve">To verify the VTP password, use the </w:t>
      </w:r>
      <w:r w:rsidRPr="00352CFD">
        <w:rPr>
          <w:b/>
        </w:rPr>
        <w:t xml:space="preserve">show </w:t>
      </w:r>
      <w:proofErr w:type="spellStart"/>
      <w:r w:rsidRPr="00352CFD">
        <w:rPr>
          <w:b/>
        </w:rPr>
        <w:t>vtp</w:t>
      </w:r>
      <w:proofErr w:type="spellEnd"/>
      <w:r w:rsidRPr="00352CFD">
        <w:rPr>
          <w:b/>
        </w:rPr>
        <w:t xml:space="preserve"> password</w:t>
      </w:r>
      <w:r>
        <w:t xml:space="preserve"> command.</w:t>
      </w:r>
    </w:p>
    <w:p w:rsidR="00352CFD" w:rsidRPr="00352CFD" w:rsidRDefault="000B582F" w:rsidP="00352CFD">
      <w:pPr>
        <w:pStyle w:val="CMD"/>
        <w:rPr>
          <w:rFonts w:cs="Courier New"/>
          <w:szCs w:val="20"/>
        </w:rPr>
      </w:pPr>
      <w:r>
        <w:rPr>
          <w:rFonts w:cs="Courier New"/>
          <w:szCs w:val="20"/>
        </w:rPr>
        <w:t>S2</w:t>
      </w:r>
      <w:r w:rsidR="00352CFD" w:rsidRPr="00352CFD">
        <w:rPr>
          <w:rFonts w:cs="Courier New"/>
          <w:szCs w:val="20"/>
        </w:rPr>
        <w:t>#</w:t>
      </w:r>
      <w:r w:rsidR="00352CFD">
        <w:rPr>
          <w:rFonts w:cs="Courier New"/>
          <w:szCs w:val="20"/>
        </w:rPr>
        <w:t xml:space="preserve"> </w:t>
      </w:r>
      <w:r w:rsidR="00352CFD" w:rsidRPr="00352CFD">
        <w:rPr>
          <w:rFonts w:cs="Courier New"/>
          <w:b/>
          <w:szCs w:val="20"/>
        </w:rPr>
        <w:t xml:space="preserve">show </w:t>
      </w:r>
      <w:proofErr w:type="spellStart"/>
      <w:r w:rsidR="00352CFD" w:rsidRPr="00352CFD">
        <w:rPr>
          <w:rFonts w:cs="Courier New"/>
          <w:b/>
          <w:szCs w:val="20"/>
        </w:rPr>
        <w:t>vtp</w:t>
      </w:r>
      <w:proofErr w:type="spellEnd"/>
      <w:r w:rsidR="00352CFD" w:rsidRPr="00352CFD">
        <w:rPr>
          <w:rFonts w:cs="Courier New"/>
          <w:b/>
          <w:szCs w:val="20"/>
        </w:rPr>
        <w:t xml:space="preserve"> password</w:t>
      </w:r>
    </w:p>
    <w:p w:rsidR="00352CFD" w:rsidRPr="00352CFD" w:rsidRDefault="00352CFD" w:rsidP="00352CFD">
      <w:pPr>
        <w:pStyle w:val="CMD"/>
        <w:rPr>
          <w:rFonts w:cs="Courier New"/>
          <w:szCs w:val="20"/>
        </w:rPr>
      </w:pPr>
      <w:r w:rsidRPr="00352CFD">
        <w:rPr>
          <w:rFonts w:cs="Courier New"/>
          <w:szCs w:val="20"/>
        </w:rPr>
        <w:t>VTP Password: cisco</w:t>
      </w:r>
    </w:p>
    <w:p w:rsidR="00352CFD" w:rsidRDefault="007A6CC9" w:rsidP="007A6CC9">
      <w:pPr>
        <w:pStyle w:val="SubStepAlpha"/>
      </w:pPr>
      <w:r>
        <w:t xml:space="preserve">Configure </w:t>
      </w:r>
      <w:r w:rsidR="00E108BD">
        <w:rPr>
          <w:rFonts w:cs="Arial"/>
          <w:color w:val="000000"/>
          <w:szCs w:val="20"/>
        </w:rPr>
        <w:t>S3 to be in the</w:t>
      </w:r>
      <w:r w:rsidR="00E108BD">
        <w:rPr>
          <w:rStyle w:val="apple-converted-space"/>
          <w:rFonts w:cs="Arial"/>
          <w:color w:val="000000"/>
          <w:szCs w:val="20"/>
        </w:rPr>
        <w:t> </w:t>
      </w:r>
      <w:r w:rsidR="00E108BD">
        <w:rPr>
          <w:rFonts w:cs="Arial"/>
          <w:b/>
          <w:bCs/>
          <w:color w:val="000000"/>
          <w:szCs w:val="20"/>
        </w:rPr>
        <w:t>CCNA</w:t>
      </w:r>
      <w:r w:rsidR="00E108BD">
        <w:rPr>
          <w:rStyle w:val="apple-converted-space"/>
          <w:rFonts w:cs="Arial"/>
          <w:b/>
          <w:bCs/>
          <w:color w:val="000000"/>
          <w:szCs w:val="20"/>
        </w:rPr>
        <w:t> </w:t>
      </w:r>
      <w:r w:rsidR="00E108BD">
        <w:rPr>
          <w:rFonts w:cs="Arial"/>
          <w:color w:val="000000"/>
          <w:szCs w:val="20"/>
        </w:rPr>
        <w:t>VTP domain with the VTP password</w:t>
      </w:r>
      <w:r w:rsidR="00E108BD">
        <w:rPr>
          <w:rStyle w:val="apple-converted-space"/>
          <w:rFonts w:cs="Arial"/>
          <w:color w:val="000000"/>
          <w:szCs w:val="20"/>
        </w:rPr>
        <w:t> </w:t>
      </w:r>
      <w:r w:rsidR="00E108BD">
        <w:rPr>
          <w:rFonts w:cs="Arial"/>
          <w:b/>
          <w:bCs/>
          <w:color w:val="000000"/>
          <w:szCs w:val="20"/>
        </w:rPr>
        <w:t>cisco</w:t>
      </w:r>
      <w:r w:rsidR="00E108BD">
        <w:rPr>
          <w:rFonts w:cs="Arial"/>
          <w:color w:val="000000"/>
          <w:szCs w:val="20"/>
        </w:rPr>
        <w:t>. Switch S3 will be set in VTP transparent mode</w:t>
      </w:r>
      <w:r w:rsidR="00385600">
        <w:t>.</w:t>
      </w:r>
    </w:p>
    <w:p w:rsidR="00E108BD" w:rsidRDefault="00E108BD" w:rsidP="00385600">
      <w:pPr>
        <w:pStyle w:val="CMD"/>
      </w:pPr>
      <w:proofErr w:type="gramStart"/>
      <w:r>
        <w:rPr>
          <w:rFonts w:cs="Courier New"/>
          <w:color w:val="000000"/>
          <w:szCs w:val="20"/>
        </w:rPr>
        <w:t>S3(</w:t>
      </w:r>
      <w:proofErr w:type="spellStart"/>
      <w:proofErr w:type="gramEnd"/>
      <w:r>
        <w:rPr>
          <w:rFonts w:cs="Courier New"/>
          <w:color w:val="000000"/>
          <w:szCs w:val="20"/>
        </w:rPr>
        <w:t>config</w:t>
      </w:r>
      <w:proofErr w:type="spellEnd"/>
      <w:r>
        <w:rPr>
          <w:rFonts w:cs="Courier New"/>
          <w:color w:val="000000"/>
          <w:szCs w:val="20"/>
        </w:rPr>
        <w:t>)#</w:t>
      </w:r>
      <w:r>
        <w:rPr>
          <w:rStyle w:val="apple-converted-space"/>
          <w:rFonts w:cs="Courier New"/>
          <w:color w:val="000000"/>
          <w:szCs w:val="20"/>
        </w:rPr>
        <w:t> </w:t>
      </w:r>
      <w:proofErr w:type="spellStart"/>
      <w:r>
        <w:rPr>
          <w:rFonts w:cs="Courier New"/>
          <w:b/>
          <w:bCs/>
          <w:color w:val="000000"/>
          <w:szCs w:val="20"/>
        </w:rPr>
        <w:t>vtp</w:t>
      </w:r>
      <w:proofErr w:type="spellEnd"/>
      <w:r>
        <w:rPr>
          <w:rFonts w:cs="Courier New"/>
          <w:b/>
          <w:bCs/>
          <w:color w:val="000000"/>
          <w:szCs w:val="20"/>
        </w:rPr>
        <w:t xml:space="preserve"> mode Transparent</w:t>
      </w:r>
    </w:p>
    <w:p w:rsidR="00385600" w:rsidRDefault="00385600" w:rsidP="00385600">
      <w:pPr>
        <w:pStyle w:val="CMD"/>
      </w:pPr>
      <w:proofErr w:type="gramStart"/>
      <w:r>
        <w:t>S3(</w:t>
      </w:r>
      <w:proofErr w:type="spellStart"/>
      <w:proofErr w:type="gramEnd"/>
      <w:r>
        <w:t>config</w:t>
      </w:r>
      <w:proofErr w:type="spellEnd"/>
      <w:r>
        <w:t xml:space="preserve">)# </w:t>
      </w:r>
      <w:proofErr w:type="spellStart"/>
      <w:r w:rsidRPr="00385600">
        <w:rPr>
          <w:b/>
        </w:rPr>
        <w:t>vtp</w:t>
      </w:r>
      <w:proofErr w:type="spellEnd"/>
      <w:r w:rsidRPr="00385600">
        <w:rPr>
          <w:b/>
        </w:rPr>
        <w:t xml:space="preserve"> domain CCNA</w:t>
      </w:r>
    </w:p>
    <w:p w:rsidR="00385600" w:rsidRDefault="00385600" w:rsidP="00385600">
      <w:pPr>
        <w:pStyle w:val="CMD"/>
      </w:pPr>
      <w:r>
        <w:lastRenderedPageBreak/>
        <w:t>Changing VTP domain name from NULL to CCNA</w:t>
      </w:r>
    </w:p>
    <w:p w:rsidR="00385600" w:rsidRDefault="00385600" w:rsidP="00385600">
      <w:pPr>
        <w:pStyle w:val="CMD"/>
      </w:pPr>
      <w:proofErr w:type="gramStart"/>
      <w:r>
        <w:t>S3(</w:t>
      </w:r>
      <w:proofErr w:type="spellStart"/>
      <w:proofErr w:type="gramEnd"/>
      <w:r>
        <w:t>config</w:t>
      </w:r>
      <w:proofErr w:type="spellEnd"/>
      <w:r>
        <w:t xml:space="preserve">)# </w:t>
      </w:r>
      <w:proofErr w:type="spellStart"/>
      <w:r w:rsidRPr="00385600">
        <w:rPr>
          <w:b/>
        </w:rPr>
        <w:t>vtp</w:t>
      </w:r>
      <w:proofErr w:type="spellEnd"/>
      <w:r w:rsidRPr="00385600">
        <w:rPr>
          <w:b/>
        </w:rPr>
        <w:t xml:space="preserve"> password cisco</w:t>
      </w:r>
    </w:p>
    <w:p w:rsidR="00385600" w:rsidRPr="0082395C" w:rsidRDefault="00385600" w:rsidP="00385600">
      <w:pPr>
        <w:pStyle w:val="CMD"/>
      </w:pPr>
      <w:r>
        <w:t>Setting device VLAN database password to cisco</w:t>
      </w:r>
    </w:p>
    <w:p w:rsidR="00064C7A" w:rsidRDefault="00064C7A" w:rsidP="007A6CC9">
      <w:pPr>
        <w:pStyle w:val="SubStepAlpha"/>
      </w:pPr>
      <w:r>
        <w:t xml:space="preserve">Enter </w:t>
      </w:r>
      <w:r>
        <w:rPr>
          <w:b/>
        </w:rPr>
        <w:t xml:space="preserve">show </w:t>
      </w:r>
      <w:proofErr w:type="spellStart"/>
      <w:r>
        <w:rPr>
          <w:b/>
        </w:rPr>
        <w:t>vtp</w:t>
      </w:r>
      <w:proofErr w:type="spellEnd"/>
      <w:r>
        <w:rPr>
          <w:b/>
        </w:rPr>
        <w:t xml:space="preserve"> status</w:t>
      </w:r>
      <w:r>
        <w:t xml:space="preserve"> command on all the switches to answer the following question.</w:t>
      </w:r>
    </w:p>
    <w:p w:rsidR="00064C7A" w:rsidRDefault="00064C7A" w:rsidP="00064C7A">
      <w:pPr>
        <w:pStyle w:val="BodyTextL50"/>
      </w:pPr>
      <w:r>
        <w:t>Notice that the configuration revision number is 0 on all three switches. Explain.</w:t>
      </w:r>
    </w:p>
    <w:p w:rsidR="00064C7A" w:rsidRDefault="00064C7A" w:rsidP="00064C7A">
      <w:pPr>
        <w:pStyle w:val="BodyTextL50"/>
      </w:pPr>
      <w:r>
        <w:t>____________________________________________________________________________________</w:t>
      </w:r>
    </w:p>
    <w:p w:rsidR="00064C7A" w:rsidRDefault="00064C7A" w:rsidP="00064C7A">
      <w:pPr>
        <w:pStyle w:val="BodyTextL50"/>
      </w:pPr>
      <w:r>
        <w:t>____________________________________________________________________________________</w:t>
      </w:r>
    </w:p>
    <w:p w:rsidR="00064C7A" w:rsidRDefault="00064C7A" w:rsidP="00064C7A">
      <w:pPr>
        <w:pStyle w:val="BodyTextL50"/>
      </w:pPr>
      <w:r>
        <w:t>____________________________________________________________________________________</w:t>
      </w:r>
    </w:p>
    <w:p w:rsidR="00080192" w:rsidRDefault="00080192" w:rsidP="00080192">
      <w:pPr>
        <w:pStyle w:val="StepHead"/>
      </w:pPr>
      <w:r>
        <w:t>Create more VLANs on S1.</w:t>
      </w:r>
    </w:p>
    <w:p w:rsidR="00080192" w:rsidRDefault="00080192" w:rsidP="00080192">
      <w:pPr>
        <w:pStyle w:val="SubStepAlpha"/>
      </w:pPr>
      <w:r>
        <w:t>On S1, create VLAN 10 and name it Red.</w:t>
      </w:r>
    </w:p>
    <w:p w:rsidR="00080192" w:rsidRDefault="00080192" w:rsidP="00080192">
      <w:pPr>
        <w:pStyle w:val="CMD"/>
      </w:pPr>
      <w:proofErr w:type="gramStart"/>
      <w:r>
        <w:t>S1(</w:t>
      </w:r>
      <w:proofErr w:type="spellStart"/>
      <w:proofErr w:type="gramEnd"/>
      <w:r>
        <w:t>config</w:t>
      </w:r>
      <w:proofErr w:type="spellEnd"/>
      <w:r>
        <w:t xml:space="preserve">)# </w:t>
      </w:r>
      <w:proofErr w:type="spellStart"/>
      <w:r w:rsidRPr="004C46DE">
        <w:rPr>
          <w:b/>
        </w:rPr>
        <w:t>vlan</w:t>
      </w:r>
      <w:proofErr w:type="spellEnd"/>
      <w:r w:rsidRPr="004C46DE">
        <w:rPr>
          <w:b/>
        </w:rPr>
        <w:t xml:space="preserve"> 10</w:t>
      </w:r>
    </w:p>
    <w:p w:rsidR="00080192" w:rsidRDefault="00080192" w:rsidP="00080192">
      <w:pPr>
        <w:pStyle w:val="CMD"/>
        <w:rPr>
          <w:b/>
        </w:rPr>
      </w:pPr>
      <w:proofErr w:type="gramStart"/>
      <w:r>
        <w:t>S1(</w:t>
      </w:r>
      <w:proofErr w:type="spellStart"/>
      <w:proofErr w:type="gramEnd"/>
      <w:r>
        <w:t>config-vlan</w:t>
      </w:r>
      <w:proofErr w:type="spellEnd"/>
      <w:r>
        <w:t xml:space="preserve">)# </w:t>
      </w:r>
      <w:r w:rsidRPr="004C46DE">
        <w:rPr>
          <w:b/>
        </w:rPr>
        <w:t>name Red</w:t>
      </w:r>
    </w:p>
    <w:p w:rsidR="00080192" w:rsidRDefault="00080192" w:rsidP="00080192">
      <w:pPr>
        <w:pStyle w:val="SubStepAlpha"/>
      </w:pPr>
      <w:r>
        <w:t>Create VLANs 20 and 30 according to the table below.</w:t>
      </w: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1980"/>
        <w:gridCol w:w="1803"/>
      </w:tblGrid>
      <w:tr w:rsidR="00080192" w:rsidTr="00760E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0" w:type="dxa"/>
          </w:tcPr>
          <w:p w:rsidR="00080192" w:rsidRDefault="00080192" w:rsidP="00760E46">
            <w:pPr>
              <w:pStyle w:val="TableHeading"/>
            </w:pPr>
            <w:r>
              <w:t>VLAN Number</w:t>
            </w:r>
          </w:p>
        </w:tc>
        <w:tc>
          <w:tcPr>
            <w:tcW w:w="1803" w:type="dxa"/>
          </w:tcPr>
          <w:p w:rsidR="00080192" w:rsidRDefault="00080192" w:rsidP="00760E46">
            <w:pPr>
              <w:pStyle w:val="TableHeading"/>
            </w:pPr>
            <w:r>
              <w:t>VLAN Name</w:t>
            </w:r>
          </w:p>
        </w:tc>
      </w:tr>
      <w:tr w:rsidR="00080192" w:rsidTr="00760E46">
        <w:tc>
          <w:tcPr>
            <w:tcW w:w="1980" w:type="dxa"/>
          </w:tcPr>
          <w:p w:rsidR="00080192" w:rsidRDefault="00080192" w:rsidP="00760E46">
            <w:pPr>
              <w:pStyle w:val="TableText"/>
            </w:pPr>
            <w:r>
              <w:t>10</w:t>
            </w:r>
          </w:p>
        </w:tc>
        <w:tc>
          <w:tcPr>
            <w:tcW w:w="1803" w:type="dxa"/>
          </w:tcPr>
          <w:p w:rsidR="00080192" w:rsidRDefault="00080192" w:rsidP="00760E46">
            <w:pPr>
              <w:pStyle w:val="TableText"/>
            </w:pPr>
            <w:r>
              <w:t>Red</w:t>
            </w:r>
          </w:p>
        </w:tc>
      </w:tr>
      <w:tr w:rsidR="00080192" w:rsidTr="00760E46">
        <w:tc>
          <w:tcPr>
            <w:tcW w:w="1980" w:type="dxa"/>
          </w:tcPr>
          <w:p w:rsidR="00080192" w:rsidRDefault="00080192" w:rsidP="00760E46">
            <w:pPr>
              <w:pStyle w:val="TableText"/>
            </w:pPr>
            <w:r>
              <w:t>20</w:t>
            </w:r>
          </w:p>
        </w:tc>
        <w:tc>
          <w:tcPr>
            <w:tcW w:w="1803" w:type="dxa"/>
          </w:tcPr>
          <w:p w:rsidR="00080192" w:rsidRDefault="00080192" w:rsidP="00760E46">
            <w:pPr>
              <w:pStyle w:val="TableText"/>
            </w:pPr>
            <w:r>
              <w:t>Blue</w:t>
            </w:r>
          </w:p>
        </w:tc>
      </w:tr>
      <w:tr w:rsidR="00080192" w:rsidTr="00760E46">
        <w:tc>
          <w:tcPr>
            <w:tcW w:w="1980" w:type="dxa"/>
          </w:tcPr>
          <w:p w:rsidR="00080192" w:rsidRDefault="00080192" w:rsidP="00760E46">
            <w:pPr>
              <w:pStyle w:val="TableText"/>
            </w:pPr>
            <w:r>
              <w:t>30</w:t>
            </w:r>
          </w:p>
        </w:tc>
        <w:tc>
          <w:tcPr>
            <w:tcW w:w="1803" w:type="dxa"/>
          </w:tcPr>
          <w:p w:rsidR="00080192" w:rsidRDefault="00080192" w:rsidP="00760E46">
            <w:pPr>
              <w:pStyle w:val="TableText"/>
            </w:pPr>
            <w:r>
              <w:t>Yellow</w:t>
            </w:r>
          </w:p>
        </w:tc>
      </w:tr>
    </w:tbl>
    <w:p w:rsidR="00080192" w:rsidRDefault="00080192" w:rsidP="00080192">
      <w:pPr>
        <w:pStyle w:val="SubStepAlpha"/>
      </w:pPr>
      <w:r>
        <w:t xml:space="preserve">Verify the addition of the new VLANs. Enter </w:t>
      </w:r>
      <w:r>
        <w:rPr>
          <w:b/>
        </w:rPr>
        <w:t xml:space="preserve">show </w:t>
      </w:r>
      <w:proofErr w:type="spellStart"/>
      <w:r>
        <w:rPr>
          <w:b/>
        </w:rPr>
        <w:t>vlan</w:t>
      </w:r>
      <w:proofErr w:type="spellEnd"/>
      <w:r>
        <w:rPr>
          <w:b/>
        </w:rPr>
        <w:t xml:space="preserve"> brief</w:t>
      </w:r>
      <w:r>
        <w:t xml:space="preserve"> at the privileged EXEC mode.</w:t>
      </w:r>
    </w:p>
    <w:p w:rsidR="00080192" w:rsidRDefault="00080192" w:rsidP="00080192">
      <w:pPr>
        <w:pStyle w:val="BodyTextL50"/>
      </w:pPr>
      <w:r>
        <w:t xml:space="preserve">Which VLANs are </w:t>
      </w:r>
      <w:r w:rsidR="00064C7A">
        <w:t xml:space="preserve">configured </w:t>
      </w:r>
      <w:r>
        <w:t>on S1?</w:t>
      </w:r>
    </w:p>
    <w:p w:rsidR="00080192" w:rsidRDefault="00080192" w:rsidP="00080192">
      <w:pPr>
        <w:pStyle w:val="BodyTextL50"/>
      </w:pPr>
      <w:r>
        <w:t>____________________________________________________________________________________</w:t>
      </w:r>
    </w:p>
    <w:p w:rsidR="00797558" w:rsidRPr="00F43BBF" w:rsidRDefault="00352CFD" w:rsidP="00C47314">
      <w:pPr>
        <w:pStyle w:val="SubStepAlpha"/>
      </w:pPr>
      <w:r>
        <w:t xml:space="preserve">Confirm configuration changes using </w:t>
      </w:r>
      <w:r w:rsidR="00797558" w:rsidRPr="00F43BBF">
        <w:t xml:space="preserve">the </w:t>
      </w:r>
      <w:r w:rsidR="00797558" w:rsidRPr="00352CFD">
        <w:rPr>
          <w:b/>
        </w:rPr>
        <w:t xml:space="preserve">show </w:t>
      </w:r>
      <w:proofErr w:type="spellStart"/>
      <w:r w:rsidR="00797558" w:rsidRPr="00352CFD">
        <w:rPr>
          <w:b/>
        </w:rPr>
        <w:t>vtp</w:t>
      </w:r>
      <w:proofErr w:type="spellEnd"/>
      <w:r w:rsidR="00797558" w:rsidRPr="00352CFD">
        <w:rPr>
          <w:b/>
        </w:rPr>
        <w:t xml:space="preserve"> status</w:t>
      </w:r>
      <w:r w:rsidR="00797558" w:rsidRPr="00F43BBF">
        <w:t xml:space="preserve"> command on </w:t>
      </w:r>
      <w:r>
        <w:t>S1 and S2</w:t>
      </w:r>
      <w:r w:rsidR="00797558" w:rsidRPr="00F43BBF">
        <w:t xml:space="preserve"> to confirm that </w:t>
      </w:r>
      <w:r w:rsidR="00797558">
        <w:t xml:space="preserve">the </w:t>
      </w:r>
      <w:r w:rsidR="00797558" w:rsidRPr="00F43BBF">
        <w:t>VTP mode and domain are configured correctly.</w:t>
      </w:r>
      <w:r w:rsidR="00080192">
        <w:t xml:space="preserve"> Output for S2</w:t>
      </w:r>
      <w:r w:rsidR="00797558">
        <w:t xml:space="preserve"> is shown here</w:t>
      </w:r>
      <w:r w:rsidR="00470625">
        <w:t>:</w:t>
      </w:r>
    </w:p>
    <w:p w:rsidR="00352CFD" w:rsidRPr="00352CFD" w:rsidRDefault="000B582F" w:rsidP="00352CFD">
      <w:pPr>
        <w:pStyle w:val="CMD"/>
      </w:pPr>
      <w:r>
        <w:t>S2</w:t>
      </w:r>
      <w:r w:rsidR="00352CFD" w:rsidRPr="00352CFD">
        <w:t xml:space="preserve"># </w:t>
      </w:r>
      <w:r w:rsidR="00352CFD" w:rsidRPr="00352CFD">
        <w:rPr>
          <w:b/>
        </w:rPr>
        <w:t xml:space="preserve">show </w:t>
      </w:r>
      <w:proofErr w:type="spellStart"/>
      <w:r w:rsidR="00352CFD" w:rsidRPr="00352CFD">
        <w:rPr>
          <w:b/>
        </w:rPr>
        <w:t>vtp</w:t>
      </w:r>
      <w:proofErr w:type="spellEnd"/>
      <w:r w:rsidR="00352CFD" w:rsidRPr="00352CFD">
        <w:rPr>
          <w:b/>
        </w:rPr>
        <w:t xml:space="preserve"> status</w:t>
      </w:r>
    </w:p>
    <w:p w:rsidR="00064C7A" w:rsidRDefault="00064C7A" w:rsidP="00064C7A">
      <w:pPr>
        <w:pStyle w:val="CMDOutput"/>
      </w:pPr>
      <w:r>
        <w:t>VTP Version                     : 2</w:t>
      </w:r>
    </w:p>
    <w:p w:rsidR="00064C7A" w:rsidRDefault="00064C7A" w:rsidP="00064C7A">
      <w:pPr>
        <w:pStyle w:val="CMDOutput"/>
      </w:pPr>
      <w:r>
        <w:t>Configuration Revision          : 6</w:t>
      </w:r>
    </w:p>
    <w:p w:rsidR="00064C7A" w:rsidRDefault="00064C7A" w:rsidP="00064C7A">
      <w:pPr>
        <w:pStyle w:val="CMDOutput"/>
      </w:pPr>
      <w:r>
        <w:t xml:space="preserve">Maximum VLANs supported </w:t>
      </w:r>
      <w:proofErr w:type="gramStart"/>
      <w:r>
        <w:t>locally :</w:t>
      </w:r>
      <w:proofErr w:type="gramEnd"/>
      <w:r>
        <w:t xml:space="preserve"> 255</w:t>
      </w:r>
    </w:p>
    <w:p w:rsidR="00064C7A" w:rsidRDefault="00064C7A" w:rsidP="00064C7A">
      <w:pPr>
        <w:pStyle w:val="CMDOutput"/>
      </w:pPr>
      <w:r>
        <w:t>Number of existing VLANs        : 10</w:t>
      </w:r>
    </w:p>
    <w:p w:rsidR="00064C7A" w:rsidRDefault="00064C7A" w:rsidP="00064C7A">
      <w:pPr>
        <w:pStyle w:val="CMDOutput"/>
      </w:pPr>
      <w:r>
        <w:t>VTP Operating Mode              : Client</w:t>
      </w:r>
    </w:p>
    <w:p w:rsidR="00064C7A" w:rsidRDefault="00064C7A" w:rsidP="00064C7A">
      <w:pPr>
        <w:pStyle w:val="CMDOutput"/>
      </w:pPr>
      <w:r>
        <w:t>VTP Domain Name                 : CCNA</w:t>
      </w:r>
    </w:p>
    <w:p w:rsidR="00064C7A" w:rsidRDefault="00064C7A" w:rsidP="00064C7A">
      <w:pPr>
        <w:pStyle w:val="CMDOutput"/>
      </w:pPr>
      <w:r>
        <w:t>VTP Pruning Mode                : Disabled</w:t>
      </w:r>
    </w:p>
    <w:p w:rsidR="00064C7A" w:rsidRDefault="00064C7A" w:rsidP="00064C7A">
      <w:pPr>
        <w:pStyle w:val="CMDOutput"/>
      </w:pPr>
      <w:r>
        <w:t>VTP V2 Mode                     : Disabled</w:t>
      </w:r>
    </w:p>
    <w:p w:rsidR="00064C7A" w:rsidRDefault="00064C7A" w:rsidP="00064C7A">
      <w:pPr>
        <w:pStyle w:val="CMDOutput"/>
      </w:pPr>
      <w:r>
        <w:t>VTP Traps Generation            : Disabled</w:t>
      </w:r>
    </w:p>
    <w:p w:rsidR="00064C7A" w:rsidRDefault="00064C7A" w:rsidP="00064C7A">
      <w:pPr>
        <w:pStyle w:val="CMDOutput"/>
      </w:pPr>
      <w:r>
        <w:t xml:space="preserve">MD5 digest                      : 0xE6 0x56 0x05 0xE0 0x7A 0x63 0xFB 0x33 </w:t>
      </w:r>
    </w:p>
    <w:p w:rsidR="00797558" w:rsidRPr="00352CFD" w:rsidRDefault="00064C7A" w:rsidP="00064C7A">
      <w:pPr>
        <w:pStyle w:val="CMDOutput"/>
        <w:rPr>
          <w:rFonts w:cs="Courier New"/>
          <w:szCs w:val="20"/>
        </w:rPr>
      </w:pPr>
      <w:r>
        <w:t>Configuration last modified by 192.168.99.1 at 3-1-93 00:21:07</w:t>
      </w:r>
    </w:p>
    <w:p w:rsidR="001C724B" w:rsidRDefault="001C724B" w:rsidP="001C724B">
      <w:pPr>
        <w:pStyle w:val="BodyTextL50"/>
      </w:pPr>
      <w:r>
        <w:t xml:space="preserve">How many VLANs are configured on S2? Does S2 have </w:t>
      </w:r>
      <w:r w:rsidR="00470625">
        <w:t xml:space="preserve">the </w:t>
      </w:r>
      <w:r>
        <w:t>same VLANs as S1? Explain.</w:t>
      </w:r>
    </w:p>
    <w:p w:rsidR="001C724B" w:rsidRDefault="001C724B" w:rsidP="001C724B">
      <w:pPr>
        <w:pStyle w:val="BodyTextL50"/>
      </w:pPr>
      <w:r>
        <w:t>____________________________________________________________________________________</w:t>
      </w:r>
    </w:p>
    <w:p w:rsidR="001C724B" w:rsidRDefault="001C724B" w:rsidP="001C724B">
      <w:pPr>
        <w:pStyle w:val="BodyTextL50"/>
      </w:pPr>
      <w:r>
        <w:t>____________________________________________________________________________________</w:t>
      </w:r>
    </w:p>
    <w:p w:rsidR="003E1884" w:rsidRDefault="00DA4238" w:rsidP="003E1884">
      <w:pPr>
        <w:pStyle w:val="StepHead"/>
      </w:pPr>
      <w:r>
        <w:lastRenderedPageBreak/>
        <w:t>Observe VTP transparent mode.</w:t>
      </w:r>
    </w:p>
    <w:p w:rsidR="003E1884" w:rsidRDefault="00C91ADB" w:rsidP="003E1884">
      <w:pPr>
        <w:pStyle w:val="BodyTextL25"/>
      </w:pPr>
      <w:r>
        <w:t>S3 is currently configured as VTP transparent mode.</w:t>
      </w:r>
    </w:p>
    <w:p w:rsidR="00C91ADB" w:rsidRPr="00C91ADB" w:rsidRDefault="00C91ADB" w:rsidP="00C91ADB">
      <w:pPr>
        <w:pStyle w:val="SubStepAlpha"/>
      </w:pPr>
      <w:r>
        <w:t xml:space="preserve">Use </w:t>
      </w:r>
      <w:r>
        <w:rPr>
          <w:b/>
        </w:rPr>
        <w:t xml:space="preserve">show </w:t>
      </w:r>
      <w:proofErr w:type="spellStart"/>
      <w:r>
        <w:rPr>
          <w:b/>
        </w:rPr>
        <w:t>vtp</w:t>
      </w:r>
      <w:proofErr w:type="spellEnd"/>
      <w:r>
        <w:rPr>
          <w:b/>
        </w:rPr>
        <w:t xml:space="preserve"> status </w:t>
      </w:r>
      <w:r>
        <w:t>command to answer the following question.</w:t>
      </w:r>
      <w:r>
        <w:rPr>
          <w:b/>
        </w:rPr>
        <w:t xml:space="preserve"> </w:t>
      </w:r>
    </w:p>
    <w:p w:rsidR="00C91ADB" w:rsidRDefault="00C91ADB" w:rsidP="00C91ADB">
      <w:pPr>
        <w:pStyle w:val="BodyTextL50"/>
      </w:pPr>
      <w:r>
        <w:t>How many VLANs are configured on S3 currently? What is the configuration revision number? Explain your answer.</w:t>
      </w:r>
    </w:p>
    <w:p w:rsidR="00C91ADB" w:rsidRDefault="00C91ADB" w:rsidP="00C91ADB">
      <w:pPr>
        <w:pStyle w:val="BodyTextL50"/>
      </w:pPr>
      <w:r>
        <w:t>____________________________________________________________________________________</w:t>
      </w:r>
    </w:p>
    <w:p w:rsidR="00C91ADB" w:rsidRDefault="00C91ADB" w:rsidP="00C91ADB">
      <w:pPr>
        <w:pStyle w:val="BodyTextL50"/>
      </w:pPr>
      <w:r>
        <w:t>____________________________________________________________________________________</w:t>
      </w:r>
    </w:p>
    <w:p w:rsidR="00D10A7E" w:rsidRPr="00D10A7E" w:rsidRDefault="00D10A7E" w:rsidP="00D10A7E">
      <w:pPr>
        <w:pStyle w:val="BodyTextL50"/>
      </w:pPr>
      <w:bookmarkStart w:id="0" w:name="_GoBack"/>
      <w:bookmarkEnd w:id="0"/>
      <w:r w:rsidRPr="00D10A7E">
        <w:t>How would you change the number of VLANs on S3?</w:t>
      </w:r>
    </w:p>
    <w:p w:rsidR="00D10A7E" w:rsidRPr="00D10A7E" w:rsidRDefault="00D10A7E" w:rsidP="00D10A7E">
      <w:pPr>
        <w:pStyle w:val="BodyTextL50"/>
      </w:pPr>
      <w:r w:rsidRPr="00D10A7E">
        <w:t>____________________________________________________________________________________</w:t>
      </w:r>
    </w:p>
    <w:p w:rsidR="00D10A7E" w:rsidRPr="00D10A7E" w:rsidRDefault="00D10A7E" w:rsidP="00D10A7E">
      <w:pPr>
        <w:pStyle w:val="BodyTextL50"/>
      </w:pPr>
      <w:r w:rsidRPr="00D10A7E">
        <w:t>____________________________________________________________________________________</w:t>
      </w:r>
    </w:p>
    <w:p w:rsidR="000221FE" w:rsidRDefault="000221FE" w:rsidP="000221FE">
      <w:pPr>
        <w:pStyle w:val="SubStepAlpha"/>
      </w:pPr>
      <w:r>
        <w:t>Change VTP mode to client on S3.</w:t>
      </w:r>
    </w:p>
    <w:p w:rsidR="000221FE" w:rsidRDefault="000221FE" w:rsidP="000221FE">
      <w:pPr>
        <w:pStyle w:val="BodyTextL50"/>
      </w:pPr>
      <w:r>
        <w:t>Use show commands to verify the changes on VTP mode. How many VLANs exists on S3 now?</w:t>
      </w:r>
    </w:p>
    <w:p w:rsidR="000221FE" w:rsidRDefault="000221FE" w:rsidP="000221FE">
      <w:pPr>
        <w:pStyle w:val="BodyTextL50"/>
      </w:pPr>
      <w:r>
        <w:t>____________________________________________________________________________________</w:t>
      </w:r>
    </w:p>
    <w:p w:rsidR="003E1884" w:rsidRDefault="003E1884" w:rsidP="000221FE">
      <w:pPr>
        <w:pStyle w:val="BodyTextL50"/>
      </w:pPr>
      <w:r w:rsidRPr="00D5174F">
        <w:rPr>
          <w:b/>
        </w:rPr>
        <w:t>Note</w:t>
      </w:r>
      <w:r w:rsidRPr="00871DD8">
        <w:t>: VTP advertisements are flooded throughout the management domain every five minutes</w:t>
      </w:r>
      <w:r w:rsidR="00470625">
        <w:t>,</w:t>
      </w:r>
      <w:r w:rsidRPr="00871DD8">
        <w:t xml:space="preserve"> or whenever a change occurs in VLAN configurations. To accelerate this process, you can switch between </w:t>
      </w:r>
      <w:proofErr w:type="spellStart"/>
      <w:r w:rsidRPr="00871DD8">
        <w:t>Realtime</w:t>
      </w:r>
      <w:proofErr w:type="spellEnd"/>
      <w:r w:rsidRPr="00871DD8">
        <w:t xml:space="preserve"> mode and Simulation mode until the next round of updates. However, you may have to do this multiple times </w:t>
      </w:r>
      <w:r>
        <w:t>because</w:t>
      </w:r>
      <w:r w:rsidRPr="00871DD8">
        <w:t xml:space="preserve"> this will only forward Packet Tracer’s clock by 10 seconds</w:t>
      </w:r>
      <w:r>
        <w:t xml:space="preserve"> each time</w:t>
      </w:r>
      <w:r w:rsidRPr="00871DD8">
        <w:t>. Alternatively, you can change on</w:t>
      </w:r>
      <w:r>
        <w:t>e</w:t>
      </w:r>
      <w:r w:rsidRPr="00871DD8">
        <w:t xml:space="preserve"> of the client switches to transparent mode and then back to client mode.</w:t>
      </w:r>
    </w:p>
    <w:p w:rsidR="00797558" w:rsidRDefault="00797558" w:rsidP="00D121C2">
      <w:pPr>
        <w:pStyle w:val="StepHead"/>
      </w:pPr>
      <w:r>
        <w:t>Assign VLANs to Ports</w:t>
      </w:r>
    </w:p>
    <w:p w:rsidR="00797558" w:rsidRDefault="00797558" w:rsidP="00D121C2">
      <w:pPr>
        <w:pStyle w:val="BodyTextL25"/>
      </w:pPr>
      <w:r>
        <w:t xml:space="preserve">Use the </w:t>
      </w:r>
      <w:proofErr w:type="spellStart"/>
      <w:r w:rsidRPr="00E80F85">
        <w:rPr>
          <w:b/>
        </w:rPr>
        <w:t>switchport</w:t>
      </w:r>
      <w:proofErr w:type="spellEnd"/>
      <w:r w:rsidRPr="00E80F85">
        <w:rPr>
          <w:b/>
        </w:rPr>
        <w:t xml:space="preserve"> mode </w:t>
      </w:r>
      <w:r>
        <w:rPr>
          <w:b/>
        </w:rPr>
        <w:t>access</w:t>
      </w:r>
      <w:r>
        <w:t xml:space="preserve"> command to set access mode for the access links. Use the </w:t>
      </w:r>
      <w:proofErr w:type="spellStart"/>
      <w:r w:rsidRPr="00D36AF0">
        <w:rPr>
          <w:b/>
        </w:rPr>
        <w:t>switchport</w:t>
      </w:r>
      <w:proofErr w:type="spellEnd"/>
      <w:r w:rsidRPr="00D36AF0">
        <w:rPr>
          <w:b/>
        </w:rPr>
        <w:t xml:space="preserve"> </w:t>
      </w:r>
      <w:r>
        <w:rPr>
          <w:b/>
        </w:rPr>
        <w:t xml:space="preserve">access </w:t>
      </w:r>
      <w:proofErr w:type="spellStart"/>
      <w:r>
        <w:rPr>
          <w:b/>
        </w:rPr>
        <w:t>vlan</w:t>
      </w:r>
      <w:proofErr w:type="spellEnd"/>
      <w:r>
        <w:rPr>
          <w:b/>
        </w:rPr>
        <w:t xml:space="preserve"> </w:t>
      </w:r>
      <w:proofErr w:type="spellStart"/>
      <w:r>
        <w:rPr>
          <w:i/>
        </w:rPr>
        <w:t>vlan</w:t>
      </w:r>
      <w:proofErr w:type="spellEnd"/>
      <w:r>
        <w:rPr>
          <w:i/>
        </w:rPr>
        <w:t>-id</w:t>
      </w:r>
      <w:r>
        <w:t xml:space="preserve"> command to assign a VLAN to an access port.</w:t>
      </w: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2099"/>
        <w:gridCol w:w="3357"/>
        <w:gridCol w:w="3357"/>
      </w:tblGrid>
      <w:tr w:rsidR="00D121C2" w:rsidTr="00D74C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9" w:type="dxa"/>
          </w:tcPr>
          <w:p w:rsidR="00D121C2" w:rsidRDefault="00D121C2" w:rsidP="00D74C1C">
            <w:pPr>
              <w:pStyle w:val="TableHeading"/>
            </w:pPr>
            <w:r>
              <w:t>Ports</w:t>
            </w:r>
          </w:p>
        </w:tc>
        <w:tc>
          <w:tcPr>
            <w:tcW w:w="3357" w:type="dxa"/>
          </w:tcPr>
          <w:p w:rsidR="00D121C2" w:rsidRDefault="00D121C2" w:rsidP="00D74C1C">
            <w:pPr>
              <w:pStyle w:val="TableHeading"/>
            </w:pPr>
            <w:r>
              <w:t>Assignments</w:t>
            </w:r>
          </w:p>
        </w:tc>
        <w:tc>
          <w:tcPr>
            <w:tcW w:w="3357" w:type="dxa"/>
          </w:tcPr>
          <w:p w:rsidR="00D121C2" w:rsidRDefault="00D121C2" w:rsidP="00D74C1C">
            <w:pPr>
              <w:pStyle w:val="TableHeading"/>
            </w:pPr>
            <w:r>
              <w:t>Network</w:t>
            </w:r>
          </w:p>
        </w:tc>
      </w:tr>
      <w:tr w:rsidR="00D121C2" w:rsidTr="00D74C1C">
        <w:tc>
          <w:tcPr>
            <w:tcW w:w="2099" w:type="dxa"/>
          </w:tcPr>
          <w:p w:rsidR="00D121C2" w:rsidRDefault="00D121C2" w:rsidP="00D74C1C">
            <w:pPr>
              <w:pStyle w:val="TableText"/>
            </w:pPr>
            <w:r>
              <w:t>S</w:t>
            </w:r>
            <w:r w:rsidR="004C0EC8">
              <w:t>2</w:t>
            </w:r>
            <w:r>
              <w:t xml:space="preserve"> F0/1 – 8</w:t>
            </w:r>
          </w:p>
          <w:p w:rsidR="00D121C2" w:rsidRDefault="00D121C2" w:rsidP="004C0EC8">
            <w:pPr>
              <w:pStyle w:val="TableText"/>
            </w:pPr>
            <w:r>
              <w:t>S</w:t>
            </w:r>
            <w:r w:rsidR="004C0EC8">
              <w:t>3</w:t>
            </w:r>
            <w:r>
              <w:t xml:space="preserve"> F0/1 – 8</w:t>
            </w:r>
          </w:p>
        </w:tc>
        <w:tc>
          <w:tcPr>
            <w:tcW w:w="3357" w:type="dxa"/>
          </w:tcPr>
          <w:p w:rsidR="00D121C2" w:rsidRDefault="00D121C2" w:rsidP="00D74C1C">
            <w:pPr>
              <w:pStyle w:val="TableText"/>
            </w:pPr>
            <w:r>
              <w:t>VLAN 10 (Red)</w:t>
            </w:r>
          </w:p>
        </w:tc>
        <w:tc>
          <w:tcPr>
            <w:tcW w:w="3357" w:type="dxa"/>
          </w:tcPr>
          <w:p w:rsidR="00D121C2" w:rsidRDefault="00D121C2" w:rsidP="00D74C1C">
            <w:pPr>
              <w:pStyle w:val="TableText"/>
            </w:pPr>
            <w:r>
              <w:t>192.168.10.0 /24</w:t>
            </w:r>
          </w:p>
        </w:tc>
      </w:tr>
      <w:tr w:rsidR="00D121C2" w:rsidTr="00D74C1C">
        <w:tc>
          <w:tcPr>
            <w:tcW w:w="2099" w:type="dxa"/>
          </w:tcPr>
          <w:p w:rsidR="00D121C2" w:rsidRDefault="00D121C2" w:rsidP="00D74C1C">
            <w:pPr>
              <w:pStyle w:val="TableText"/>
            </w:pPr>
            <w:r>
              <w:t>S</w:t>
            </w:r>
            <w:r w:rsidR="004C0EC8">
              <w:t>2</w:t>
            </w:r>
            <w:r>
              <w:t xml:space="preserve"> F0/9 – 16</w:t>
            </w:r>
          </w:p>
          <w:p w:rsidR="00D121C2" w:rsidRDefault="00D121C2" w:rsidP="004C0EC8">
            <w:pPr>
              <w:pStyle w:val="TableText"/>
            </w:pPr>
            <w:r>
              <w:t>S</w:t>
            </w:r>
            <w:r w:rsidR="004C0EC8">
              <w:t>3</w:t>
            </w:r>
            <w:r>
              <w:t xml:space="preserve"> F0/9 – 16</w:t>
            </w:r>
          </w:p>
        </w:tc>
        <w:tc>
          <w:tcPr>
            <w:tcW w:w="3357" w:type="dxa"/>
          </w:tcPr>
          <w:p w:rsidR="00D121C2" w:rsidRDefault="00D121C2" w:rsidP="00D74C1C">
            <w:pPr>
              <w:pStyle w:val="TableText"/>
            </w:pPr>
            <w:r>
              <w:t>VLAN 20 (Blue)</w:t>
            </w:r>
          </w:p>
        </w:tc>
        <w:tc>
          <w:tcPr>
            <w:tcW w:w="3357" w:type="dxa"/>
          </w:tcPr>
          <w:p w:rsidR="00D121C2" w:rsidRDefault="00D121C2" w:rsidP="00D74C1C">
            <w:pPr>
              <w:pStyle w:val="TableText"/>
            </w:pPr>
            <w:r>
              <w:t>192.168.20.0 /24</w:t>
            </w:r>
          </w:p>
        </w:tc>
      </w:tr>
      <w:tr w:rsidR="00D121C2" w:rsidTr="00D74C1C">
        <w:tc>
          <w:tcPr>
            <w:tcW w:w="2099" w:type="dxa"/>
          </w:tcPr>
          <w:p w:rsidR="00D121C2" w:rsidRDefault="00D121C2" w:rsidP="00D74C1C">
            <w:pPr>
              <w:pStyle w:val="TableText"/>
            </w:pPr>
            <w:r>
              <w:t>S</w:t>
            </w:r>
            <w:r w:rsidR="004C0EC8">
              <w:t>2</w:t>
            </w:r>
            <w:r>
              <w:t xml:space="preserve"> F0/17 – 24</w:t>
            </w:r>
          </w:p>
          <w:p w:rsidR="00D121C2" w:rsidRDefault="00D121C2" w:rsidP="004C0EC8">
            <w:pPr>
              <w:pStyle w:val="TableText"/>
            </w:pPr>
            <w:r>
              <w:t>S</w:t>
            </w:r>
            <w:r w:rsidR="004C0EC8">
              <w:t>3</w:t>
            </w:r>
            <w:r>
              <w:t xml:space="preserve"> F0/17 – 24</w:t>
            </w:r>
          </w:p>
        </w:tc>
        <w:tc>
          <w:tcPr>
            <w:tcW w:w="3357" w:type="dxa"/>
          </w:tcPr>
          <w:p w:rsidR="00D121C2" w:rsidRDefault="00D121C2" w:rsidP="00D74C1C">
            <w:pPr>
              <w:pStyle w:val="TableText"/>
            </w:pPr>
            <w:r>
              <w:t>VLAN 30 (Yellow)</w:t>
            </w:r>
          </w:p>
        </w:tc>
        <w:tc>
          <w:tcPr>
            <w:tcW w:w="3357" w:type="dxa"/>
          </w:tcPr>
          <w:p w:rsidR="00D121C2" w:rsidRDefault="00D121C2" w:rsidP="00D74C1C">
            <w:pPr>
              <w:pStyle w:val="TableText"/>
            </w:pPr>
            <w:r>
              <w:t>192.168.30.0 /24</w:t>
            </w:r>
          </w:p>
        </w:tc>
      </w:tr>
    </w:tbl>
    <w:p w:rsidR="00797558" w:rsidRDefault="00D121C2" w:rsidP="00D121C2">
      <w:pPr>
        <w:pStyle w:val="SubStepAlpha"/>
      </w:pPr>
      <w:r>
        <w:t>Assign VLANs to ports on S2 using assignment</w:t>
      </w:r>
      <w:r w:rsidR="00470625">
        <w:t>s</w:t>
      </w:r>
      <w:r>
        <w:t xml:space="preserve"> from the table above.</w:t>
      </w:r>
    </w:p>
    <w:p w:rsidR="00B1759D" w:rsidRPr="00B1759D" w:rsidRDefault="00B1759D" w:rsidP="00B1759D">
      <w:pPr>
        <w:pStyle w:val="CMD"/>
        <w:rPr>
          <w:b/>
        </w:rPr>
      </w:pPr>
      <w:proofErr w:type="gramStart"/>
      <w:r w:rsidRPr="00B1759D">
        <w:t>S2(</w:t>
      </w:r>
      <w:proofErr w:type="spellStart"/>
      <w:proofErr w:type="gramEnd"/>
      <w:r w:rsidRPr="00B1759D">
        <w:t>config</w:t>
      </w:r>
      <w:proofErr w:type="spellEnd"/>
      <w:r w:rsidRPr="00B1759D">
        <w:t>-if)#</w:t>
      </w:r>
      <w:r>
        <w:t xml:space="preserve"> </w:t>
      </w:r>
      <w:r w:rsidRPr="00B1759D">
        <w:rPr>
          <w:b/>
        </w:rPr>
        <w:t>interface range f0/1 - 8</w:t>
      </w:r>
    </w:p>
    <w:p w:rsidR="00B1759D" w:rsidRPr="00B1759D" w:rsidRDefault="00B1759D" w:rsidP="00B1759D">
      <w:pPr>
        <w:pStyle w:val="CMD"/>
      </w:pPr>
      <w:proofErr w:type="gramStart"/>
      <w:r w:rsidRPr="00B1759D">
        <w:t>S2(</w:t>
      </w:r>
      <w:proofErr w:type="spellStart"/>
      <w:proofErr w:type="gramEnd"/>
      <w:r w:rsidRPr="00B1759D">
        <w:t>config</w:t>
      </w:r>
      <w:proofErr w:type="spellEnd"/>
      <w:r w:rsidRPr="00B1759D">
        <w:t xml:space="preserve">-if-range)# </w:t>
      </w:r>
      <w:proofErr w:type="spellStart"/>
      <w:r w:rsidRPr="00B1759D">
        <w:rPr>
          <w:b/>
        </w:rPr>
        <w:t>switchport</w:t>
      </w:r>
      <w:proofErr w:type="spellEnd"/>
      <w:r w:rsidRPr="00B1759D">
        <w:rPr>
          <w:b/>
        </w:rPr>
        <w:t xml:space="preserve"> mode access</w:t>
      </w:r>
    </w:p>
    <w:p w:rsidR="00B1759D" w:rsidRPr="00B1759D" w:rsidRDefault="00B1759D" w:rsidP="00B1759D">
      <w:pPr>
        <w:pStyle w:val="CMD"/>
      </w:pPr>
      <w:proofErr w:type="gramStart"/>
      <w:r w:rsidRPr="00B1759D">
        <w:t>S2(</w:t>
      </w:r>
      <w:proofErr w:type="spellStart"/>
      <w:proofErr w:type="gramEnd"/>
      <w:r w:rsidRPr="00B1759D">
        <w:t>config</w:t>
      </w:r>
      <w:proofErr w:type="spellEnd"/>
      <w:r w:rsidRPr="00B1759D">
        <w:t xml:space="preserve">-if-range)# </w:t>
      </w:r>
      <w:proofErr w:type="spellStart"/>
      <w:r w:rsidRPr="00B1759D">
        <w:rPr>
          <w:b/>
        </w:rPr>
        <w:t>switchport</w:t>
      </w:r>
      <w:proofErr w:type="spellEnd"/>
      <w:r w:rsidRPr="00B1759D">
        <w:rPr>
          <w:b/>
        </w:rPr>
        <w:t xml:space="preserve"> access </w:t>
      </w:r>
      <w:proofErr w:type="spellStart"/>
      <w:r w:rsidRPr="00B1759D">
        <w:rPr>
          <w:b/>
        </w:rPr>
        <w:t>vlan</w:t>
      </w:r>
      <w:proofErr w:type="spellEnd"/>
      <w:r w:rsidRPr="00B1759D">
        <w:rPr>
          <w:b/>
        </w:rPr>
        <w:t xml:space="preserve"> 10</w:t>
      </w:r>
    </w:p>
    <w:p w:rsidR="00B1759D" w:rsidRPr="00B1759D" w:rsidRDefault="00B1759D" w:rsidP="00B1759D">
      <w:pPr>
        <w:pStyle w:val="CMD"/>
      </w:pPr>
      <w:proofErr w:type="gramStart"/>
      <w:r w:rsidRPr="00B1759D">
        <w:t>S2(</w:t>
      </w:r>
      <w:proofErr w:type="spellStart"/>
      <w:proofErr w:type="gramEnd"/>
      <w:r w:rsidRPr="00B1759D">
        <w:t>config</w:t>
      </w:r>
      <w:proofErr w:type="spellEnd"/>
      <w:r w:rsidRPr="00B1759D">
        <w:t>-if-range)#</w:t>
      </w:r>
      <w:r>
        <w:t xml:space="preserve"> </w:t>
      </w:r>
      <w:r w:rsidRPr="00B1759D">
        <w:rPr>
          <w:b/>
        </w:rPr>
        <w:t>interface range f0/9 -16</w:t>
      </w:r>
    </w:p>
    <w:p w:rsidR="00B1759D" w:rsidRPr="00B1759D" w:rsidRDefault="00B1759D" w:rsidP="00B1759D">
      <w:pPr>
        <w:pStyle w:val="CMD"/>
      </w:pPr>
      <w:proofErr w:type="gramStart"/>
      <w:r w:rsidRPr="00B1759D">
        <w:t>S2(</w:t>
      </w:r>
      <w:proofErr w:type="spellStart"/>
      <w:proofErr w:type="gramEnd"/>
      <w:r w:rsidRPr="00B1759D">
        <w:t>config</w:t>
      </w:r>
      <w:proofErr w:type="spellEnd"/>
      <w:r w:rsidRPr="00B1759D">
        <w:t xml:space="preserve">-if-range)# </w:t>
      </w:r>
      <w:proofErr w:type="spellStart"/>
      <w:r w:rsidRPr="00B1759D">
        <w:rPr>
          <w:b/>
        </w:rPr>
        <w:t>switchport</w:t>
      </w:r>
      <w:proofErr w:type="spellEnd"/>
      <w:r w:rsidRPr="00B1759D">
        <w:rPr>
          <w:b/>
        </w:rPr>
        <w:t xml:space="preserve"> mode access</w:t>
      </w:r>
    </w:p>
    <w:p w:rsidR="00B1759D" w:rsidRPr="00B1759D" w:rsidRDefault="00B1759D" w:rsidP="00B1759D">
      <w:pPr>
        <w:pStyle w:val="CMD"/>
      </w:pPr>
      <w:proofErr w:type="gramStart"/>
      <w:r w:rsidRPr="00B1759D">
        <w:t>S2(</w:t>
      </w:r>
      <w:proofErr w:type="spellStart"/>
      <w:proofErr w:type="gramEnd"/>
      <w:r w:rsidRPr="00B1759D">
        <w:t>config</w:t>
      </w:r>
      <w:proofErr w:type="spellEnd"/>
      <w:r w:rsidRPr="00B1759D">
        <w:t xml:space="preserve">-if-range)# </w:t>
      </w:r>
      <w:proofErr w:type="spellStart"/>
      <w:r w:rsidRPr="00B1759D">
        <w:rPr>
          <w:b/>
        </w:rPr>
        <w:t>switchport</w:t>
      </w:r>
      <w:proofErr w:type="spellEnd"/>
      <w:r w:rsidRPr="00B1759D">
        <w:rPr>
          <w:b/>
        </w:rPr>
        <w:t xml:space="preserve"> access </w:t>
      </w:r>
      <w:proofErr w:type="spellStart"/>
      <w:r w:rsidRPr="00B1759D">
        <w:rPr>
          <w:b/>
        </w:rPr>
        <w:t>vlan</w:t>
      </w:r>
      <w:proofErr w:type="spellEnd"/>
      <w:r w:rsidRPr="00B1759D">
        <w:rPr>
          <w:b/>
        </w:rPr>
        <w:t xml:space="preserve"> 20</w:t>
      </w:r>
    </w:p>
    <w:p w:rsidR="00B1759D" w:rsidRPr="00B1759D" w:rsidRDefault="00B1759D" w:rsidP="00B1759D">
      <w:pPr>
        <w:pStyle w:val="CMD"/>
      </w:pPr>
      <w:proofErr w:type="gramStart"/>
      <w:r w:rsidRPr="00B1759D">
        <w:t>S2(</w:t>
      </w:r>
      <w:proofErr w:type="spellStart"/>
      <w:proofErr w:type="gramEnd"/>
      <w:r w:rsidRPr="00B1759D">
        <w:t>config</w:t>
      </w:r>
      <w:proofErr w:type="spellEnd"/>
      <w:r w:rsidRPr="00B1759D">
        <w:t>-if-range)#</w:t>
      </w:r>
      <w:r>
        <w:t xml:space="preserve"> </w:t>
      </w:r>
      <w:r w:rsidRPr="00B1759D">
        <w:rPr>
          <w:b/>
        </w:rPr>
        <w:t>interface range f0/17 - 24</w:t>
      </w:r>
    </w:p>
    <w:p w:rsidR="00B1759D" w:rsidRPr="00B1759D" w:rsidRDefault="00B1759D" w:rsidP="00B1759D">
      <w:pPr>
        <w:pStyle w:val="CMD"/>
      </w:pPr>
      <w:proofErr w:type="gramStart"/>
      <w:r w:rsidRPr="00B1759D">
        <w:t>S2(</w:t>
      </w:r>
      <w:proofErr w:type="spellStart"/>
      <w:proofErr w:type="gramEnd"/>
      <w:r w:rsidRPr="00B1759D">
        <w:t>config</w:t>
      </w:r>
      <w:proofErr w:type="spellEnd"/>
      <w:r w:rsidRPr="00B1759D">
        <w:t xml:space="preserve">-if-range)# </w:t>
      </w:r>
      <w:proofErr w:type="spellStart"/>
      <w:r w:rsidRPr="00B1759D">
        <w:rPr>
          <w:b/>
        </w:rPr>
        <w:t>switchport</w:t>
      </w:r>
      <w:proofErr w:type="spellEnd"/>
      <w:r w:rsidRPr="00B1759D">
        <w:rPr>
          <w:b/>
        </w:rPr>
        <w:t xml:space="preserve"> mode access</w:t>
      </w:r>
    </w:p>
    <w:p w:rsidR="00D121C2" w:rsidRPr="00B1759D" w:rsidRDefault="00B1759D" w:rsidP="00B1759D">
      <w:pPr>
        <w:pStyle w:val="CMD"/>
      </w:pPr>
      <w:proofErr w:type="gramStart"/>
      <w:r w:rsidRPr="00B1759D">
        <w:t>S2(</w:t>
      </w:r>
      <w:proofErr w:type="spellStart"/>
      <w:proofErr w:type="gramEnd"/>
      <w:r w:rsidRPr="00B1759D">
        <w:t>config</w:t>
      </w:r>
      <w:proofErr w:type="spellEnd"/>
      <w:r w:rsidRPr="00B1759D">
        <w:t xml:space="preserve">-if-range)# </w:t>
      </w:r>
      <w:proofErr w:type="spellStart"/>
      <w:r w:rsidRPr="00B1759D">
        <w:rPr>
          <w:b/>
        </w:rPr>
        <w:t>switchport</w:t>
      </w:r>
      <w:proofErr w:type="spellEnd"/>
      <w:r w:rsidRPr="00B1759D">
        <w:rPr>
          <w:b/>
        </w:rPr>
        <w:t xml:space="preserve"> access </w:t>
      </w:r>
      <w:proofErr w:type="spellStart"/>
      <w:r w:rsidRPr="00B1759D">
        <w:rPr>
          <w:b/>
        </w:rPr>
        <w:t>vlan</w:t>
      </w:r>
      <w:proofErr w:type="spellEnd"/>
      <w:r w:rsidRPr="00B1759D">
        <w:rPr>
          <w:b/>
        </w:rPr>
        <w:t xml:space="preserve"> 30</w:t>
      </w:r>
    </w:p>
    <w:p w:rsidR="00B1759D" w:rsidRDefault="00B1759D" w:rsidP="00B1759D">
      <w:pPr>
        <w:pStyle w:val="SubStepAlpha"/>
      </w:pPr>
      <w:r>
        <w:t>Assign VLANs to ports on S3 using assignment from the table above.</w:t>
      </w:r>
    </w:p>
    <w:p w:rsidR="00797558" w:rsidRDefault="00B1759D" w:rsidP="00D121C2">
      <w:pPr>
        <w:pStyle w:val="StepHead"/>
      </w:pPr>
      <w:r>
        <w:lastRenderedPageBreak/>
        <w:t>Verify end to end connectivity.</w:t>
      </w:r>
    </w:p>
    <w:p w:rsidR="00B1759D" w:rsidRDefault="00B1759D" w:rsidP="00B1759D">
      <w:pPr>
        <w:pStyle w:val="SubStepAlpha"/>
      </w:pPr>
      <w:r>
        <w:t>From PC0 ping PC</w:t>
      </w:r>
      <w:r w:rsidR="00E01C45">
        <w:t>5</w:t>
      </w:r>
      <w:r>
        <w:t>.</w:t>
      </w:r>
    </w:p>
    <w:p w:rsidR="00B1759D" w:rsidRDefault="00B1759D" w:rsidP="00B1759D">
      <w:pPr>
        <w:pStyle w:val="SubStepAlpha"/>
      </w:pPr>
      <w:r>
        <w:t>From PC</w:t>
      </w:r>
      <w:r w:rsidR="00013F86">
        <w:t>1</w:t>
      </w:r>
      <w:r>
        <w:t xml:space="preserve"> ping PC</w:t>
      </w:r>
      <w:r w:rsidR="00013F86">
        <w:t>4</w:t>
      </w:r>
      <w:r>
        <w:t>.</w:t>
      </w:r>
    </w:p>
    <w:p w:rsidR="00B1759D" w:rsidRDefault="00B1759D" w:rsidP="00B1759D">
      <w:pPr>
        <w:pStyle w:val="SubStepAlpha"/>
      </w:pPr>
      <w:r>
        <w:t>From PC</w:t>
      </w:r>
      <w:r w:rsidR="00013F86">
        <w:t>2</w:t>
      </w:r>
      <w:r>
        <w:t xml:space="preserve"> ping PC</w:t>
      </w:r>
      <w:r w:rsidR="00013F86">
        <w:t>3</w:t>
      </w:r>
      <w:r>
        <w:t>.</w:t>
      </w:r>
    </w:p>
    <w:sectPr w:rsidR="00B1759D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92A" w:rsidRDefault="0026492A" w:rsidP="0090659A">
      <w:pPr>
        <w:spacing w:after="0" w:line="240" w:lineRule="auto"/>
      </w:pPr>
      <w:r>
        <w:separator/>
      </w:r>
    </w:p>
    <w:p w:rsidR="0026492A" w:rsidRDefault="0026492A"/>
    <w:p w:rsidR="0026492A" w:rsidRDefault="0026492A"/>
    <w:p w:rsidR="0026492A" w:rsidRDefault="0026492A"/>
    <w:p w:rsidR="0026492A" w:rsidRDefault="0026492A"/>
    <w:p w:rsidR="0026492A" w:rsidRDefault="0026492A"/>
  </w:endnote>
  <w:endnote w:type="continuationSeparator" w:id="0">
    <w:p w:rsidR="0026492A" w:rsidRDefault="0026492A" w:rsidP="0090659A">
      <w:pPr>
        <w:spacing w:after="0" w:line="240" w:lineRule="auto"/>
      </w:pPr>
      <w:r>
        <w:continuationSeparator/>
      </w:r>
    </w:p>
    <w:p w:rsidR="0026492A" w:rsidRDefault="0026492A"/>
    <w:p w:rsidR="0026492A" w:rsidRDefault="0026492A"/>
    <w:p w:rsidR="0026492A" w:rsidRDefault="0026492A"/>
    <w:p w:rsidR="0026492A" w:rsidRDefault="0026492A"/>
    <w:p w:rsidR="0026492A" w:rsidRDefault="002649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7D3" w:rsidRPr="00231DCA" w:rsidRDefault="00EE67D3" w:rsidP="00231DCA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3E3055">
      <w:rPr>
        <w:noProof/>
      </w:rPr>
      <w:t>2017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E3055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E3055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7D3" w:rsidRPr="008402F2" w:rsidRDefault="00EE67D3" w:rsidP="008402F2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3E3055">
      <w:rPr>
        <w:noProof/>
      </w:rPr>
      <w:t>2017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E3055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E3055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92A" w:rsidRDefault="0026492A" w:rsidP="0090659A">
      <w:pPr>
        <w:spacing w:after="0" w:line="240" w:lineRule="auto"/>
      </w:pPr>
      <w:r>
        <w:separator/>
      </w:r>
    </w:p>
    <w:p w:rsidR="0026492A" w:rsidRDefault="0026492A"/>
    <w:p w:rsidR="0026492A" w:rsidRDefault="0026492A"/>
    <w:p w:rsidR="0026492A" w:rsidRDefault="0026492A"/>
    <w:p w:rsidR="0026492A" w:rsidRDefault="0026492A"/>
    <w:p w:rsidR="0026492A" w:rsidRDefault="0026492A"/>
  </w:footnote>
  <w:footnote w:type="continuationSeparator" w:id="0">
    <w:p w:rsidR="0026492A" w:rsidRDefault="0026492A" w:rsidP="0090659A">
      <w:pPr>
        <w:spacing w:after="0" w:line="240" w:lineRule="auto"/>
      </w:pPr>
      <w:r>
        <w:continuationSeparator/>
      </w:r>
    </w:p>
    <w:p w:rsidR="0026492A" w:rsidRDefault="0026492A"/>
    <w:p w:rsidR="0026492A" w:rsidRDefault="0026492A"/>
    <w:p w:rsidR="0026492A" w:rsidRDefault="0026492A"/>
    <w:p w:rsidR="0026492A" w:rsidRDefault="0026492A"/>
    <w:p w:rsidR="0026492A" w:rsidRDefault="002649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7D3" w:rsidRDefault="00EE67D3" w:rsidP="008402F2">
    <w:pPr>
      <w:pStyle w:val="PageHead"/>
    </w:pPr>
    <w:r>
      <w:t>Packet Tracer</w:t>
    </w:r>
    <w:r w:rsidR="006C26F0">
      <w:t xml:space="preserve"> – Configure </w:t>
    </w:r>
    <w:r w:rsidR="00CA7279">
      <w:t xml:space="preserve">VLANs, </w:t>
    </w:r>
    <w:r>
      <w:t>VTP and DTP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7D3" w:rsidRDefault="00EE67D3"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E67D3" w:rsidRDefault="00EE67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133E1"/>
    <w:multiLevelType w:val="hybridMultilevel"/>
    <w:tmpl w:val="8F60CC5C"/>
    <w:lvl w:ilvl="0" w:tplc="536270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17228C"/>
    <w:multiLevelType w:val="multilevel"/>
    <w:tmpl w:val="50CE7842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796360"/>
    <w:multiLevelType w:val="multilevel"/>
    <w:tmpl w:val="7398136E"/>
    <w:styleLink w:val="PartStepSubStepList"/>
    <w:lvl w:ilvl="0">
      <w:start w:val="1"/>
      <w:numFmt w:val="decimal"/>
      <w:pStyle w:val="PartHead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tepHead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22A25DEE"/>
    <w:multiLevelType w:val="hybridMultilevel"/>
    <w:tmpl w:val="98AA3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87233"/>
    <w:multiLevelType w:val="hybridMultilevel"/>
    <w:tmpl w:val="C8D2AD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F23836"/>
    <w:multiLevelType w:val="multilevel"/>
    <w:tmpl w:val="DFFEB082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63D6454C"/>
    <w:multiLevelType w:val="multilevel"/>
    <w:tmpl w:val="66B6B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  <w:lvlOverride w:ilvl="0">
      <w:lvl w:ilvl="0">
        <w:start w:val="1"/>
        <w:numFmt w:val="decimal"/>
        <w:pStyle w:val="PartHead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tepHead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PartHead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tepHead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2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StepHead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9"/>
  </w:num>
  <w:num w:numId="11">
    <w:abstractNumId w:val="1"/>
  </w:num>
  <w:num w:numId="12">
    <w:abstractNumId w:val="7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F89"/>
    <w:rsid w:val="00001BDF"/>
    <w:rsid w:val="0000380F"/>
    <w:rsid w:val="00004175"/>
    <w:rsid w:val="000059C9"/>
    <w:rsid w:val="00012C22"/>
    <w:rsid w:val="00013F86"/>
    <w:rsid w:val="000160F7"/>
    <w:rsid w:val="00016D5B"/>
    <w:rsid w:val="00016F30"/>
    <w:rsid w:val="00017567"/>
    <w:rsid w:val="0002047C"/>
    <w:rsid w:val="00021B9A"/>
    <w:rsid w:val="000221FE"/>
    <w:rsid w:val="000242D6"/>
    <w:rsid w:val="00024EE5"/>
    <w:rsid w:val="00035DA4"/>
    <w:rsid w:val="00035F3E"/>
    <w:rsid w:val="00041AF6"/>
    <w:rsid w:val="00044E62"/>
    <w:rsid w:val="00045BE3"/>
    <w:rsid w:val="00050BA4"/>
    <w:rsid w:val="00050E88"/>
    <w:rsid w:val="00051738"/>
    <w:rsid w:val="00052548"/>
    <w:rsid w:val="00060696"/>
    <w:rsid w:val="00064C7A"/>
    <w:rsid w:val="00067A67"/>
    <w:rsid w:val="000769CF"/>
    <w:rsid w:val="00080192"/>
    <w:rsid w:val="00080F23"/>
    <w:rsid w:val="000815D8"/>
    <w:rsid w:val="0008310E"/>
    <w:rsid w:val="00084C99"/>
    <w:rsid w:val="00085CC6"/>
    <w:rsid w:val="00090C07"/>
    <w:rsid w:val="0009147A"/>
    <w:rsid w:val="00091E8D"/>
    <w:rsid w:val="0009378D"/>
    <w:rsid w:val="00097163"/>
    <w:rsid w:val="000A22C8"/>
    <w:rsid w:val="000A7685"/>
    <w:rsid w:val="000B2344"/>
    <w:rsid w:val="000B2C2D"/>
    <w:rsid w:val="000B582F"/>
    <w:rsid w:val="000B7DE5"/>
    <w:rsid w:val="000C0240"/>
    <w:rsid w:val="000C2118"/>
    <w:rsid w:val="000C6E6E"/>
    <w:rsid w:val="000D55B4"/>
    <w:rsid w:val="000E65F0"/>
    <w:rsid w:val="000F072C"/>
    <w:rsid w:val="000F421A"/>
    <w:rsid w:val="000F6743"/>
    <w:rsid w:val="001006C2"/>
    <w:rsid w:val="00101BE8"/>
    <w:rsid w:val="00103401"/>
    <w:rsid w:val="00103D36"/>
    <w:rsid w:val="00107B2B"/>
    <w:rsid w:val="00112AC5"/>
    <w:rsid w:val="001133DD"/>
    <w:rsid w:val="00120CBE"/>
    <w:rsid w:val="00121BAE"/>
    <w:rsid w:val="001261C4"/>
    <w:rsid w:val="001314FB"/>
    <w:rsid w:val="001366EC"/>
    <w:rsid w:val="00140B3D"/>
    <w:rsid w:val="0014219C"/>
    <w:rsid w:val="001425ED"/>
    <w:rsid w:val="00143450"/>
    <w:rsid w:val="00144997"/>
    <w:rsid w:val="001467A9"/>
    <w:rsid w:val="001522FB"/>
    <w:rsid w:val="001523C0"/>
    <w:rsid w:val="001535FE"/>
    <w:rsid w:val="00154E3A"/>
    <w:rsid w:val="00157902"/>
    <w:rsid w:val="00162105"/>
    <w:rsid w:val="00162EEA"/>
    <w:rsid w:val="00163164"/>
    <w:rsid w:val="00166253"/>
    <w:rsid w:val="001704B7"/>
    <w:rsid w:val="001710C0"/>
    <w:rsid w:val="00172AFB"/>
    <w:rsid w:val="001772B8"/>
    <w:rsid w:val="00180FBF"/>
    <w:rsid w:val="00182CF4"/>
    <w:rsid w:val="00186CE1"/>
    <w:rsid w:val="00191F00"/>
    <w:rsid w:val="00192F12"/>
    <w:rsid w:val="00193F14"/>
    <w:rsid w:val="00197614"/>
    <w:rsid w:val="001A0312"/>
    <w:rsid w:val="001A15DA"/>
    <w:rsid w:val="001A2694"/>
    <w:rsid w:val="001A3CC7"/>
    <w:rsid w:val="001A67A4"/>
    <w:rsid w:val="001A69AC"/>
    <w:rsid w:val="001B5733"/>
    <w:rsid w:val="001B67D8"/>
    <w:rsid w:val="001B6F95"/>
    <w:rsid w:val="001C036D"/>
    <w:rsid w:val="001C05A1"/>
    <w:rsid w:val="001C1D9E"/>
    <w:rsid w:val="001C33C3"/>
    <w:rsid w:val="001C5998"/>
    <w:rsid w:val="001C724B"/>
    <w:rsid w:val="001C7C3B"/>
    <w:rsid w:val="001D47B1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506CF"/>
    <w:rsid w:val="0025107F"/>
    <w:rsid w:val="002514CF"/>
    <w:rsid w:val="00260CD4"/>
    <w:rsid w:val="002639D8"/>
    <w:rsid w:val="0026492A"/>
    <w:rsid w:val="00265F77"/>
    <w:rsid w:val="002666A9"/>
    <w:rsid w:val="00266C83"/>
    <w:rsid w:val="00272A93"/>
    <w:rsid w:val="002768DC"/>
    <w:rsid w:val="00294C8F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2CFD"/>
    <w:rsid w:val="0035469B"/>
    <w:rsid w:val="003559CC"/>
    <w:rsid w:val="003569D7"/>
    <w:rsid w:val="003608AC"/>
    <w:rsid w:val="00363A23"/>
    <w:rsid w:val="0036440C"/>
    <w:rsid w:val="0036465A"/>
    <w:rsid w:val="003739D0"/>
    <w:rsid w:val="00385600"/>
    <w:rsid w:val="00390C38"/>
    <w:rsid w:val="00392748"/>
    <w:rsid w:val="00392C65"/>
    <w:rsid w:val="00392ED5"/>
    <w:rsid w:val="003A19DC"/>
    <w:rsid w:val="003A1B45"/>
    <w:rsid w:val="003A220C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1884"/>
    <w:rsid w:val="003E3055"/>
    <w:rsid w:val="003E5BE5"/>
    <w:rsid w:val="003F18D1"/>
    <w:rsid w:val="003F1A74"/>
    <w:rsid w:val="003F20EC"/>
    <w:rsid w:val="003F4F0E"/>
    <w:rsid w:val="003F6096"/>
    <w:rsid w:val="003F6E06"/>
    <w:rsid w:val="003F714D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3ACE"/>
    <w:rsid w:val="00444217"/>
    <w:rsid w:val="004478F4"/>
    <w:rsid w:val="00450F7A"/>
    <w:rsid w:val="0045190F"/>
    <w:rsid w:val="00452C6D"/>
    <w:rsid w:val="00455E0B"/>
    <w:rsid w:val="00457ED8"/>
    <w:rsid w:val="00462B9F"/>
    <w:rsid w:val="004659EE"/>
    <w:rsid w:val="00470625"/>
    <w:rsid w:val="00473E34"/>
    <w:rsid w:val="00476BA9"/>
    <w:rsid w:val="004936C2"/>
    <w:rsid w:val="0049379C"/>
    <w:rsid w:val="004A1CA0"/>
    <w:rsid w:val="004A22E9"/>
    <w:rsid w:val="004A4ACD"/>
    <w:rsid w:val="004A5BC5"/>
    <w:rsid w:val="004B023D"/>
    <w:rsid w:val="004C0909"/>
    <w:rsid w:val="004C0EC8"/>
    <w:rsid w:val="004C3F97"/>
    <w:rsid w:val="004C46DE"/>
    <w:rsid w:val="004D01F2"/>
    <w:rsid w:val="004D3339"/>
    <w:rsid w:val="004D353F"/>
    <w:rsid w:val="004D36D7"/>
    <w:rsid w:val="004D682B"/>
    <w:rsid w:val="004E6152"/>
    <w:rsid w:val="004F344A"/>
    <w:rsid w:val="004F4D10"/>
    <w:rsid w:val="00504ED4"/>
    <w:rsid w:val="00510639"/>
    <w:rsid w:val="00516142"/>
    <w:rsid w:val="00520027"/>
    <w:rsid w:val="0052093C"/>
    <w:rsid w:val="00521B31"/>
    <w:rsid w:val="00522469"/>
    <w:rsid w:val="0052400A"/>
    <w:rsid w:val="00532F5B"/>
    <w:rsid w:val="00536277"/>
    <w:rsid w:val="00536F43"/>
    <w:rsid w:val="005437B5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3386"/>
    <w:rsid w:val="00596998"/>
    <w:rsid w:val="005977F3"/>
    <w:rsid w:val="005A0843"/>
    <w:rsid w:val="005A1247"/>
    <w:rsid w:val="005A45E8"/>
    <w:rsid w:val="005A6E62"/>
    <w:rsid w:val="005B2FB3"/>
    <w:rsid w:val="005C1C26"/>
    <w:rsid w:val="005D2B29"/>
    <w:rsid w:val="005D354A"/>
    <w:rsid w:val="005D3E53"/>
    <w:rsid w:val="005D506C"/>
    <w:rsid w:val="005E3235"/>
    <w:rsid w:val="005E4176"/>
    <w:rsid w:val="005E4876"/>
    <w:rsid w:val="005E65B5"/>
    <w:rsid w:val="005E7173"/>
    <w:rsid w:val="005F3AE9"/>
    <w:rsid w:val="006007BB"/>
    <w:rsid w:val="00601DC0"/>
    <w:rsid w:val="006034CB"/>
    <w:rsid w:val="00603C52"/>
    <w:rsid w:val="006131CE"/>
    <w:rsid w:val="0061336B"/>
    <w:rsid w:val="00617D6E"/>
    <w:rsid w:val="00622D61"/>
    <w:rsid w:val="00622F38"/>
    <w:rsid w:val="00624198"/>
    <w:rsid w:val="00636C28"/>
    <w:rsid w:val="006428E5"/>
    <w:rsid w:val="00644958"/>
    <w:rsid w:val="0064785D"/>
    <w:rsid w:val="00650397"/>
    <w:rsid w:val="006513FB"/>
    <w:rsid w:val="00672919"/>
    <w:rsid w:val="006835C4"/>
    <w:rsid w:val="00686587"/>
    <w:rsid w:val="006904CF"/>
    <w:rsid w:val="00692D04"/>
    <w:rsid w:val="00695EE2"/>
    <w:rsid w:val="0069660B"/>
    <w:rsid w:val="006A1B33"/>
    <w:rsid w:val="006A48F1"/>
    <w:rsid w:val="006A71A3"/>
    <w:rsid w:val="006B03F2"/>
    <w:rsid w:val="006B14C1"/>
    <w:rsid w:val="006B1639"/>
    <w:rsid w:val="006B3171"/>
    <w:rsid w:val="006B5CA7"/>
    <w:rsid w:val="006B5E89"/>
    <w:rsid w:val="006C19B2"/>
    <w:rsid w:val="006C26F0"/>
    <w:rsid w:val="006C30A0"/>
    <w:rsid w:val="006C35FF"/>
    <w:rsid w:val="006C57F2"/>
    <w:rsid w:val="006C5949"/>
    <w:rsid w:val="006C6832"/>
    <w:rsid w:val="006C773D"/>
    <w:rsid w:val="006D1370"/>
    <w:rsid w:val="006D2C28"/>
    <w:rsid w:val="006D3FC1"/>
    <w:rsid w:val="006D7590"/>
    <w:rsid w:val="006D7FB2"/>
    <w:rsid w:val="006E372B"/>
    <w:rsid w:val="006E5FE9"/>
    <w:rsid w:val="006E6581"/>
    <w:rsid w:val="006E71DF"/>
    <w:rsid w:val="006F1CC4"/>
    <w:rsid w:val="006F2A86"/>
    <w:rsid w:val="006F3163"/>
    <w:rsid w:val="00705FEC"/>
    <w:rsid w:val="0071147A"/>
    <w:rsid w:val="0071185D"/>
    <w:rsid w:val="00721E01"/>
    <w:rsid w:val="007222AD"/>
    <w:rsid w:val="007267CF"/>
    <w:rsid w:val="00731F3F"/>
    <w:rsid w:val="00733BAB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97558"/>
    <w:rsid w:val="007A1F89"/>
    <w:rsid w:val="007A287C"/>
    <w:rsid w:val="007A3B2A"/>
    <w:rsid w:val="007A518A"/>
    <w:rsid w:val="007A6CC9"/>
    <w:rsid w:val="007B0C9D"/>
    <w:rsid w:val="007B5522"/>
    <w:rsid w:val="007B72AE"/>
    <w:rsid w:val="007C0EE0"/>
    <w:rsid w:val="007C1B71"/>
    <w:rsid w:val="007C2FBB"/>
    <w:rsid w:val="007C7164"/>
    <w:rsid w:val="007D1984"/>
    <w:rsid w:val="007D2AFE"/>
    <w:rsid w:val="007E3264"/>
    <w:rsid w:val="007E3FEA"/>
    <w:rsid w:val="007F0A0B"/>
    <w:rsid w:val="007F3A60"/>
    <w:rsid w:val="007F3D0B"/>
    <w:rsid w:val="007F7C94"/>
    <w:rsid w:val="00802FFA"/>
    <w:rsid w:val="00810E4B"/>
    <w:rsid w:val="00811AC1"/>
    <w:rsid w:val="00814BAA"/>
    <w:rsid w:val="0082395C"/>
    <w:rsid w:val="00824295"/>
    <w:rsid w:val="00827A65"/>
    <w:rsid w:val="00830473"/>
    <w:rsid w:val="008313F3"/>
    <w:rsid w:val="008402F2"/>
    <w:rsid w:val="008405BB"/>
    <w:rsid w:val="0084564F"/>
    <w:rsid w:val="00846494"/>
    <w:rsid w:val="00847B20"/>
    <w:rsid w:val="008509D3"/>
    <w:rsid w:val="00853418"/>
    <w:rsid w:val="0085397D"/>
    <w:rsid w:val="00857CF6"/>
    <w:rsid w:val="008610ED"/>
    <w:rsid w:val="00861C6A"/>
    <w:rsid w:val="00865199"/>
    <w:rsid w:val="00867EAF"/>
    <w:rsid w:val="00870763"/>
    <w:rsid w:val="008713EA"/>
    <w:rsid w:val="00873C6B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350B"/>
    <w:rsid w:val="00915986"/>
    <w:rsid w:val="00917624"/>
    <w:rsid w:val="00926CB2"/>
    <w:rsid w:val="00930386"/>
    <w:rsid w:val="009309F5"/>
    <w:rsid w:val="00933237"/>
    <w:rsid w:val="00933F28"/>
    <w:rsid w:val="00937323"/>
    <w:rsid w:val="009476C0"/>
    <w:rsid w:val="00952B28"/>
    <w:rsid w:val="009558C4"/>
    <w:rsid w:val="00957D6F"/>
    <w:rsid w:val="00963E34"/>
    <w:rsid w:val="00964DFA"/>
    <w:rsid w:val="00980612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7320"/>
    <w:rsid w:val="009D2C27"/>
    <w:rsid w:val="009E2309"/>
    <w:rsid w:val="009E42B9"/>
    <w:rsid w:val="009E4E17"/>
    <w:rsid w:val="009F4C2E"/>
    <w:rsid w:val="00A014A3"/>
    <w:rsid w:val="00A027CC"/>
    <w:rsid w:val="00A0412D"/>
    <w:rsid w:val="00A21211"/>
    <w:rsid w:val="00A30F8A"/>
    <w:rsid w:val="00A34E7F"/>
    <w:rsid w:val="00A44898"/>
    <w:rsid w:val="00A46F0A"/>
    <w:rsid w:val="00A46F25"/>
    <w:rsid w:val="00A47CC2"/>
    <w:rsid w:val="00A502BA"/>
    <w:rsid w:val="00A60146"/>
    <w:rsid w:val="00A601A9"/>
    <w:rsid w:val="00A622C4"/>
    <w:rsid w:val="00A6283D"/>
    <w:rsid w:val="00A63D54"/>
    <w:rsid w:val="00A676FF"/>
    <w:rsid w:val="00A73EBA"/>
    <w:rsid w:val="00A754B4"/>
    <w:rsid w:val="00A807C1"/>
    <w:rsid w:val="00A82658"/>
    <w:rsid w:val="00A83374"/>
    <w:rsid w:val="00A8624D"/>
    <w:rsid w:val="00A96172"/>
    <w:rsid w:val="00A97C5F"/>
    <w:rsid w:val="00AB0D6A"/>
    <w:rsid w:val="00AB43B3"/>
    <w:rsid w:val="00AB49B9"/>
    <w:rsid w:val="00AB501D"/>
    <w:rsid w:val="00AB758A"/>
    <w:rsid w:val="00AC027E"/>
    <w:rsid w:val="00AC1E7E"/>
    <w:rsid w:val="00AC2CA7"/>
    <w:rsid w:val="00AC507D"/>
    <w:rsid w:val="00AC66E4"/>
    <w:rsid w:val="00AD04F2"/>
    <w:rsid w:val="00AD4578"/>
    <w:rsid w:val="00AD68E9"/>
    <w:rsid w:val="00AE56C0"/>
    <w:rsid w:val="00AF1BEB"/>
    <w:rsid w:val="00B00914"/>
    <w:rsid w:val="00B02A8E"/>
    <w:rsid w:val="00B02F11"/>
    <w:rsid w:val="00B052EE"/>
    <w:rsid w:val="00B1081F"/>
    <w:rsid w:val="00B1759D"/>
    <w:rsid w:val="00B221F3"/>
    <w:rsid w:val="00B2496B"/>
    <w:rsid w:val="00B27499"/>
    <w:rsid w:val="00B3010D"/>
    <w:rsid w:val="00B35151"/>
    <w:rsid w:val="00B433F2"/>
    <w:rsid w:val="00B458E8"/>
    <w:rsid w:val="00B45C85"/>
    <w:rsid w:val="00B5397B"/>
    <w:rsid w:val="00B539FA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2CA3"/>
    <w:rsid w:val="00BF4D1F"/>
    <w:rsid w:val="00BF76BE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36DE5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3E03"/>
    <w:rsid w:val="00C8718B"/>
    <w:rsid w:val="00C872E4"/>
    <w:rsid w:val="00C87DD3"/>
    <w:rsid w:val="00C90311"/>
    <w:rsid w:val="00C91ADB"/>
    <w:rsid w:val="00C91C26"/>
    <w:rsid w:val="00CA7279"/>
    <w:rsid w:val="00CA73D5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91A"/>
    <w:rsid w:val="00D00513"/>
    <w:rsid w:val="00D00D7D"/>
    <w:rsid w:val="00D057B2"/>
    <w:rsid w:val="00D10A7E"/>
    <w:rsid w:val="00D121C2"/>
    <w:rsid w:val="00D139C8"/>
    <w:rsid w:val="00D17F81"/>
    <w:rsid w:val="00D2758C"/>
    <w:rsid w:val="00D275CA"/>
    <w:rsid w:val="00D2789B"/>
    <w:rsid w:val="00D345AB"/>
    <w:rsid w:val="00D34758"/>
    <w:rsid w:val="00D41566"/>
    <w:rsid w:val="00D458EC"/>
    <w:rsid w:val="00D501B0"/>
    <w:rsid w:val="00D5174F"/>
    <w:rsid w:val="00D52582"/>
    <w:rsid w:val="00D55216"/>
    <w:rsid w:val="00D56A0E"/>
    <w:rsid w:val="00D57AD3"/>
    <w:rsid w:val="00D57BFE"/>
    <w:rsid w:val="00D609F2"/>
    <w:rsid w:val="00D62F25"/>
    <w:rsid w:val="00D635FE"/>
    <w:rsid w:val="00D66A7B"/>
    <w:rsid w:val="00D729DE"/>
    <w:rsid w:val="00D75B6A"/>
    <w:rsid w:val="00D778DF"/>
    <w:rsid w:val="00D835B0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4238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D43EA"/>
    <w:rsid w:val="00DE6F44"/>
    <w:rsid w:val="00DF1B58"/>
    <w:rsid w:val="00DF6D1D"/>
    <w:rsid w:val="00E009DA"/>
    <w:rsid w:val="00E01C45"/>
    <w:rsid w:val="00E037D9"/>
    <w:rsid w:val="00E04927"/>
    <w:rsid w:val="00E108BD"/>
    <w:rsid w:val="00E11A48"/>
    <w:rsid w:val="00E130EB"/>
    <w:rsid w:val="00E162CD"/>
    <w:rsid w:val="00E17FA5"/>
    <w:rsid w:val="00E21BFE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318A"/>
    <w:rsid w:val="00E67A6E"/>
    <w:rsid w:val="00E71B43"/>
    <w:rsid w:val="00E81612"/>
    <w:rsid w:val="00E87D18"/>
    <w:rsid w:val="00E87D62"/>
    <w:rsid w:val="00E90290"/>
    <w:rsid w:val="00E97333"/>
    <w:rsid w:val="00EA0A50"/>
    <w:rsid w:val="00EA19FF"/>
    <w:rsid w:val="00EA486E"/>
    <w:rsid w:val="00EA4FA3"/>
    <w:rsid w:val="00EB001B"/>
    <w:rsid w:val="00EB3082"/>
    <w:rsid w:val="00EB6C33"/>
    <w:rsid w:val="00ED2C3E"/>
    <w:rsid w:val="00ED6019"/>
    <w:rsid w:val="00ED7830"/>
    <w:rsid w:val="00EE3909"/>
    <w:rsid w:val="00EE67D3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27B7"/>
    <w:rsid w:val="00F16F35"/>
    <w:rsid w:val="00F17559"/>
    <w:rsid w:val="00F201C6"/>
    <w:rsid w:val="00F2229D"/>
    <w:rsid w:val="00F250E6"/>
    <w:rsid w:val="00F25ABB"/>
    <w:rsid w:val="00F27963"/>
    <w:rsid w:val="00F30103"/>
    <w:rsid w:val="00F30446"/>
    <w:rsid w:val="00F4135D"/>
    <w:rsid w:val="00F41F1B"/>
    <w:rsid w:val="00F46BD9"/>
    <w:rsid w:val="00F52B27"/>
    <w:rsid w:val="00F60BE0"/>
    <w:rsid w:val="00F6280E"/>
    <w:rsid w:val="00F7050A"/>
    <w:rsid w:val="00F75533"/>
    <w:rsid w:val="00F8036D"/>
    <w:rsid w:val="00F809DC"/>
    <w:rsid w:val="00F86EB0"/>
    <w:rsid w:val="00F97512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D33AB"/>
    <w:rsid w:val="00FD4724"/>
    <w:rsid w:val="00FD4A68"/>
    <w:rsid w:val="00FD68ED"/>
    <w:rsid w:val="00FD7E00"/>
    <w:rsid w:val="00FE2824"/>
    <w:rsid w:val="00FE2F0E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EB8CAB3-2D84-4AFF-A134-4997FBD66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BF76B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semiHidden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31DCA"/>
    <w:pPr>
      <w:keepNext/>
      <w:spacing w:before="24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1DCA"/>
    <w:pPr>
      <w:keepNext/>
      <w:spacing w:before="24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BF76B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BF76B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Heading2"/>
    <w:next w:val="Normal"/>
    <w:qFormat/>
    <w:rsid w:val="00103401"/>
    <w:pPr>
      <w:keepLines w:val="0"/>
      <w:widowControl w:val="0"/>
      <w:numPr>
        <w:numId w:val="3"/>
      </w:numPr>
      <w:spacing w:before="240" w:after="120" w:line="240" w:lineRule="auto"/>
      <w:outlineLvl w:val="0"/>
    </w:pPr>
    <w:rPr>
      <w:rFonts w:ascii="Arial" w:hAnsi="Arial"/>
      <w:bCs w:val="0"/>
      <w:iCs/>
      <w:color w:val="auto"/>
      <w:sz w:val="24"/>
    </w:rPr>
  </w:style>
  <w:style w:type="paragraph" w:customStyle="1" w:styleId="LabTitle">
    <w:name w:val="Lab Title"/>
    <w:basedOn w:val="Normal"/>
    <w:link w:val="LabTitleChar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Heading2"/>
    <w:next w:val="BodyTextL25"/>
    <w:qFormat/>
    <w:rsid w:val="00603C52"/>
    <w:pPr>
      <w:numPr>
        <w:ilvl w:val="2"/>
        <w:numId w:val="2"/>
      </w:numPr>
      <w:spacing w:before="240" w:after="120"/>
    </w:pPr>
    <w:rPr>
      <w:rFonts w:ascii="Arial" w:hAnsi="Arial"/>
      <w:color w:val="auto"/>
      <w:sz w:val="24"/>
    </w:r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36440C"/>
    <w:pPr>
      <w:numPr>
        <w:numId w:val="7"/>
      </w:numPr>
      <w:ind w:left="1080"/>
    </w:pPr>
    <w:rPr>
      <w:sz w:val="20"/>
    </w:rPr>
  </w:style>
  <w:style w:type="paragraph" w:customStyle="1" w:styleId="InstNoteRed">
    <w:name w:val="Inst Note Red"/>
    <w:basedOn w:val="Normal"/>
    <w:qFormat/>
    <w:rsid w:val="00231DC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Normal"/>
    <w:next w:val="BodyTextL25"/>
    <w:qFormat/>
    <w:rsid w:val="008402F2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012C22"/>
    <w:pPr>
      <w:numPr>
        <w:ilvl w:val="3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link w:val="CMDChar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012C22"/>
    <w:pPr>
      <w:numPr>
        <w:ilvl w:val="4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012C22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PartHead"/>
    <w:next w:val="BodyTextL25"/>
    <w:rsid w:val="00012C22"/>
    <w:pPr>
      <w:numPr>
        <w:ilvl w:val="1"/>
      </w:numPr>
    </w:pPr>
    <w:rPr>
      <w:sz w:val="24"/>
    </w:rPr>
  </w:style>
  <w:style w:type="character" w:customStyle="1" w:styleId="Heading4Char">
    <w:name w:val="Heading 4 Char"/>
    <w:basedOn w:val="DefaultParagraphFont"/>
    <w:link w:val="Heading4"/>
    <w:semiHidden/>
    <w:rsid w:val="00BF76BE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semiHidden/>
    <w:rsid w:val="00BF76BE"/>
    <w:rPr>
      <w:rFonts w:eastAsia="Times New Roman"/>
      <w:b/>
      <w:bCs/>
      <w:sz w:val="26"/>
      <w:szCs w:val="26"/>
    </w:rPr>
  </w:style>
  <w:style w:type="character" w:customStyle="1" w:styleId="LabTitleChar">
    <w:name w:val="Lab Title Char"/>
    <w:link w:val="LabTitle"/>
    <w:rsid w:val="00231DCA"/>
    <w:rPr>
      <w:b/>
      <w:sz w:val="32"/>
      <w:szCs w:val="22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231DCA"/>
    <w:pPr>
      <w:spacing w:before="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231DCA"/>
    <w:rPr>
      <w:rFonts w:eastAsia="Times New Roman" w:cs="Arial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C73E03"/>
    <w:rPr>
      <w:rFonts w:ascii="Courier New" w:hAnsi="Courier New"/>
      <w:szCs w:val="22"/>
    </w:rPr>
  </w:style>
  <w:style w:type="character" w:customStyle="1" w:styleId="CMDBoldChar">
    <w:name w:val="CMD Bold Char"/>
    <w:basedOn w:val="CMD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NormalWeb">
    <w:name w:val="Normal (Web)"/>
    <w:basedOn w:val="Normal"/>
    <w:uiPriority w:val="99"/>
    <w:semiHidden/>
    <w:unhideWhenUsed/>
    <w:rsid w:val="00D835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sk">
    <w:name w:val="Task"/>
    <w:basedOn w:val="Normal"/>
    <w:next w:val="BodyText"/>
    <w:rsid w:val="00797558"/>
    <w:pPr>
      <w:keepNext/>
      <w:spacing w:before="360" w:after="120" w:line="240" w:lineRule="auto"/>
      <w:ind w:left="-144"/>
    </w:pPr>
    <w:rPr>
      <w:rFonts w:eastAsia="SimSun" w:cs="Arial"/>
      <w:b/>
      <w:lang w:eastAsia="zh-CN"/>
    </w:rPr>
  </w:style>
  <w:style w:type="character" w:customStyle="1" w:styleId="apple-converted-space">
    <w:name w:val="apple-converted-space"/>
    <w:basedOn w:val="DefaultParagraphFont"/>
    <w:rsid w:val="00E10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nicon\Curriculum_Templates\Lab-PT_Template%20-%20IL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6E4A18-AA1E-49CD-A48E-7A490ED70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Lab-PT_Template - ILM.dotx</Template>
  <TotalTime>20</TotalTime>
  <Pages>7</Pages>
  <Words>1755</Words>
  <Characters>10006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17" baseType="lpstr">
      <vt:lpstr/>
      <vt:lpstr>Addressing Table</vt:lpstr>
      <vt:lpstr>Objectives</vt:lpstr>
      <vt:lpstr>Configure and Verify DTP</vt:lpstr>
      <vt:lpstr>    Verify VLAN configuration.</vt:lpstr>
      <vt:lpstr>    Configure Trunks on S1, S2, and S3.</vt:lpstr>
      <vt:lpstr>Configure and Verify VTP</vt:lpstr>
      <vt:lpstr>    Configure S1 as VTP server.</vt:lpstr>
      <vt:lpstr>    Verify VTP on S1.</vt:lpstr>
      <vt:lpstr>    Add S2 and S3 to the VTP domain.</vt:lpstr>
      <vt:lpstr>    Create more VLANs on S1.</vt:lpstr>
      <vt:lpstr>    Observe VTP transparent mode.</vt:lpstr>
      <vt:lpstr>    Assign VLANs to Ports</vt:lpstr>
      <vt:lpstr>    Verify end to end connectivity.</vt:lpstr>
      <vt:lpstr>Script</vt:lpstr>
      <vt:lpstr>Switch S1</vt:lpstr>
      <vt:lpstr>Switches S2 and S3</vt:lpstr>
    </vt:vector>
  </TitlesOfParts>
  <Company>Microsoft</Company>
  <LinksUpToDate>false</LinksUpToDate>
  <CharactersWithSpaces>11738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Suk-yi Pennock</dc:creator>
  <cp:lastModifiedBy>Justin</cp:lastModifiedBy>
  <cp:revision>6</cp:revision>
  <dcterms:created xsi:type="dcterms:W3CDTF">2016-08-09T04:22:00Z</dcterms:created>
  <dcterms:modified xsi:type="dcterms:W3CDTF">2017-11-24T16:41:00Z</dcterms:modified>
</cp:coreProperties>
</file>