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5EF9C" w14:textId="6AB9F518" w:rsidR="00EB60AE" w:rsidRPr="00FD4A68" w:rsidRDefault="0023110F" w:rsidP="00EB60AE">
      <w:pPr>
        <w:pStyle w:val="LabTitle"/>
        <w:rPr>
          <w:rStyle w:val="LabTitleInstVersred"/>
          <w:b/>
          <w:color w:val="auto"/>
        </w:rPr>
      </w:pPr>
      <w:r>
        <w:t>Packet Tracer - Skills Integration Challenge</w:t>
      </w:r>
    </w:p>
    <w:p w14:paraId="7F0C8C88" w14:textId="77777777" w:rsidR="00EB60AE" w:rsidRDefault="00EB60AE" w:rsidP="00EB60AE">
      <w:pPr>
        <w:pStyle w:val="LabSection"/>
      </w:pPr>
      <w:r>
        <w:t>Topology</w:t>
      </w:r>
    </w:p>
    <w:p w14:paraId="1F784C12" w14:textId="77777777" w:rsidR="00364A96" w:rsidRPr="00364A96" w:rsidRDefault="00861751" w:rsidP="00364A96">
      <w:pPr>
        <w:pStyle w:val="BodyText1"/>
      </w:pPr>
      <w:r>
        <w:rPr>
          <w:noProof/>
          <w:lang w:eastAsia="zh-TW"/>
        </w:rPr>
        <w:drawing>
          <wp:inline distT="0" distB="0" distL="0" distR="0" wp14:anchorId="03ED20EF" wp14:editId="3B152786">
            <wp:extent cx="6400800" cy="3028950"/>
            <wp:effectExtent l="19050" t="0" r="0" b="0"/>
            <wp:docPr id="4" name="Picture 3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B2262" w14:textId="77777777" w:rsidR="00FA6FB9" w:rsidRPr="00BB73FF" w:rsidRDefault="00FA6FB9" w:rsidP="00265C9C">
      <w:pPr>
        <w:pStyle w:val="LabSection"/>
        <w:numPr>
          <w:ilvl w:val="0"/>
          <w:numId w:val="0"/>
        </w:numPr>
      </w:pPr>
      <w:r w:rsidRPr="00BB73FF">
        <w:t>Addressing Table</w:t>
      </w:r>
    </w:p>
    <w:tbl>
      <w:tblPr>
        <w:tblW w:w="584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11"/>
        <w:gridCol w:w="1107"/>
        <w:gridCol w:w="1734"/>
        <w:gridCol w:w="1790"/>
      </w:tblGrid>
      <w:tr w:rsidR="00AF7B45" w14:paraId="7B99F40C" w14:textId="77777777" w:rsidTr="007D6D0D">
        <w:trPr>
          <w:cantSplit/>
          <w:trHeight w:val="518"/>
          <w:jc w:val="center"/>
        </w:trPr>
        <w:tc>
          <w:tcPr>
            <w:tcW w:w="121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7732ED41" w14:textId="77777777" w:rsidR="00AF7B45" w:rsidRPr="00E87D62" w:rsidRDefault="00AF7B45" w:rsidP="00FC15D5">
            <w:pPr>
              <w:pStyle w:val="TableHeading"/>
            </w:pPr>
            <w:r w:rsidRPr="00E87D62">
              <w:t>Device</w:t>
            </w:r>
          </w:p>
        </w:tc>
        <w:tc>
          <w:tcPr>
            <w:tcW w:w="110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77C4C6C7" w14:textId="77777777" w:rsidR="00AF7B45" w:rsidRPr="00E87D62" w:rsidRDefault="00AF7B45" w:rsidP="00FC15D5">
            <w:pPr>
              <w:pStyle w:val="TableHeading"/>
            </w:pPr>
            <w:r w:rsidRPr="00E87D62">
              <w:t>Interface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30ABD59" w14:textId="77777777" w:rsidR="00AF7B45" w:rsidRPr="00E87D62" w:rsidRDefault="00AF7B45" w:rsidP="00FC15D5">
            <w:pPr>
              <w:pStyle w:val="TableHeading"/>
            </w:pPr>
            <w:r>
              <w:t>IPv4 Address</w:t>
            </w: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E0EDF50" w14:textId="77777777" w:rsidR="00AF7B45" w:rsidRPr="00E87D62" w:rsidRDefault="00AF7B45" w:rsidP="00FC15D5">
            <w:pPr>
              <w:pStyle w:val="TableHeading"/>
            </w:pPr>
            <w:r>
              <w:t>Subnet Mask</w:t>
            </w:r>
          </w:p>
        </w:tc>
      </w:tr>
      <w:tr w:rsidR="00AF7B45" w14:paraId="3F872AF5" w14:textId="77777777" w:rsidTr="007D6D0D">
        <w:trPr>
          <w:cantSplit/>
          <w:trHeight w:val="517"/>
          <w:jc w:val="center"/>
        </w:trPr>
        <w:tc>
          <w:tcPr>
            <w:tcW w:w="121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C347774" w14:textId="77777777" w:rsidR="00AF7B45" w:rsidRPr="00E87D62" w:rsidRDefault="00AF7B45" w:rsidP="00FC15D5">
            <w:pPr>
              <w:pStyle w:val="TableHeading"/>
            </w:pPr>
          </w:p>
        </w:tc>
        <w:tc>
          <w:tcPr>
            <w:tcW w:w="110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3D78A29" w14:textId="77777777" w:rsidR="00AF7B45" w:rsidRPr="00E87D62" w:rsidRDefault="00AF7B45" w:rsidP="00FC15D5">
            <w:pPr>
              <w:pStyle w:val="TableHeading"/>
            </w:pPr>
          </w:p>
        </w:tc>
        <w:tc>
          <w:tcPr>
            <w:tcW w:w="3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EDC2BBF" w14:textId="77777777" w:rsidR="00AF7B45" w:rsidRPr="00E87D62" w:rsidRDefault="00AF7B45" w:rsidP="00FC15D5">
            <w:pPr>
              <w:pStyle w:val="TableHeading"/>
            </w:pPr>
            <w:r>
              <w:t>IPv6 Address/Prefix</w:t>
            </w:r>
          </w:p>
        </w:tc>
      </w:tr>
      <w:tr w:rsidR="00AF7B45" w:rsidRPr="007D6D0D" w14:paraId="4881514F" w14:textId="77777777" w:rsidTr="007D6D0D">
        <w:trPr>
          <w:cantSplit/>
          <w:jc w:val="center"/>
        </w:trPr>
        <w:tc>
          <w:tcPr>
            <w:tcW w:w="1211" w:type="dxa"/>
            <w:vMerge w:val="restart"/>
            <w:vAlign w:val="center"/>
          </w:tcPr>
          <w:p w14:paraId="3F87DA69" w14:textId="77777777" w:rsidR="00AF7B45" w:rsidRPr="007D6D0D" w:rsidRDefault="00AF7B45" w:rsidP="007D6D0D">
            <w:pPr>
              <w:pStyle w:val="TableText"/>
            </w:pPr>
            <w:r w:rsidRPr="007D6D0D">
              <w:t>IPv4-Edge</w:t>
            </w:r>
          </w:p>
        </w:tc>
        <w:tc>
          <w:tcPr>
            <w:tcW w:w="1107" w:type="dxa"/>
            <w:vAlign w:val="center"/>
          </w:tcPr>
          <w:p w14:paraId="59D2CD14" w14:textId="77777777" w:rsidR="00AF7B45" w:rsidRPr="007D6D0D" w:rsidRDefault="00AF7B45" w:rsidP="007D6D0D">
            <w:pPr>
              <w:pStyle w:val="TableText"/>
            </w:pPr>
            <w:r w:rsidRPr="007D6D0D">
              <w:t>S0/0/0</w:t>
            </w:r>
          </w:p>
        </w:tc>
        <w:tc>
          <w:tcPr>
            <w:tcW w:w="1734" w:type="dxa"/>
            <w:vAlign w:val="center"/>
          </w:tcPr>
          <w:p w14:paraId="0712576E" w14:textId="77777777" w:rsidR="00AF7B45" w:rsidRPr="007D6D0D" w:rsidRDefault="00990DEE" w:rsidP="007D6D0D">
            <w:pPr>
              <w:pStyle w:val="TableText"/>
              <w:rPr>
                <w:rStyle w:val="AnswerGray"/>
              </w:rPr>
            </w:pPr>
            <w:r>
              <w:t>172.31.</w:t>
            </w:r>
            <w:r w:rsidR="00AF7B45" w:rsidRPr="007D6D0D">
              <w:t>6.1</w:t>
            </w:r>
          </w:p>
        </w:tc>
        <w:tc>
          <w:tcPr>
            <w:tcW w:w="1790" w:type="dxa"/>
            <w:vAlign w:val="center"/>
          </w:tcPr>
          <w:p w14:paraId="65B0BE4C" w14:textId="77777777"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 w:rsidR="00F62DDF">
              <w:t>252</w:t>
            </w:r>
          </w:p>
        </w:tc>
      </w:tr>
      <w:tr w:rsidR="00AF7B45" w:rsidRPr="007D6D0D" w14:paraId="47A31408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24192C87" w14:textId="77777777" w:rsidR="00AF7B45" w:rsidRPr="007D6D0D" w:rsidRDefault="00AF7B45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74CDEEF0" w14:textId="77777777" w:rsidR="00AF7B45" w:rsidRPr="007D6D0D" w:rsidRDefault="00AF7B45" w:rsidP="007D6D0D">
            <w:pPr>
              <w:pStyle w:val="TableText"/>
            </w:pPr>
            <w:r w:rsidRPr="007D6D0D">
              <w:t>S0/0/1</w:t>
            </w:r>
          </w:p>
        </w:tc>
        <w:tc>
          <w:tcPr>
            <w:tcW w:w="1734" w:type="dxa"/>
            <w:vAlign w:val="center"/>
          </w:tcPr>
          <w:p w14:paraId="1B545A5C" w14:textId="77777777" w:rsidR="00AF7B45" w:rsidRPr="007D6D0D" w:rsidRDefault="00590141" w:rsidP="007D6D0D">
            <w:pPr>
              <w:pStyle w:val="TableText"/>
              <w:rPr>
                <w:rStyle w:val="AnswerGray"/>
              </w:rPr>
            </w:pPr>
            <w:r>
              <w:t>10.10</w:t>
            </w:r>
            <w:r w:rsidR="00990DEE">
              <w:t>.8</w:t>
            </w:r>
            <w:r w:rsidR="00AF7B45" w:rsidRPr="007D6D0D">
              <w:t>.1</w:t>
            </w:r>
          </w:p>
        </w:tc>
        <w:tc>
          <w:tcPr>
            <w:tcW w:w="1790" w:type="dxa"/>
            <w:vAlign w:val="center"/>
          </w:tcPr>
          <w:p w14:paraId="0E1B47ED" w14:textId="77777777"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 w:rsidR="00F62DDF">
              <w:t>252</w:t>
            </w:r>
          </w:p>
        </w:tc>
      </w:tr>
      <w:tr w:rsidR="00AF7B45" w:rsidRPr="007D6D0D" w14:paraId="5D26304B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564454F1" w14:textId="77777777" w:rsidR="00AF7B45" w:rsidRPr="007D6D0D" w:rsidRDefault="00AF7B45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167B79D2" w14:textId="77777777" w:rsidR="00AF7B45" w:rsidRPr="007D6D0D" w:rsidRDefault="00AF7B45" w:rsidP="007D6D0D">
            <w:pPr>
              <w:pStyle w:val="TableText"/>
            </w:pPr>
            <w:r w:rsidRPr="007D6D0D">
              <w:t>S0/1/0</w:t>
            </w:r>
          </w:p>
        </w:tc>
        <w:tc>
          <w:tcPr>
            <w:tcW w:w="1734" w:type="dxa"/>
            <w:vAlign w:val="center"/>
          </w:tcPr>
          <w:p w14:paraId="19FD1FB8" w14:textId="77777777"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209.165.200.226</w:t>
            </w:r>
          </w:p>
        </w:tc>
        <w:tc>
          <w:tcPr>
            <w:tcW w:w="1790" w:type="dxa"/>
            <w:vAlign w:val="center"/>
          </w:tcPr>
          <w:p w14:paraId="1EB692B0" w14:textId="77777777"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255.255.255.224</w:t>
            </w:r>
          </w:p>
        </w:tc>
      </w:tr>
      <w:tr w:rsidR="00A47D63" w:rsidRPr="007D6D0D" w14:paraId="43F4E490" w14:textId="77777777" w:rsidTr="007D6D0D">
        <w:trPr>
          <w:cantSplit/>
          <w:jc w:val="center"/>
        </w:trPr>
        <w:tc>
          <w:tcPr>
            <w:tcW w:w="1211" w:type="dxa"/>
            <w:vMerge w:val="restart"/>
            <w:vAlign w:val="center"/>
          </w:tcPr>
          <w:p w14:paraId="1D179C98" w14:textId="77777777" w:rsidR="00A47D63" w:rsidRPr="007D6D0D" w:rsidRDefault="00A47D63" w:rsidP="00AD6B43">
            <w:pPr>
              <w:pStyle w:val="TableText"/>
            </w:pPr>
            <w:r w:rsidRPr="007D6D0D">
              <w:t>R1</w:t>
            </w:r>
          </w:p>
        </w:tc>
        <w:tc>
          <w:tcPr>
            <w:tcW w:w="1107" w:type="dxa"/>
            <w:vAlign w:val="center"/>
          </w:tcPr>
          <w:p w14:paraId="2DDF238D" w14:textId="77777777" w:rsidR="00A47D63" w:rsidRPr="007D6D0D" w:rsidRDefault="00A47D63" w:rsidP="00AD6B43">
            <w:pPr>
              <w:pStyle w:val="TableText"/>
            </w:pPr>
            <w:r w:rsidRPr="007D6D0D">
              <w:t>S0/0/0</w:t>
            </w:r>
          </w:p>
        </w:tc>
        <w:tc>
          <w:tcPr>
            <w:tcW w:w="1734" w:type="dxa"/>
            <w:vAlign w:val="center"/>
          </w:tcPr>
          <w:p w14:paraId="646391C4" w14:textId="77777777" w:rsidR="00A47D63" w:rsidRPr="007D6D0D" w:rsidRDefault="00A47D63" w:rsidP="00AD6B43">
            <w:pPr>
              <w:pStyle w:val="TableText"/>
              <w:rPr>
                <w:rStyle w:val="AnswerGray"/>
              </w:rPr>
            </w:pPr>
            <w:r w:rsidRPr="007D6D0D">
              <w:t>172.31.6.2</w:t>
            </w:r>
          </w:p>
        </w:tc>
        <w:tc>
          <w:tcPr>
            <w:tcW w:w="1790" w:type="dxa"/>
            <w:vAlign w:val="center"/>
          </w:tcPr>
          <w:p w14:paraId="5ADBF939" w14:textId="77777777" w:rsidR="00A47D63" w:rsidRPr="007D6D0D" w:rsidRDefault="00A47D63" w:rsidP="00AD6B43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>
              <w:t>252</w:t>
            </w:r>
          </w:p>
        </w:tc>
      </w:tr>
      <w:tr w:rsidR="00A47D63" w:rsidRPr="007D6D0D" w14:paraId="12AC96DD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24F12E86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539285B9" w14:textId="77777777" w:rsidR="00A47D63" w:rsidRPr="007D6D0D" w:rsidRDefault="00A47D63" w:rsidP="00AD6B43">
            <w:pPr>
              <w:pStyle w:val="TableText"/>
            </w:pPr>
            <w:r>
              <w:t>Lo8</w:t>
            </w:r>
          </w:p>
        </w:tc>
        <w:tc>
          <w:tcPr>
            <w:tcW w:w="1734" w:type="dxa"/>
            <w:vAlign w:val="center"/>
          </w:tcPr>
          <w:p w14:paraId="3720E924" w14:textId="77777777" w:rsidR="00A47D63" w:rsidRPr="007D6D0D" w:rsidRDefault="00A47D63" w:rsidP="00AD6B43">
            <w:pPr>
              <w:pStyle w:val="TableText"/>
            </w:pPr>
            <w:r>
              <w:t>172.31.0.1</w:t>
            </w:r>
          </w:p>
        </w:tc>
        <w:tc>
          <w:tcPr>
            <w:tcW w:w="1790" w:type="dxa"/>
            <w:vAlign w:val="center"/>
          </w:tcPr>
          <w:p w14:paraId="049CE93E" w14:textId="77777777" w:rsidR="00A47D63" w:rsidRPr="007D6D0D" w:rsidRDefault="00A47D63" w:rsidP="00AD6B43">
            <w:pPr>
              <w:pStyle w:val="TableText"/>
            </w:pPr>
            <w:r>
              <w:t>255.255.255.128</w:t>
            </w:r>
          </w:p>
        </w:tc>
      </w:tr>
      <w:tr w:rsidR="00A47D63" w:rsidRPr="007D6D0D" w14:paraId="6B9EFD75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02245DA0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48288596" w14:textId="77777777" w:rsidR="00A47D63" w:rsidRPr="007D6D0D" w:rsidRDefault="00A47D63" w:rsidP="00AD6B43">
            <w:pPr>
              <w:pStyle w:val="TableText"/>
            </w:pPr>
            <w:r>
              <w:t>Lo9</w:t>
            </w:r>
          </w:p>
        </w:tc>
        <w:tc>
          <w:tcPr>
            <w:tcW w:w="1734" w:type="dxa"/>
            <w:vAlign w:val="center"/>
          </w:tcPr>
          <w:p w14:paraId="5599A9C1" w14:textId="77777777" w:rsidR="00A47D63" w:rsidRPr="007D6D0D" w:rsidRDefault="00A47D63" w:rsidP="00AD6B43">
            <w:pPr>
              <w:pStyle w:val="TableText"/>
            </w:pPr>
            <w:r>
              <w:t>172.31.0.129</w:t>
            </w:r>
          </w:p>
        </w:tc>
        <w:tc>
          <w:tcPr>
            <w:tcW w:w="1790" w:type="dxa"/>
            <w:vAlign w:val="center"/>
          </w:tcPr>
          <w:p w14:paraId="03122EED" w14:textId="77777777" w:rsidR="00A47D63" w:rsidRPr="007D6D0D" w:rsidRDefault="00A47D63" w:rsidP="00AD6B43">
            <w:pPr>
              <w:pStyle w:val="TableText"/>
            </w:pPr>
            <w:r>
              <w:t>255.255.255.128</w:t>
            </w:r>
          </w:p>
        </w:tc>
      </w:tr>
      <w:tr w:rsidR="00A47D63" w:rsidRPr="007D6D0D" w14:paraId="6F5FC0B6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4D6E56A9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1CFF6431" w14:textId="77777777" w:rsidR="00A47D63" w:rsidRPr="007D6D0D" w:rsidRDefault="00A47D63" w:rsidP="00AD6B43">
            <w:pPr>
              <w:pStyle w:val="TableText"/>
            </w:pPr>
            <w:r>
              <w:t>Lo10</w:t>
            </w:r>
          </w:p>
        </w:tc>
        <w:tc>
          <w:tcPr>
            <w:tcW w:w="1734" w:type="dxa"/>
            <w:vAlign w:val="center"/>
          </w:tcPr>
          <w:p w14:paraId="0CB37AA1" w14:textId="77777777" w:rsidR="00A47D63" w:rsidRPr="007D6D0D" w:rsidRDefault="00A47D63" w:rsidP="00AD6B43">
            <w:pPr>
              <w:pStyle w:val="TableText"/>
            </w:pPr>
            <w:r>
              <w:t>172.31.1.1</w:t>
            </w:r>
          </w:p>
        </w:tc>
        <w:tc>
          <w:tcPr>
            <w:tcW w:w="1790" w:type="dxa"/>
            <w:vAlign w:val="center"/>
          </w:tcPr>
          <w:p w14:paraId="5C742942" w14:textId="77777777" w:rsidR="00A47D63" w:rsidRPr="007D6D0D" w:rsidRDefault="00A47D63" w:rsidP="00AD6B43">
            <w:pPr>
              <w:pStyle w:val="TableText"/>
            </w:pPr>
            <w:r>
              <w:t>255.255.255.128</w:t>
            </w:r>
          </w:p>
        </w:tc>
      </w:tr>
      <w:tr w:rsidR="00A47D63" w:rsidRPr="007D6D0D" w14:paraId="4A33C45E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4770E9FF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51CDBA6C" w14:textId="77777777" w:rsidR="00A47D63" w:rsidRPr="007D6D0D" w:rsidRDefault="00A47D63" w:rsidP="00AD6B43">
            <w:pPr>
              <w:pStyle w:val="TableText"/>
            </w:pPr>
            <w:r>
              <w:t>Lo11</w:t>
            </w:r>
          </w:p>
        </w:tc>
        <w:tc>
          <w:tcPr>
            <w:tcW w:w="1734" w:type="dxa"/>
            <w:vAlign w:val="center"/>
          </w:tcPr>
          <w:p w14:paraId="5C759275" w14:textId="77777777" w:rsidR="00A47D63" w:rsidRPr="007D6D0D" w:rsidRDefault="00A47D63" w:rsidP="00AD6B43">
            <w:pPr>
              <w:pStyle w:val="TableText"/>
            </w:pPr>
            <w:r>
              <w:t>172.31.1.129</w:t>
            </w:r>
          </w:p>
        </w:tc>
        <w:tc>
          <w:tcPr>
            <w:tcW w:w="1790" w:type="dxa"/>
            <w:vAlign w:val="center"/>
          </w:tcPr>
          <w:p w14:paraId="25806873" w14:textId="77777777" w:rsidR="00A47D63" w:rsidRPr="007D6D0D" w:rsidRDefault="00A47D63" w:rsidP="00AD6B43">
            <w:pPr>
              <w:pStyle w:val="TableText"/>
            </w:pPr>
            <w:r>
              <w:t>255.255.255.128</w:t>
            </w:r>
          </w:p>
        </w:tc>
      </w:tr>
      <w:tr w:rsidR="00A47D63" w:rsidRPr="007D6D0D" w14:paraId="16E614CF" w14:textId="77777777" w:rsidTr="007D6D0D">
        <w:trPr>
          <w:cantSplit/>
          <w:jc w:val="center"/>
        </w:trPr>
        <w:tc>
          <w:tcPr>
            <w:tcW w:w="1211" w:type="dxa"/>
            <w:vMerge w:val="restart"/>
            <w:vAlign w:val="center"/>
          </w:tcPr>
          <w:p w14:paraId="3F0113A7" w14:textId="77777777" w:rsidR="00A47D63" w:rsidRPr="007D6D0D" w:rsidRDefault="00A47D63" w:rsidP="00AD6B43">
            <w:pPr>
              <w:pStyle w:val="TableText"/>
            </w:pPr>
            <w:r w:rsidRPr="007D6D0D">
              <w:t>R2</w:t>
            </w:r>
          </w:p>
        </w:tc>
        <w:tc>
          <w:tcPr>
            <w:tcW w:w="1107" w:type="dxa"/>
            <w:vAlign w:val="center"/>
          </w:tcPr>
          <w:p w14:paraId="275BCEC7" w14:textId="77777777" w:rsidR="00A47D63" w:rsidRPr="007D6D0D" w:rsidRDefault="00A47D63" w:rsidP="00AD6B43">
            <w:pPr>
              <w:pStyle w:val="TableText"/>
            </w:pPr>
            <w:r w:rsidRPr="007D6D0D">
              <w:t>S0/0/1</w:t>
            </w:r>
          </w:p>
        </w:tc>
        <w:tc>
          <w:tcPr>
            <w:tcW w:w="1734" w:type="dxa"/>
            <w:vAlign w:val="center"/>
          </w:tcPr>
          <w:p w14:paraId="08186B5C" w14:textId="77777777" w:rsidR="00A47D63" w:rsidRPr="007D6D0D" w:rsidRDefault="00A47D63" w:rsidP="00AD6B43">
            <w:pPr>
              <w:pStyle w:val="TableText"/>
              <w:rPr>
                <w:rStyle w:val="AnswerGray"/>
              </w:rPr>
            </w:pPr>
            <w:r>
              <w:t>10.10.8</w:t>
            </w:r>
            <w:r w:rsidRPr="007D6D0D">
              <w:t>.2</w:t>
            </w:r>
          </w:p>
        </w:tc>
        <w:tc>
          <w:tcPr>
            <w:tcW w:w="1790" w:type="dxa"/>
            <w:vAlign w:val="center"/>
          </w:tcPr>
          <w:p w14:paraId="2BDB4B57" w14:textId="77777777" w:rsidR="00A47D63" w:rsidRPr="007D6D0D" w:rsidRDefault="00A47D63" w:rsidP="00AD6B43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>
              <w:t>252</w:t>
            </w:r>
          </w:p>
        </w:tc>
      </w:tr>
      <w:tr w:rsidR="00A47D63" w:rsidRPr="007D6D0D" w14:paraId="747DFFA5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13B918A0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3EF27A48" w14:textId="77777777" w:rsidR="00A47D63" w:rsidRPr="007D6D0D" w:rsidRDefault="00A47D63" w:rsidP="00AD6B43">
            <w:pPr>
              <w:pStyle w:val="TableText"/>
            </w:pPr>
            <w:r>
              <w:t>Lo1</w:t>
            </w:r>
          </w:p>
        </w:tc>
        <w:tc>
          <w:tcPr>
            <w:tcW w:w="1734" w:type="dxa"/>
            <w:vAlign w:val="center"/>
          </w:tcPr>
          <w:p w14:paraId="7749F2EC" w14:textId="77777777" w:rsidR="00A47D63" w:rsidRDefault="00A47D63" w:rsidP="00AD6B43">
            <w:pPr>
              <w:pStyle w:val="TableText"/>
            </w:pPr>
            <w:r>
              <w:t>10.10.0.1</w:t>
            </w:r>
          </w:p>
        </w:tc>
        <w:tc>
          <w:tcPr>
            <w:tcW w:w="1790" w:type="dxa"/>
            <w:vAlign w:val="center"/>
          </w:tcPr>
          <w:p w14:paraId="6AF92E9C" w14:textId="77777777" w:rsidR="00A47D63" w:rsidRPr="007D6D0D" w:rsidRDefault="00A47D63" w:rsidP="00AD6B43">
            <w:pPr>
              <w:pStyle w:val="TableText"/>
            </w:pPr>
            <w:r>
              <w:t>255.255.255.0</w:t>
            </w:r>
          </w:p>
        </w:tc>
      </w:tr>
      <w:tr w:rsidR="00A47D63" w:rsidRPr="007D6D0D" w14:paraId="193BC4F5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20C54937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4B968897" w14:textId="77777777" w:rsidR="00A47D63" w:rsidRPr="007D6D0D" w:rsidRDefault="00A47D63" w:rsidP="00AD6B43">
            <w:pPr>
              <w:pStyle w:val="TableText"/>
            </w:pPr>
            <w:r>
              <w:t>Lo2</w:t>
            </w:r>
          </w:p>
        </w:tc>
        <w:tc>
          <w:tcPr>
            <w:tcW w:w="1734" w:type="dxa"/>
            <w:vAlign w:val="center"/>
          </w:tcPr>
          <w:p w14:paraId="6902D8E0" w14:textId="77777777" w:rsidR="00A47D63" w:rsidRDefault="00A47D63" w:rsidP="00AD6B43">
            <w:pPr>
              <w:pStyle w:val="TableText"/>
            </w:pPr>
            <w:r>
              <w:t>10.10.1.1</w:t>
            </w:r>
          </w:p>
        </w:tc>
        <w:tc>
          <w:tcPr>
            <w:tcW w:w="1790" w:type="dxa"/>
            <w:vAlign w:val="center"/>
          </w:tcPr>
          <w:p w14:paraId="2D470947" w14:textId="77777777" w:rsidR="00A47D63" w:rsidRPr="007D6D0D" w:rsidRDefault="00A47D63" w:rsidP="00AD6B43">
            <w:pPr>
              <w:pStyle w:val="TableText"/>
            </w:pPr>
            <w:r>
              <w:t>255.255.255.0</w:t>
            </w:r>
          </w:p>
        </w:tc>
      </w:tr>
      <w:tr w:rsidR="00A47D63" w:rsidRPr="007D6D0D" w14:paraId="4D1F1707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24FFAE84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7FD6CAAD" w14:textId="77777777" w:rsidR="00A47D63" w:rsidRPr="007D6D0D" w:rsidRDefault="00A47D63" w:rsidP="00AD6B43">
            <w:pPr>
              <w:pStyle w:val="TableText"/>
            </w:pPr>
            <w:r>
              <w:t>Lo3</w:t>
            </w:r>
          </w:p>
        </w:tc>
        <w:tc>
          <w:tcPr>
            <w:tcW w:w="1734" w:type="dxa"/>
            <w:vAlign w:val="center"/>
          </w:tcPr>
          <w:p w14:paraId="6E2A4F0C" w14:textId="77777777" w:rsidR="00A47D63" w:rsidRDefault="00A47D63" w:rsidP="00AD6B43">
            <w:pPr>
              <w:pStyle w:val="TableText"/>
            </w:pPr>
            <w:r>
              <w:t>10.10.2.1</w:t>
            </w:r>
          </w:p>
        </w:tc>
        <w:tc>
          <w:tcPr>
            <w:tcW w:w="1790" w:type="dxa"/>
            <w:vAlign w:val="center"/>
          </w:tcPr>
          <w:p w14:paraId="68277778" w14:textId="77777777" w:rsidR="00A47D63" w:rsidRPr="007D6D0D" w:rsidRDefault="00A47D63" w:rsidP="00AD6B43">
            <w:pPr>
              <w:pStyle w:val="TableText"/>
            </w:pPr>
            <w:r>
              <w:t>255.255.254.0</w:t>
            </w:r>
          </w:p>
        </w:tc>
      </w:tr>
      <w:tr w:rsidR="00A47D63" w:rsidRPr="007D6D0D" w14:paraId="50C8AF9B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3CC3389E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285FCD68" w14:textId="77777777" w:rsidR="00A47D63" w:rsidRPr="007D6D0D" w:rsidRDefault="00A47D63" w:rsidP="00AD6B43">
            <w:pPr>
              <w:pStyle w:val="TableText"/>
            </w:pPr>
            <w:r>
              <w:t>Lo4</w:t>
            </w:r>
          </w:p>
        </w:tc>
        <w:tc>
          <w:tcPr>
            <w:tcW w:w="1734" w:type="dxa"/>
            <w:vAlign w:val="center"/>
          </w:tcPr>
          <w:p w14:paraId="7E57D79C" w14:textId="77777777" w:rsidR="00A47D63" w:rsidRDefault="00A47D63" w:rsidP="00AD6B43">
            <w:pPr>
              <w:pStyle w:val="TableText"/>
            </w:pPr>
            <w:r>
              <w:t>10.10.4.1</w:t>
            </w:r>
          </w:p>
        </w:tc>
        <w:tc>
          <w:tcPr>
            <w:tcW w:w="1790" w:type="dxa"/>
            <w:vAlign w:val="center"/>
          </w:tcPr>
          <w:p w14:paraId="0AF76ACB" w14:textId="77777777" w:rsidR="00A47D63" w:rsidRPr="007D6D0D" w:rsidRDefault="00A47D63" w:rsidP="00AD6B43">
            <w:pPr>
              <w:pStyle w:val="TableText"/>
            </w:pPr>
            <w:r>
              <w:t>255.255.252.0</w:t>
            </w:r>
          </w:p>
        </w:tc>
      </w:tr>
      <w:tr w:rsidR="00265C9C" w:rsidRPr="007D6D0D" w14:paraId="613F6414" w14:textId="77777777" w:rsidTr="007D6D0D">
        <w:trPr>
          <w:cantSplit/>
          <w:jc w:val="center"/>
        </w:trPr>
        <w:tc>
          <w:tcPr>
            <w:tcW w:w="1211" w:type="dxa"/>
            <w:vMerge w:val="restart"/>
            <w:vAlign w:val="center"/>
          </w:tcPr>
          <w:p w14:paraId="3E05C08C" w14:textId="77777777" w:rsidR="00265C9C" w:rsidRPr="007D6D0D" w:rsidRDefault="00265C9C" w:rsidP="007D6D0D">
            <w:pPr>
              <w:pStyle w:val="TableText"/>
            </w:pPr>
            <w:r w:rsidRPr="007D6D0D">
              <w:t>IPv6-Edge</w:t>
            </w:r>
          </w:p>
        </w:tc>
        <w:tc>
          <w:tcPr>
            <w:tcW w:w="1107" w:type="dxa"/>
            <w:vAlign w:val="center"/>
          </w:tcPr>
          <w:p w14:paraId="7DB8A2A2" w14:textId="77777777" w:rsidR="00265C9C" w:rsidRPr="007D6D0D" w:rsidRDefault="00265C9C" w:rsidP="007D6D0D">
            <w:pPr>
              <w:pStyle w:val="TableText"/>
            </w:pPr>
            <w:r w:rsidRPr="007D6D0D">
              <w:t>S0/0/0</w:t>
            </w:r>
          </w:p>
        </w:tc>
        <w:tc>
          <w:tcPr>
            <w:tcW w:w="3524" w:type="dxa"/>
            <w:gridSpan w:val="2"/>
            <w:vAlign w:val="center"/>
          </w:tcPr>
          <w:p w14:paraId="2F4410A5" w14:textId="77777777" w:rsidR="00265C9C" w:rsidRPr="007D6D0D" w:rsidRDefault="00265C9C" w:rsidP="007D6D0D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 w:rsidR="007D6D0D">
              <w:t>DB8</w:t>
            </w:r>
            <w:r w:rsidRPr="007D6D0D">
              <w:t>:</w:t>
            </w:r>
            <w:r w:rsidR="007D6D0D">
              <w:t>A001:</w:t>
            </w:r>
            <w:r w:rsidRPr="007D6D0D">
              <w:t>6::1/64</w:t>
            </w:r>
          </w:p>
        </w:tc>
      </w:tr>
      <w:tr w:rsidR="00265C9C" w:rsidRPr="007D6D0D" w14:paraId="3DBD9A75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57EF40CF" w14:textId="77777777" w:rsidR="00265C9C" w:rsidRPr="007D6D0D" w:rsidRDefault="00265C9C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10963479" w14:textId="77777777" w:rsidR="00265C9C" w:rsidRPr="007D6D0D" w:rsidRDefault="00265C9C" w:rsidP="007D6D0D">
            <w:pPr>
              <w:pStyle w:val="TableText"/>
            </w:pPr>
            <w:r w:rsidRPr="007D6D0D">
              <w:t>S0/0/1</w:t>
            </w:r>
          </w:p>
        </w:tc>
        <w:tc>
          <w:tcPr>
            <w:tcW w:w="3524" w:type="dxa"/>
            <w:gridSpan w:val="2"/>
            <w:vAlign w:val="center"/>
          </w:tcPr>
          <w:p w14:paraId="6D67AF51" w14:textId="77777777" w:rsidR="00265C9C" w:rsidRPr="007D6D0D" w:rsidRDefault="00265C9C" w:rsidP="007D6D0D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 w:rsidR="007D6D0D">
              <w:t>DB8</w:t>
            </w:r>
            <w:r w:rsidRPr="007D6D0D">
              <w:t>:</w:t>
            </w:r>
            <w:r w:rsidR="007D6D0D">
              <w:t>A001:</w:t>
            </w:r>
            <w:r w:rsidRPr="007D6D0D">
              <w:t>7::1/64</w:t>
            </w:r>
          </w:p>
        </w:tc>
      </w:tr>
      <w:tr w:rsidR="00265C9C" w:rsidRPr="007D6D0D" w14:paraId="60612C99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2DDB40DD" w14:textId="77777777" w:rsidR="00265C9C" w:rsidRPr="007D6D0D" w:rsidRDefault="00265C9C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4F542744" w14:textId="77777777" w:rsidR="00265C9C" w:rsidRPr="007D6D0D" w:rsidRDefault="00265C9C" w:rsidP="007D6D0D">
            <w:pPr>
              <w:pStyle w:val="TableText"/>
            </w:pPr>
            <w:r w:rsidRPr="007D6D0D">
              <w:t>S0/1/0</w:t>
            </w:r>
          </w:p>
        </w:tc>
        <w:tc>
          <w:tcPr>
            <w:tcW w:w="3524" w:type="dxa"/>
            <w:gridSpan w:val="2"/>
            <w:vAlign w:val="center"/>
          </w:tcPr>
          <w:p w14:paraId="6A733265" w14:textId="77777777" w:rsidR="00265C9C" w:rsidRPr="007D6D0D" w:rsidRDefault="00265C9C" w:rsidP="007D6D0D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 w:rsidR="007D6D0D">
              <w:t>DB8</w:t>
            </w:r>
            <w:r w:rsidRPr="007D6D0D">
              <w:t>:</w:t>
            </w:r>
            <w:r w:rsidR="007D6D0D">
              <w:t>CAFE:1</w:t>
            </w:r>
            <w:r w:rsidRPr="007D6D0D">
              <w:t>::</w:t>
            </w:r>
            <w:r w:rsidR="007D6D0D">
              <w:t>2</w:t>
            </w:r>
            <w:r w:rsidRPr="007D6D0D">
              <w:t>/64</w:t>
            </w:r>
          </w:p>
        </w:tc>
      </w:tr>
      <w:tr w:rsidR="007D6D0D" w:rsidRPr="007D6D0D" w14:paraId="5409A09E" w14:textId="77777777" w:rsidTr="00AD6B43">
        <w:trPr>
          <w:cantSplit/>
          <w:jc w:val="center"/>
        </w:trPr>
        <w:tc>
          <w:tcPr>
            <w:tcW w:w="1211" w:type="dxa"/>
            <w:vAlign w:val="center"/>
          </w:tcPr>
          <w:p w14:paraId="0AF8D69B" w14:textId="77777777" w:rsidR="007D6D0D" w:rsidRPr="007D6D0D" w:rsidRDefault="007D6D0D" w:rsidP="00AD6B43">
            <w:pPr>
              <w:pStyle w:val="TableText"/>
            </w:pPr>
            <w:r w:rsidRPr="007D6D0D">
              <w:t>R3</w:t>
            </w:r>
          </w:p>
        </w:tc>
        <w:tc>
          <w:tcPr>
            <w:tcW w:w="1107" w:type="dxa"/>
            <w:vAlign w:val="center"/>
          </w:tcPr>
          <w:p w14:paraId="074DB6CD" w14:textId="77777777" w:rsidR="007D6D0D" w:rsidRPr="007D6D0D" w:rsidRDefault="007D6D0D" w:rsidP="00AD6B43">
            <w:pPr>
              <w:pStyle w:val="TableText"/>
            </w:pPr>
            <w:r w:rsidRPr="007D6D0D">
              <w:t>S0/0/0</w:t>
            </w:r>
          </w:p>
        </w:tc>
        <w:tc>
          <w:tcPr>
            <w:tcW w:w="3524" w:type="dxa"/>
            <w:gridSpan w:val="2"/>
            <w:vAlign w:val="center"/>
          </w:tcPr>
          <w:p w14:paraId="4B6A9CAE" w14:textId="77777777"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>
              <w:t>DB8</w:t>
            </w:r>
            <w:r w:rsidRPr="007D6D0D">
              <w:t>:</w:t>
            </w:r>
            <w:r>
              <w:t>A001:</w:t>
            </w:r>
            <w:r w:rsidRPr="007D6D0D">
              <w:t>7::2/64</w:t>
            </w:r>
          </w:p>
        </w:tc>
      </w:tr>
      <w:tr w:rsidR="007D6D0D" w:rsidRPr="007D6D0D" w14:paraId="16537595" w14:textId="77777777" w:rsidTr="00AD6B43">
        <w:trPr>
          <w:cantSplit/>
          <w:jc w:val="center"/>
        </w:trPr>
        <w:tc>
          <w:tcPr>
            <w:tcW w:w="1211" w:type="dxa"/>
            <w:vAlign w:val="center"/>
          </w:tcPr>
          <w:p w14:paraId="1063AC56" w14:textId="77777777" w:rsidR="007D6D0D" w:rsidRPr="007D6D0D" w:rsidRDefault="007D6D0D" w:rsidP="004C584D">
            <w:pPr>
              <w:pStyle w:val="TableText"/>
              <w:keepNext w:val="0"/>
            </w:pPr>
            <w:r w:rsidRPr="007D6D0D">
              <w:t>R4</w:t>
            </w:r>
          </w:p>
        </w:tc>
        <w:tc>
          <w:tcPr>
            <w:tcW w:w="1107" w:type="dxa"/>
            <w:vAlign w:val="center"/>
          </w:tcPr>
          <w:p w14:paraId="5AD71809" w14:textId="77777777" w:rsidR="007D6D0D" w:rsidRPr="007D6D0D" w:rsidRDefault="007D6D0D" w:rsidP="00AD6B43">
            <w:pPr>
              <w:pStyle w:val="TableText"/>
            </w:pPr>
            <w:r w:rsidRPr="007D6D0D">
              <w:t>S0/0/1</w:t>
            </w:r>
          </w:p>
        </w:tc>
        <w:tc>
          <w:tcPr>
            <w:tcW w:w="3524" w:type="dxa"/>
            <w:gridSpan w:val="2"/>
            <w:vAlign w:val="center"/>
          </w:tcPr>
          <w:p w14:paraId="08C20556" w14:textId="77777777"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>
              <w:t>DB8</w:t>
            </w:r>
            <w:r w:rsidRPr="007D6D0D">
              <w:t>:</w:t>
            </w:r>
            <w:r>
              <w:t>A001:</w:t>
            </w:r>
            <w:r w:rsidRPr="007D6D0D">
              <w:t>6::2/64</w:t>
            </w:r>
          </w:p>
        </w:tc>
      </w:tr>
    </w:tbl>
    <w:p w14:paraId="1AD29798" w14:textId="77777777" w:rsidR="00770E51" w:rsidRPr="00C07FD9" w:rsidRDefault="00770E51" w:rsidP="00770E51">
      <w:pPr>
        <w:pStyle w:val="LabSection"/>
      </w:pPr>
      <w:r>
        <w:t>Scenario</w:t>
      </w:r>
    </w:p>
    <w:p w14:paraId="1C0E5A1E" w14:textId="7BEE6D3E" w:rsidR="00265C9C" w:rsidRDefault="00B72D48" w:rsidP="00265C9C">
      <w:pPr>
        <w:pStyle w:val="BodyTextL25"/>
      </w:pPr>
      <w:r>
        <w:t xml:space="preserve">In this activity, you </w:t>
      </w:r>
      <w:r w:rsidR="00DF794B">
        <w:t>must</w:t>
      </w:r>
      <w:r>
        <w:t xml:space="preserve"> </w:t>
      </w:r>
      <w:r w:rsidR="00265C9C">
        <w:t>implement EIGRP</w:t>
      </w:r>
      <w:r w:rsidR="00CE71D6">
        <w:t xml:space="preserve"> for</w:t>
      </w:r>
      <w:r w:rsidR="00265C9C">
        <w:t xml:space="preserve"> </w:t>
      </w:r>
      <w:r>
        <w:t xml:space="preserve">IPv4 and IPv6 on two separate networks. Your task includes enabling EIGRP, </w:t>
      </w:r>
      <w:r w:rsidR="00265C9C">
        <w:t>assign</w:t>
      </w:r>
      <w:r>
        <w:t>ing</w:t>
      </w:r>
      <w:r w:rsidR="007435D6">
        <w:t xml:space="preserve"> router</w:t>
      </w:r>
      <w:r w:rsidR="00A47D63">
        <w:t xml:space="preserve"> </w:t>
      </w:r>
      <w:r w:rsidR="007435D6">
        <w:t xml:space="preserve">IDs, </w:t>
      </w:r>
      <w:r w:rsidR="00CE71D6">
        <w:t>changing the hello timers,</w:t>
      </w:r>
      <w:r w:rsidR="00265C9C">
        <w:t xml:space="preserve"> and limit</w:t>
      </w:r>
      <w:r w:rsidR="007435D6">
        <w:t>ing EIGRP advertisements.</w:t>
      </w:r>
    </w:p>
    <w:p w14:paraId="6DA3F7B4" w14:textId="77777777" w:rsidR="004D57FA" w:rsidRDefault="00FA6FB9" w:rsidP="00265C9C">
      <w:pPr>
        <w:pStyle w:val="LabSection"/>
      </w:pPr>
      <w:r>
        <w:t>Requirements</w:t>
      </w:r>
    </w:p>
    <w:p w14:paraId="4662A72E" w14:textId="77777777" w:rsidR="00987908" w:rsidRDefault="00987908" w:rsidP="00987908">
      <w:pPr>
        <w:pStyle w:val="BodyTextL25Bold"/>
      </w:pPr>
      <w:r>
        <w:t>EIGRP for IPv4</w:t>
      </w:r>
    </w:p>
    <w:p w14:paraId="51B4740A" w14:textId="04E1ECA5" w:rsidR="00265C9C" w:rsidRDefault="00265C9C" w:rsidP="00265C9C">
      <w:pPr>
        <w:pStyle w:val="Bulletlevel1"/>
      </w:pPr>
      <w:r>
        <w:t xml:space="preserve">Implement EIGRP on </w:t>
      </w:r>
      <w:r w:rsidR="00001090">
        <w:t>IPv4</w:t>
      </w:r>
      <w:r w:rsidR="00DF794B">
        <w:t>-</w:t>
      </w:r>
      <w:r w:rsidR="00001090">
        <w:t>enabled routers using Autonomous System 1.</w:t>
      </w:r>
    </w:p>
    <w:p w14:paraId="12D485CB" w14:textId="3CD7A4A5" w:rsidR="00001090" w:rsidRDefault="00D417E0" w:rsidP="00001090">
      <w:pPr>
        <w:pStyle w:val="Bulletlevel2"/>
      </w:pPr>
      <w:r>
        <w:t>Use</w:t>
      </w:r>
      <w:r w:rsidR="00987908">
        <w:t xml:space="preserve"> </w:t>
      </w:r>
      <w:r w:rsidR="008D40D9">
        <w:t>a single</w:t>
      </w:r>
      <w:r w:rsidR="00590141">
        <w:t xml:space="preserve"> classful network address </w:t>
      </w:r>
      <w:r w:rsidR="008D40D9">
        <w:t>to advertise</w:t>
      </w:r>
      <w:r w:rsidR="00590141">
        <w:t xml:space="preserve"> the loopback interfaces</w:t>
      </w:r>
      <w:r w:rsidR="00001090">
        <w:t>.</w:t>
      </w:r>
    </w:p>
    <w:p w14:paraId="7E1D6E45" w14:textId="77777777" w:rsidR="00590141" w:rsidRDefault="00D417E0" w:rsidP="00590141">
      <w:pPr>
        <w:pStyle w:val="Bulletlevel2"/>
      </w:pPr>
      <w:r>
        <w:t>Use the wildcard mask to a</w:t>
      </w:r>
      <w:r w:rsidR="00590141">
        <w:t>dvertise the /30 network</w:t>
      </w:r>
      <w:r>
        <w:t xml:space="preserve">s between </w:t>
      </w:r>
      <w:r w:rsidRPr="00D417E0">
        <w:rPr>
          <w:b/>
        </w:rPr>
        <w:t>R1</w:t>
      </w:r>
      <w:r>
        <w:t xml:space="preserve">, </w:t>
      </w:r>
      <w:r w:rsidRPr="00D417E0">
        <w:rPr>
          <w:b/>
        </w:rPr>
        <w:t>R2</w:t>
      </w:r>
      <w:r>
        <w:t xml:space="preserve"> and</w:t>
      </w:r>
      <w:r w:rsidR="00590141">
        <w:t xml:space="preserve"> </w:t>
      </w:r>
      <w:r w:rsidR="00590141">
        <w:rPr>
          <w:b/>
        </w:rPr>
        <w:t>IPv4-Edge</w:t>
      </w:r>
      <w:r w:rsidR="00590141">
        <w:t>.</w:t>
      </w:r>
      <w:bookmarkStart w:id="0" w:name="_GoBack"/>
      <w:bookmarkEnd w:id="0"/>
    </w:p>
    <w:p w14:paraId="3B2BFD79" w14:textId="75F4DA70" w:rsidR="00001090" w:rsidRDefault="00987908" w:rsidP="00FC342F">
      <w:pPr>
        <w:pStyle w:val="Bulletlevel2"/>
      </w:pPr>
      <w:r w:rsidRPr="00FC342F">
        <w:t>Us</w:t>
      </w:r>
      <w:r>
        <w:t xml:space="preserve">e the </w:t>
      </w:r>
      <w:r w:rsidRPr="008D40D9">
        <w:rPr>
          <w:b/>
        </w:rPr>
        <w:t>default</w:t>
      </w:r>
      <w:r>
        <w:t xml:space="preserve"> </w:t>
      </w:r>
      <w:r w:rsidR="008D40D9">
        <w:t xml:space="preserve">passive interface </w:t>
      </w:r>
      <w:r>
        <w:t xml:space="preserve">method </w:t>
      </w:r>
      <w:r w:rsidR="008D40D9">
        <w:t>and</w:t>
      </w:r>
      <w:r>
        <w:t xml:space="preserve"> only allow EIGRP upd</w:t>
      </w:r>
      <w:r w:rsidRPr="00FC342F">
        <w:t>a</w:t>
      </w:r>
      <w:r>
        <w:t xml:space="preserve">tes out the active </w:t>
      </w:r>
      <w:r w:rsidR="00D417E0">
        <w:t xml:space="preserve">EIGRP </w:t>
      </w:r>
      <w:r>
        <w:t>serial interfaces</w:t>
      </w:r>
      <w:r w:rsidR="00ED5C70">
        <w:t>.</w:t>
      </w:r>
    </w:p>
    <w:p w14:paraId="2CC045A0" w14:textId="77777777" w:rsidR="007F5D8A" w:rsidRDefault="00001090" w:rsidP="007F5D8A">
      <w:pPr>
        <w:pStyle w:val="Bulletlevel1"/>
      </w:pPr>
      <w:r>
        <w:t xml:space="preserve">Configure a </w:t>
      </w:r>
      <w:r w:rsidR="00ED5C70">
        <w:t xml:space="preserve">directly attached </w:t>
      </w:r>
      <w:r w:rsidR="00987908">
        <w:t xml:space="preserve">default route on </w:t>
      </w:r>
      <w:r w:rsidR="00987908" w:rsidRPr="00987908">
        <w:rPr>
          <w:b/>
        </w:rPr>
        <w:t>IPv4-Edge</w:t>
      </w:r>
      <w:r>
        <w:t xml:space="preserve"> and propagate it in EIGRP updates.</w:t>
      </w:r>
    </w:p>
    <w:p w14:paraId="188DA799" w14:textId="77777777" w:rsidR="00987908" w:rsidRDefault="00987908" w:rsidP="00987908">
      <w:pPr>
        <w:pStyle w:val="Bulletlevel1"/>
      </w:pPr>
      <w:r>
        <w:t xml:space="preserve">Configure the serial interfaces between </w:t>
      </w:r>
      <w:r w:rsidRPr="006E04FE">
        <w:rPr>
          <w:b/>
        </w:rPr>
        <w:t>R1</w:t>
      </w:r>
      <w:r>
        <w:t xml:space="preserve">, </w:t>
      </w:r>
      <w:r w:rsidRPr="006E04FE">
        <w:rPr>
          <w:b/>
        </w:rPr>
        <w:t>R2</w:t>
      </w:r>
      <w:r w:rsidR="006E04FE">
        <w:t xml:space="preserve"> and </w:t>
      </w:r>
      <w:r w:rsidR="006E04FE" w:rsidRPr="006E04FE">
        <w:rPr>
          <w:b/>
        </w:rPr>
        <w:t>IPv4-</w:t>
      </w:r>
      <w:r w:rsidRPr="006E04FE">
        <w:rPr>
          <w:b/>
        </w:rPr>
        <w:t>Edge</w:t>
      </w:r>
      <w:r>
        <w:t xml:space="preserve"> to send hellos every 10 seconds.</w:t>
      </w:r>
    </w:p>
    <w:p w14:paraId="269084C7" w14:textId="07184ABE" w:rsidR="00D417E0" w:rsidRDefault="00D417E0" w:rsidP="00612B7B">
      <w:pPr>
        <w:pStyle w:val="Bulletlevel1"/>
      </w:pPr>
      <w:r>
        <w:rPr>
          <w:b/>
        </w:rPr>
        <w:t xml:space="preserve">R1 </w:t>
      </w:r>
      <w:r>
        <w:t xml:space="preserve">and </w:t>
      </w:r>
      <w:r>
        <w:rPr>
          <w:b/>
        </w:rPr>
        <w:t xml:space="preserve">R2 </w:t>
      </w:r>
      <w:r>
        <w:t xml:space="preserve">should have </w:t>
      </w:r>
      <w:r w:rsidR="00D90AA2">
        <w:t>a</w:t>
      </w:r>
      <w:r>
        <w:t xml:space="preserve"> default </w:t>
      </w:r>
      <w:r w:rsidR="0074622C">
        <w:t xml:space="preserve">route </w:t>
      </w:r>
      <w:r w:rsidR="00D90AA2">
        <w:t>in the routing tabl</w:t>
      </w:r>
      <w:r w:rsidR="00D90AA2" w:rsidRPr="006C0266">
        <w:t xml:space="preserve">e </w:t>
      </w:r>
      <w:r w:rsidRPr="006C0266">
        <w:t>(D*EX)</w:t>
      </w:r>
      <w:r>
        <w:t>.</w:t>
      </w:r>
    </w:p>
    <w:p w14:paraId="11429772" w14:textId="77777777" w:rsidR="006E04FE" w:rsidRDefault="006E04FE" w:rsidP="006E04FE">
      <w:pPr>
        <w:pStyle w:val="Bulletlevel1"/>
      </w:pPr>
      <w:r>
        <w:t xml:space="preserve">Verify </w:t>
      </w:r>
      <w:r w:rsidRPr="006E04FE">
        <w:rPr>
          <w:b/>
        </w:rPr>
        <w:t>R1</w:t>
      </w:r>
      <w:r>
        <w:t xml:space="preserve"> and </w:t>
      </w:r>
      <w:r w:rsidRPr="006E04FE">
        <w:rPr>
          <w:b/>
        </w:rPr>
        <w:t>R2</w:t>
      </w:r>
      <w:r>
        <w:t xml:space="preserve"> can ping the </w:t>
      </w:r>
      <w:r w:rsidRPr="006E04FE">
        <w:rPr>
          <w:b/>
        </w:rPr>
        <w:t>IPv4 Server</w:t>
      </w:r>
      <w:r>
        <w:t xml:space="preserve">. </w:t>
      </w:r>
      <w:r w:rsidRPr="006E04FE">
        <w:rPr>
          <w:b/>
        </w:rPr>
        <w:t>IPv4 Server</w:t>
      </w:r>
      <w:r>
        <w:t xml:space="preserve"> should also be able to ping every loopback address on </w:t>
      </w:r>
      <w:r w:rsidRPr="006E04FE">
        <w:rPr>
          <w:b/>
        </w:rPr>
        <w:t>R1</w:t>
      </w:r>
      <w:r>
        <w:t xml:space="preserve"> and </w:t>
      </w:r>
      <w:r w:rsidRPr="006E04FE">
        <w:rPr>
          <w:b/>
        </w:rPr>
        <w:t>R2</w:t>
      </w:r>
      <w:r>
        <w:t>.</w:t>
      </w:r>
    </w:p>
    <w:p w14:paraId="42B89906" w14:textId="77777777" w:rsidR="00987908" w:rsidRDefault="00987908" w:rsidP="00987908">
      <w:pPr>
        <w:pStyle w:val="BodyTextL25Bold"/>
      </w:pPr>
      <w:r>
        <w:t>EIGRP for IPv6</w:t>
      </w:r>
    </w:p>
    <w:p w14:paraId="3ED36641" w14:textId="49F81F95" w:rsidR="00001090" w:rsidRDefault="00001090" w:rsidP="00001090">
      <w:pPr>
        <w:pStyle w:val="Bulletlevel1"/>
      </w:pPr>
      <w:r>
        <w:t xml:space="preserve">Implement </w:t>
      </w:r>
      <w:r w:rsidR="00ED5C70">
        <w:t xml:space="preserve">EIGRP </w:t>
      </w:r>
      <w:r w:rsidR="001705F4">
        <w:t xml:space="preserve">for IPv6 </w:t>
      </w:r>
      <w:r w:rsidR="00ED5C70">
        <w:t xml:space="preserve">on </w:t>
      </w:r>
      <w:r w:rsidR="001705F4">
        <w:t xml:space="preserve">the </w:t>
      </w:r>
      <w:r>
        <w:t>IPv6</w:t>
      </w:r>
      <w:r w:rsidR="00DF794B">
        <w:t>-</w:t>
      </w:r>
      <w:r w:rsidR="00ED5C70">
        <w:t>enabled routers using Autonomous System 1.</w:t>
      </w:r>
    </w:p>
    <w:p w14:paraId="4F0694BE" w14:textId="17D275D6" w:rsidR="006E04FE" w:rsidRDefault="006E04FE" w:rsidP="006E04FE">
      <w:pPr>
        <w:pStyle w:val="Bulletlevel2"/>
      </w:pPr>
      <w:r>
        <w:t xml:space="preserve">Assign </w:t>
      </w:r>
      <w:r w:rsidRPr="006E04FE">
        <w:rPr>
          <w:b/>
        </w:rPr>
        <w:t>IPv6-Edge</w:t>
      </w:r>
      <w:r>
        <w:t xml:space="preserve"> with the router</w:t>
      </w:r>
      <w:r w:rsidR="002A3CA3">
        <w:t xml:space="preserve"> </w:t>
      </w:r>
      <w:r>
        <w:t xml:space="preserve">ID of 1.1.1.1 </w:t>
      </w:r>
    </w:p>
    <w:p w14:paraId="4A8521A7" w14:textId="7FFF4A43" w:rsidR="00001090" w:rsidRDefault="00ED5C70" w:rsidP="00001090">
      <w:pPr>
        <w:pStyle w:val="Bulletlevel2"/>
      </w:pPr>
      <w:r>
        <w:t xml:space="preserve">Assign </w:t>
      </w:r>
      <w:r w:rsidRPr="006E04FE">
        <w:rPr>
          <w:b/>
        </w:rPr>
        <w:t>R3</w:t>
      </w:r>
      <w:r>
        <w:t xml:space="preserve"> with the</w:t>
      </w:r>
      <w:r w:rsidR="00001090">
        <w:t xml:space="preserve"> router</w:t>
      </w:r>
      <w:r w:rsidR="002A3CA3">
        <w:t xml:space="preserve"> </w:t>
      </w:r>
      <w:r w:rsidR="00001090">
        <w:t xml:space="preserve">ID of </w:t>
      </w:r>
      <w:r w:rsidR="006E04FE">
        <w:t>3.3.3.3</w:t>
      </w:r>
    </w:p>
    <w:p w14:paraId="7068DB55" w14:textId="4EE078AF" w:rsidR="004E609A" w:rsidRDefault="00ED5C70" w:rsidP="004E609A">
      <w:pPr>
        <w:pStyle w:val="Bulletlevel2"/>
      </w:pPr>
      <w:r>
        <w:t xml:space="preserve">Assign </w:t>
      </w:r>
      <w:r w:rsidRPr="006E04FE">
        <w:rPr>
          <w:b/>
        </w:rPr>
        <w:t>R4</w:t>
      </w:r>
      <w:r w:rsidR="00001090">
        <w:t xml:space="preserve"> </w:t>
      </w:r>
      <w:r>
        <w:t xml:space="preserve">with the </w:t>
      </w:r>
      <w:r w:rsidR="00001090">
        <w:t>router</w:t>
      </w:r>
      <w:r w:rsidR="00D77D63">
        <w:t xml:space="preserve"> </w:t>
      </w:r>
      <w:r w:rsidR="00001090">
        <w:t xml:space="preserve">ID of </w:t>
      </w:r>
      <w:r w:rsidR="006E04FE">
        <w:t>4.4.4.4</w:t>
      </w:r>
    </w:p>
    <w:p w14:paraId="2AD6FF48" w14:textId="77777777" w:rsidR="006E04FE" w:rsidRDefault="006E04FE" w:rsidP="006E04FE">
      <w:pPr>
        <w:pStyle w:val="Bulletlevel1"/>
      </w:pPr>
      <w:r>
        <w:t xml:space="preserve">Configure a directly attached default route on </w:t>
      </w:r>
      <w:r w:rsidRPr="00987908">
        <w:rPr>
          <w:b/>
        </w:rPr>
        <w:t>IPv</w:t>
      </w:r>
      <w:r>
        <w:rPr>
          <w:b/>
        </w:rPr>
        <w:t>6</w:t>
      </w:r>
      <w:r w:rsidRPr="00987908">
        <w:rPr>
          <w:b/>
        </w:rPr>
        <w:t>-Edge</w:t>
      </w:r>
      <w:r>
        <w:t xml:space="preserve"> and propagate it in EIGRP updates.</w:t>
      </w:r>
    </w:p>
    <w:p w14:paraId="3858D80E" w14:textId="6A1CCDA1" w:rsidR="00A81E2B" w:rsidRDefault="00A81E2B" w:rsidP="00A81E2B">
      <w:pPr>
        <w:pStyle w:val="Bulletlevel1"/>
      </w:pPr>
      <w:r>
        <w:rPr>
          <w:b/>
        </w:rPr>
        <w:t xml:space="preserve">R3 </w:t>
      </w:r>
      <w:r>
        <w:t xml:space="preserve">and </w:t>
      </w:r>
      <w:r>
        <w:rPr>
          <w:b/>
        </w:rPr>
        <w:t xml:space="preserve">R4 </w:t>
      </w:r>
      <w:r>
        <w:t xml:space="preserve">should </w:t>
      </w:r>
      <w:r w:rsidR="001705F4">
        <w:t xml:space="preserve">show a </w:t>
      </w:r>
      <w:r w:rsidR="00A85B7F">
        <w:t>default external route</w:t>
      </w:r>
      <w:r w:rsidR="001705F4">
        <w:t xml:space="preserve"> in the routing table</w:t>
      </w:r>
      <w:r>
        <w:t>.</w:t>
      </w:r>
    </w:p>
    <w:p w14:paraId="43656FF2" w14:textId="77777777" w:rsidR="00A81E2B" w:rsidRDefault="00A81E2B" w:rsidP="00A81E2B">
      <w:pPr>
        <w:pStyle w:val="Bulletlevel1"/>
      </w:pPr>
      <w:r>
        <w:t xml:space="preserve">Verify </w:t>
      </w:r>
      <w:r>
        <w:rPr>
          <w:b/>
        </w:rPr>
        <w:t>R3</w:t>
      </w:r>
      <w:r>
        <w:t xml:space="preserve"> and </w:t>
      </w:r>
      <w:r>
        <w:rPr>
          <w:b/>
        </w:rPr>
        <w:t>R4</w:t>
      </w:r>
      <w:r>
        <w:t xml:space="preserve"> can ping the </w:t>
      </w:r>
      <w:r>
        <w:rPr>
          <w:b/>
        </w:rPr>
        <w:t>IPv6</w:t>
      </w:r>
      <w:r w:rsidRPr="006E04FE">
        <w:rPr>
          <w:b/>
        </w:rPr>
        <w:t xml:space="preserve"> Server</w:t>
      </w:r>
      <w:r>
        <w:t xml:space="preserve">. </w:t>
      </w:r>
      <w:r>
        <w:rPr>
          <w:b/>
        </w:rPr>
        <w:t>IPv6</w:t>
      </w:r>
      <w:r w:rsidRPr="006E04FE">
        <w:rPr>
          <w:b/>
        </w:rPr>
        <w:t xml:space="preserve"> Server</w:t>
      </w:r>
      <w:r>
        <w:t xml:space="preserve"> should also be able to ping every loopback address on </w:t>
      </w:r>
      <w:r>
        <w:rPr>
          <w:b/>
        </w:rPr>
        <w:t>R3</w:t>
      </w:r>
      <w:r>
        <w:t xml:space="preserve"> and </w:t>
      </w:r>
      <w:r>
        <w:rPr>
          <w:b/>
        </w:rPr>
        <w:t>R4</w:t>
      </w:r>
      <w:r>
        <w:t>.</w:t>
      </w:r>
    </w:p>
    <w:p w14:paraId="25846F1B" w14:textId="77777777" w:rsidR="00A81E2B" w:rsidRDefault="00A81E2B" w:rsidP="00A81E2B">
      <w:pPr>
        <w:pStyle w:val="LabSection"/>
      </w:pPr>
      <w:r>
        <w:t>Suggested Scoring Rubric</w:t>
      </w:r>
    </w:p>
    <w:p w14:paraId="64A730A1" w14:textId="77777777" w:rsidR="00A81E2B" w:rsidRPr="00A81E2B" w:rsidRDefault="00A81E2B" w:rsidP="00A81E2B">
      <w:pPr>
        <w:pStyle w:val="BodyTextL25"/>
      </w:pPr>
      <w:r w:rsidRPr="00A81E2B">
        <w:rPr>
          <w:b/>
        </w:rPr>
        <w:t>Note</w:t>
      </w:r>
      <w:r w:rsidRPr="002A3CA3">
        <w:t xml:space="preserve">: </w:t>
      </w:r>
      <w:r>
        <w:t>Packet Tracer does not currently grade EIGRP for IPv6 summary routes. Therefore, part of your grade depends on routing table verification by your instructor.</w:t>
      </w:r>
    </w:p>
    <w:tbl>
      <w:tblPr>
        <w:tblW w:w="542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004"/>
        <w:gridCol w:w="1170"/>
        <w:gridCol w:w="1254"/>
      </w:tblGrid>
      <w:tr w:rsidR="00A81E2B" w:rsidRPr="00A7189D" w14:paraId="4730137B" w14:textId="77777777" w:rsidTr="00A81E2B">
        <w:trPr>
          <w:cantSplit/>
          <w:jc w:val="center"/>
        </w:trPr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D0177D0" w14:textId="77777777" w:rsidR="00A81E2B" w:rsidRPr="00A7189D" w:rsidRDefault="00A81E2B" w:rsidP="00405DCF">
            <w:pPr>
              <w:pStyle w:val="TableHead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Scored Work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C5E52E9" w14:textId="77777777" w:rsidR="00A81E2B" w:rsidRPr="00A7189D" w:rsidRDefault="00A81E2B" w:rsidP="00405DCF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99F814D" w14:textId="77777777" w:rsidR="00A81E2B" w:rsidRPr="00A7189D" w:rsidRDefault="00A81E2B" w:rsidP="00405DCF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A81E2B" w:rsidRPr="00A7189D" w14:paraId="00AFEE46" w14:textId="77777777" w:rsidTr="00A81E2B">
        <w:trPr>
          <w:cantSplit/>
          <w:jc w:val="center"/>
        </w:trPr>
        <w:tc>
          <w:tcPr>
            <w:tcW w:w="3004" w:type="dxa"/>
            <w:shd w:val="clear" w:color="auto" w:fill="auto"/>
            <w:vAlign w:val="center"/>
          </w:tcPr>
          <w:p w14:paraId="1A682B7B" w14:textId="77777777" w:rsidR="00A81E2B" w:rsidRPr="00BF499C" w:rsidRDefault="00A81E2B" w:rsidP="00405DCF">
            <w:pPr>
              <w:pStyle w:val="TableText"/>
              <w:jc w:val="right"/>
              <w:rPr>
                <w:rFonts w:cs="Arial"/>
              </w:rPr>
            </w:pPr>
            <w:r w:rsidRPr="00BF499C">
              <w:rPr>
                <w:rFonts w:cs="Arial"/>
              </w:rPr>
              <w:t>IPv6-Edge Routing Table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958C056" w14:textId="77777777" w:rsidR="00A81E2B" w:rsidRPr="00BF499C" w:rsidRDefault="00A81E2B" w:rsidP="00405DCF">
            <w:pPr>
              <w:pStyle w:val="TableText"/>
              <w:jc w:val="center"/>
              <w:rPr>
                <w:rFonts w:cs="Arial"/>
              </w:rPr>
            </w:pPr>
            <w:r w:rsidRPr="00BF499C">
              <w:rPr>
                <w:rFonts w:cs="Arial"/>
              </w:rPr>
              <w:t>10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4CD774FD" w14:textId="77777777" w:rsidR="00A81E2B" w:rsidRPr="00BF499C" w:rsidRDefault="00A81E2B" w:rsidP="00405DCF">
            <w:pPr>
              <w:pStyle w:val="TableText"/>
              <w:rPr>
                <w:rFonts w:cs="Arial"/>
              </w:rPr>
            </w:pPr>
          </w:p>
        </w:tc>
      </w:tr>
      <w:tr w:rsidR="00A81E2B" w:rsidRPr="00A7189D" w14:paraId="10929FA3" w14:textId="77777777" w:rsidTr="00A81E2B">
        <w:trPr>
          <w:cantSplit/>
          <w:jc w:val="center"/>
        </w:trPr>
        <w:tc>
          <w:tcPr>
            <w:tcW w:w="3004" w:type="dxa"/>
            <w:shd w:val="clear" w:color="auto" w:fill="auto"/>
            <w:vAlign w:val="center"/>
          </w:tcPr>
          <w:p w14:paraId="7854972B" w14:textId="77777777" w:rsidR="00A81E2B" w:rsidRPr="00BF499C" w:rsidRDefault="00A81E2B" w:rsidP="00405DCF">
            <w:pPr>
              <w:pStyle w:val="TableText"/>
              <w:jc w:val="right"/>
              <w:rPr>
                <w:rFonts w:cs="Arial"/>
              </w:rPr>
            </w:pPr>
            <w:r w:rsidRPr="00BF499C">
              <w:rPr>
                <w:rFonts w:cs="Arial"/>
              </w:rPr>
              <w:t>Packet Tracer Score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0383F1C" w14:textId="77777777" w:rsidR="00A81E2B" w:rsidRPr="00BF499C" w:rsidRDefault="00A81E2B" w:rsidP="00405DCF">
            <w:pPr>
              <w:pStyle w:val="TableText"/>
              <w:jc w:val="center"/>
              <w:rPr>
                <w:rFonts w:cs="Arial"/>
              </w:rPr>
            </w:pPr>
            <w:r w:rsidRPr="00BF499C">
              <w:rPr>
                <w:rFonts w:cs="Arial"/>
              </w:rPr>
              <w:t>90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68DA0F87" w14:textId="77777777" w:rsidR="00A81E2B" w:rsidRPr="00BF499C" w:rsidRDefault="00A81E2B" w:rsidP="00405DCF">
            <w:pPr>
              <w:pStyle w:val="TableText"/>
              <w:rPr>
                <w:rFonts w:cs="Arial"/>
              </w:rPr>
            </w:pPr>
          </w:p>
        </w:tc>
      </w:tr>
      <w:tr w:rsidR="00A81E2B" w:rsidRPr="00A7189D" w14:paraId="6F0BDC2D" w14:textId="77777777" w:rsidTr="00A81E2B">
        <w:trPr>
          <w:cantSplit/>
          <w:jc w:val="center"/>
        </w:trPr>
        <w:tc>
          <w:tcPr>
            <w:tcW w:w="3004" w:type="dxa"/>
            <w:shd w:val="clear" w:color="auto" w:fill="auto"/>
            <w:vAlign w:val="center"/>
          </w:tcPr>
          <w:p w14:paraId="6402F1C6" w14:textId="77777777" w:rsidR="00A81E2B" w:rsidRPr="00A7189D" w:rsidRDefault="00A81E2B" w:rsidP="00BF499C">
            <w:pPr>
              <w:pStyle w:val="TableText"/>
              <w:keepNext w:val="0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00236A8" w14:textId="77777777" w:rsidR="00A81E2B" w:rsidRPr="00A7189D" w:rsidRDefault="00A81E2B" w:rsidP="00405DCF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4FF7C34A" w14:textId="77777777" w:rsidR="00A81E2B" w:rsidRPr="00A7189D" w:rsidRDefault="00A81E2B" w:rsidP="00405DCF">
            <w:pPr>
              <w:pStyle w:val="TableText"/>
              <w:rPr>
                <w:rFonts w:cs="Arial"/>
                <w:b/>
              </w:rPr>
            </w:pPr>
          </w:p>
        </w:tc>
      </w:tr>
    </w:tbl>
    <w:p w14:paraId="4D20F1E8" w14:textId="5DAA3157" w:rsidR="006E45E8" w:rsidRPr="00D90AA2" w:rsidRDefault="006E45E8" w:rsidP="0012349D">
      <w:pPr>
        <w:pStyle w:val="BodyTextL25"/>
        <w:rPr>
          <w:rFonts w:ascii="Courier New" w:hAnsi="Courier New"/>
          <w:shd w:val="clear" w:color="auto" w:fill="BFBFBF"/>
          <w:lang w:val="pt-BR"/>
        </w:rPr>
      </w:pPr>
    </w:p>
    <w:sectPr w:rsidR="006E45E8" w:rsidRPr="00D90AA2" w:rsidSect="008C4307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992CB" w14:textId="77777777" w:rsidR="00192554" w:rsidRDefault="00192554" w:rsidP="0090659A">
      <w:pPr>
        <w:spacing w:after="0" w:line="240" w:lineRule="auto"/>
      </w:pPr>
      <w:r>
        <w:separator/>
      </w:r>
    </w:p>
    <w:p w14:paraId="15E1670A" w14:textId="77777777" w:rsidR="00192554" w:rsidRDefault="00192554"/>
    <w:p w14:paraId="033AB6B0" w14:textId="77777777" w:rsidR="00192554" w:rsidRDefault="00192554"/>
    <w:p w14:paraId="7E7F3F6C" w14:textId="77777777" w:rsidR="00192554" w:rsidRDefault="00192554"/>
    <w:p w14:paraId="72B108FF" w14:textId="77777777" w:rsidR="00192554" w:rsidRDefault="00192554"/>
  </w:endnote>
  <w:endnote w:type="continuationSeparator" w:id="0">
    <w:p w14:paraId="4BD310F6" w14:textId="77777777" w:rsidR="00192554" w:rsidRDefault="00192554" w:rsidP="0090659A">
      <w:pPr>
        <w:spacing w:after="0" w:line="240" w:lineRule="auto"/>
      </w:pPr>
      <w:r>
        <w:continuationSeparator/>
      </w:r>
    </w:p>
    <w:p w14:paraId="7B3E7A8A" w14:textId="77777777" w:rsidR="00192554" w:rsidRDefault="00192554"/>
    <w:p w14:paraId="26F003C9" w14:textId="77777777" w:rsidR="00192554" w:rsidRDefault="00192554"/>
    <w:p w14:paraId="60CDEF0A" w14:textId="77777777" w:rsidR="00192554" w:rsidRDefault="00192554"/>
    <w:p w14:paraId="5758353D" w14:textId="77777777" w:rsidR="00192554" w:rsidRDefault="001925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2582F" w14:textId="5019A6A2" w:rsidR="00665CA6" w:rsidRPr="0090659A" w:rsidRDefault="00665CA6" w:rsidP="008C4307">
    <w:pPr>
      <w:pStyle w:val="Footer"/>
      <w:rPr>
        <w:szCs w:val="16"/>
      </w:rPr>
    </w:pPr>
    <w:r w:rsidRPr="002A244B">
      <w:t xml:space="preserve">© </w:t>
    </w:r>
    <w:r w:rsidR="00E042A4">
      <w:fldChar w:fldCharType="begin"/>
    </w:r>
    <w:r w:rsidR="00E042A4">
      <w:instrText xml:space="preserve"> DATE  \@ "yyyy"  \* MERGEFORMAT </w:instrText>
    </w:r>
    <w:r w:rsidR="00E042A4">
      <w:fldChar w:fldCharType="separate"/>
    </w:r>
    <w:r w:rsidR="006C0266">
      <w:rPr>
        <w:noProof/>
      </w:rPr>
      <w:t>2017</w:t>
    </w:r>
    <w:r w:rsidR="00E042A4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55D31" w:rsidRPr="0090659A">
      <w:rPr>
        <w:b/>
        <w:szCs w:val="16"/>
      </w:rPr>
      <w:fldChar w:fldCharType="separate"/>
    </w:r>
    <w:r w:rsidR="009B7F60">
      <w:rPr>
        <w:b/>
        <w:noProof/>
        <w:szCs w:val="16"/>
      </w:rPr>
      <w:t>2</w:t>
    </w:r>
    <w:r w:rsidR="00555D3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55D31" w:rsidRPr="0090659A">
      <w:rPr>
        <w:b/>
        <w:szCs w:val="16"/>
      </w:rPr>
      <w:fldChar w:fldCharType="separate"/>
    </w:r>
    <w:r w:rsidR="009B7F60">
      <w:rPr>
        <w:b/>
        <w:noProof/>
        <w:szCs w:val="16"/>
      </w:rPr>
      <w:t>3</w:t>
    </w:r>
    <w:r w:rsidR="00555D3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1E91C" w14:textId="18FD7865" w:rsidR="00665CA6" w:rsidRPr="0090659A" w:rsidRDefault="00665CA6" w:rsidP="008C4307">
    <w:pPr>
      <w:pStyle w:val="Footer"/>
      <w:rPr>
        <w:szCs w:val="16"/>
      </w:rPr>
    </w:pPr>
    <w:r w:rsidRPr="002A244B">
      <w:t xml:space="preserve">© </w:t>
    </w:r>
    <w:r w:rsidR="00E042A4">
      <w:fldChar w:fldCharType="begin"/>
    </w:r>
    <w:r w:rsidR="00E042A4">
      <w:instrText xml:space="preserve"> DATE  \@ "yyyy"  \* MERGEFORMAT </w:instrText>
    </w:r>
    <w:r w:rsidR="00E042A4">
      <w:fldChar w:fldCharType="separate"/>
    </w:r>
    <w:r w:rsidR="006C0266">
      <w:rPr>
        <w:noProof/>
      </w:rPr>
      <w:t>2017</w:t>
    </w:r>
    <w:r w:rsidR="00E042A4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55D31" w:rsidRPr="0090659A">
      <w:rPr>
        <w:b/>
        <w:szCs w:val="16"/>
      </w:rPr>
      <w:fldChar w:fldCharType="separate"/>
    </w:r>
    <w:r w:rsidR="009B7F60">
      <w:rPr>
        <w:b/>
        <w:noProof/>
        <w:szCs w:val="16"/>
      </w:rPr>
      <w:t>1</w:t>
    </w:r>
    <w:r w:rsidR="00555D3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55D31" w:rsidRPr="0090659A">
      <w:rPr>
        <w:b/>
        <w:szCs w:val="16"/>
      </w:rPr>
      <w:fldChar w:fldCharType="separate"/>
    </w:r>
    <w:r w:rsidR="009B7F60">
      <w:rPr>
        <w:b/>
        <w:noProof/>
        <w:szCs w:val="16"/>
      </w:rPr>
      <w:t>3</w:t>
    </w:r>
    <w:r w:rsidR="00555D3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E4BBB" w14:textId="77777777" w:rsidR="00192554" w:rsidRDefault="00192554" w:rsidP="0090659A">
      <w:pPr>
        <w:spacing w:after="0" w:line="240" w:lineRule="auto"/>
      </w:pPr>
      <w:r>
        <w:separator/>
      </w:r>
    </w:p>
    <w:p w14:paraId="42CC0B5E" w14:textId="77777777" w:rsidR="00192554" w:rsidRDefault="00192554"/>
    <w:p w14:paraId="28DCE519" w14:textId="77777777" w:rsidR="00192554" w:rsidRDefault="00192554"/>
    <w:p w14:paraId="3D4DC2A7" w14:textId="77777777" w:rsidR="00192554" w:rsidRDefault="00192554"/>
    <w:p w14:paraId="6B3160F3" w14:textId="77777777" w:rsidR="00192554" w:rsidRDefault="00192554"/>
  </w:footnote>
  <w:footnote w:type="continuationSeparator" w:id="0">
    <w:p w14:paraId="0C0C298B" w14:textId="77777777" w:rsidR="00192554" w:rsidRDefault="00192554" w:rsidP="0090659A">
      <w:pPr>
        <w:spacing w:after="0" w:line="240" w:lineRule="auto"/>
      </w:pPr>
      <w:r>
        <w:continuationSeparator/>
      </w:r>
    </w:p>
    <w:p w14:paraId="49A28194" w14:textId="77777777" w:rsidR="00192554" w:rsidRDefault="00192554"/>
    <w:p w14:paraId="7A51DA90" w14:textId="77777777" w:rsidR="00192554" w:rsidRDefault="00192554"/>
    <w:p w14:paraId="313AB150" w14:textId="77777777" w:rsidR="00192554" w:rsidRDefault="00192554"/>
    <w:p w14:paraId="33B10C3A" w14:textId="77777777" w:rsidR="00192554" w:rsidRDefault="001925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0A183" w14:textId="77777777" w:rsidR="00665CA6" w:rsidRDefault="00DB2402" w:rsidP="00C52BA6">
    <w:pPr>
      <w:pStyle w:val="PageHead"/>
    </w:pPr>
    <w:r>
      <w:t>Packet Tracer - Skills Integration Challenge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29AD6" w14:textId="77777777" w:rsidR="00665CA6" w:rsidRDefault="00665CA6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7728" behindDoc="0" locked="0" layoutInCell="1" allowOverlap="1" wp14:anchorId="2C520C73" wp14:editId="62B46DB8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32D42EA0"/>
    <w:multiLevelType w:val="hybridMultilevel"/>
    <w:tmpl w:val="B5E0C6E2"/>
    <w:lvl w:ilvl="0" w:tplc="6C18443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DB4C3B"/>
    <w:multiLevelType w:val="hybridMultilevel"/>
    <w:tmpl w:val="93A21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3836"/>
    <w:multiLevelType w:val="multilevel"/>
    <w:tmpl w:val="4A88C5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0">
    <w:abstractNumId w:val="6"/>
  </w:num>
  <w:num w:numId="1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LUwMjc0t7A0tTQ3tjBR0lEKTi0uzszPAykwrAUAhNRaCSwAAAA="/>
    <w:docVar w:name="__grammarly61__i" w:val="H4sIAAAAAAAEAKtWckksSQxILCpxzi/NK1GyMqwFAAEhoTITAAAA"/>
    <w:docVar w:name="__grammarly61_1" w:val="H4sIAAAAAAAEAKtWcslPLs1NzSvxTFGyUjIwNUqxTDY10rUwTUzTNTE3TdVNTDIx0rVMTjY3MzJPMzYyNFLSUQpOLS7OzM8DaTGqBQAv+afRQwAAAA=="/>
  </w:docVars>
  <w:rsids>
    <w:rsidRoot w:val="004A5BC5"/>
    <w:rsid w:val="00001090"/>
    <w:rsid w:val="000038D6"/>
    <w:rsid w:val="00004175"/>
    <w:rsid w:val="000059C9"/>
    <w:rsid w:val="000160F7"/>
    <w:rsid w:val="0001637B"/>
    <w:rsid w:val="00016D5B"/>
    <w:rsid w:val="00016F30"/>
    <w:rsid w:val="0002047C"/>
    <w:rsid w:val="00021B9A"/>
    <w:rsid w:val="00022216"/>
    <w:rsid w:val="000242D6"/>
    <w:rsid w:val="00024EE5"/>
    <w:rsid w:val="0002595B"/>
    <w:rsid w:val="00030D0C"/>
    <w:rsid w:val="00037862"/>
    <w:rsid w:val="00041AF6"/>
    <w:rsid w:val="00042426"/>
    <w:rsid w:val="00044E62"/>
    <w:rsid w:val="00046243"/>
    <w:rsid w:val="00050139"/>
    <w:rsid w:val="00050BA4"/>
    <w:rsid w:val="00051738"/>
    <w:rsid w:val="00052548"/>
    <w:rsid w:val="00060696"/>
    <w:rsid w:val="000612DA"/>
    <w:rsid w:val="00070483"/>
    <w:rsid w:val="00070D98"/>
    <w:rsid w:val="000769CF"/>
    <w:rsid w:val="000815D8"/>
    <w:rsid w:val="000828EC"/>
    <w:rsid w:val="00085CC6"/>
    <w:rsid w:val="00090C07"/>
    <w:rsid w:val="00091366"/>
    <w:rsid w:val="00091E8D"/>
    <w:rsid w:val="0009378D"/>
    <w:rsid w:val="00095A9C"/>
    <w:rsid w:val="000962EF"/>
    <w:rsid w:val="00097163"/>
    <w:rsid w:val="000A22C8"/>
    <w:rsid w:val="000B2344"/>
    <w:rsid w:val="000B7DE5"/>
    <w:rsid w:val="000C3610"/>
    <w:rsid w:val="000C378A"/>
    <w:rsid w:val="000D08CB"/>
    <w:rsid w:val="000D1F76"/>
    <w:rsid w:val="000D27DF"/>
    <w:rsid w:val="000D55B4"/>
    <w:rsid w:val="000D6FA0"/>
    <w:rsid w:val="000E5B11"/>
    <w:rsid w:val="000E6553"/>
    <w:rsid w:val="000E65F0"/>
    <w:rsid w:val="000F072C"/>
    <w:rsid w:val="000F6743"/>
    <w:rsid w:val="00103878"/>
    <w:rsid w:val="00104950"/>
    <w:rsid w:val="001072AE"/>
    <w:rsid w:val="00107B2B"/>
    <w:rsid w:val="00112AC5"/>
    <w:rsid w:val="00112B06"/>
    <w:rsid w:val="001133DD"/>
    <w:rsid w:val="00120CBE"/>
    <w:rsid w:val="0012349D"/>
    <w:rsid w:val="001270AF"/>
    <w:rsid w:val="0012734E"/>
    <w:rsid w:val="0013114E"/>
    <w:rsid w:val="00131D3C"/>
    <w:rsid w:val="001366EC"/>
    <w:rsid w:val="0014219C"/>
    <w:rsid w:val="001425ED"/>
    <w:rsid w:val="00154E3A"/>
    <w:rsid w:val="00155EA6"/>
    <w:rsid w:val="00161CE5"/>
    <w:rsid w:val="00163164"/>
    <w:rsid w:val="001645F4"/>
    <w:rsid w:val="001705F4"/>
    <w:rsid w:val="001710C0"/>
    <w:rsid w:val="00172AFB"/>
    <w:rsid w:val="00174575"/>
    <w:rsid w:val="001772B8"/>
    <w:rsid w:val="00180FBF"/>
    <w:rsid w:val="00182CF4"/>
    <w:rsid w:val="001860B8"/>
    <w:rsid w:val="001863DF"/>
    <w:rsid w:val="00186CE1"/>
    <w:rsid w:val="00192554"/>
    <w:rsid w:val="00192F12"/>
    <w:rsid w:val="00193A9B"/>
    <w:rsid w:val="00193F14"/>
    <w:rsid w:val="00197614"/>
    <w:rsid w:val="001A0312"/>
    <w:rsid w:val="001A102F"/>
    <w:rsid w:val="001A15DA"/>
    <w:rsid w:val="001A2694"/>
    <w:rsid w:val="001A3976"/>
    <w:rsid w:val="001A3CC7"/>
    <w:rsid w:val="001A69AC"/>
    <w:rsid w:val="001B1932"/>
    <w:rsid w:val="001B19B7"/>
    <w:rsid w:val="001B209F"/>
    <w:rsid w:val="001B67D8"/>
    <w:rsid w:val="001B6F95"/>
    <w:rsid w:val="001C05A1"/>
    <w:rsid w:val="001C1789"/>
    <w:rsid w:val="001C1D9E"/>
    <w:rsid w:val="001C2BC9"/>
    <w:rsid w:val="001C7C3B"/>
    <w:rsid w:val="001D4A02"/>
    <w:rsid w:val="001D4A8A"/>
    <w:rsid w:val="001D5B6F"/>
    <w:rsid w:val="001E0AB8"/>
    <w:rsid w:val="001E38E0"/>
    <w:rsid w:val="001E451C"/>
    <w:rsid w:val="001E4E72"/>
    <w:rsid w:val="001E50B9"/>
    <w:rsid w:val="001E62B3"/>
    <w:rsid w:val="001F0171"/>
    <w:rsid w:val="001F0D77"/>
    <w:rsid w:val="001F7DD8"/>
    <w:rsid w:val="00200487"/>
    <w:rsid w:val="00201928"/>
    <w:rsid w:val="00201D1D"/>
    <w:rsid w:val="00203E26"/>
    <w:rsid w:val="0020449C"/>
    <w:rsid w:val="002113B8"/>
    <w:rsid w:val="00213FB0"/>
    <w:rsid w:val="00215665"/>
    <w:rsid w:val="0021792C"/>
    <w:rsid w:val="002240AB"/>
    <w:rsid w:val="00225E37"/>
    <w:rsid w:val="00226741"/>
    <w:rsid w:val="0023110F"/>
    <w:rsid w:val="00232B0F"/>
    <w:rsid w:val="0024101B"/>
    <w:rsid w:val="00241563"/>
    <w:rsid w:val="00242E3A"/>
    <w:rsid w:val="00246A94"/>
    <w:rsid w:val="002506CF"/>
    <w:rsid w:val="0025107F"/>
    <w:rsid w:val="0025410D"/>
    <w:rsid w:val="00257BE6"/>
    <w:rsid w:val="00260CD4"/>
    <w:rsid w:val="002639D8"/>
    <w:rsid w:val="00263FBC"/>
    <w:rsid w:val="00265C9C"/>
    <w:rsid w:val="00265F77"/>
    <w:rsid w:val="00266C83"/>
    <w:rsid w:val="0027287B"/>
    <w:rsid w:val="002768DC"/>
    <w:rsid w:val="00283B34"/>
    <w:rsid w:val="00285D92"/>
    <w:rsid w:val="00287860"/>
    <w:rsid w:val="002915B2"/>
    <w:rsid w:val="0029728F"/>
    <w:rsid w:val="002A3CA3"/>
    <w:rsid w:val="002A585D"/>
    <w:rsid w:val="002A6345"/>
    <w:rsid w:val="002A6368"/>
    <w:rsid w:val="002A6920"/>
    <w:rsid w:val="002A6C56"/>
    <w:rsid w:val="002A7100"/>
    <w:rsid w:val="002B0947"/>
    <w:rsid w:val="002B75C5"/>
    <w:rsid w:val="002C090C"/>
    <w:rsid w:val="002C1243"/>
    <w:rsid w:val="002C1815"/>
    <w:rsid w:val="002C3FFB"/>
    <w:rsid w:val="002C475E"/>
    <w:rsid w:val="002C6AD6"/>
    <w:rsid w:val="002D35A3"/>
    <w:rsid w:val="002D4B69"/>
    <w:rsid w:val="002D6C2A"/>
    <w:rsid w:val="002D7A86"/>
    <w:rsid w:val="002E37A1"/>
    <w:rsid w:val="002F45FF"/>
    <w:rsid w:val="002F6D17"/>
    <w:rsid w:val="00301122"/>
    <w:rsid w:val="00301642"/>
    <w:rsid w:val="00302219"/>
    <w:rsid w:val="00302887"/>
    <w:rsid w:val="003056EB"/>
    <w:rsid w:val="003071FF"/>
    <w:rsid w:val="00310652"/>
    <w:rsid w:val="00312C12"/>
    <w:rsid w:val="0031371D"/>
    <w:rsid w:val="003158C9"/>
    <w:rsid w:val="003164AA"/>
    <w:rsid w:val="0031789F"/>
    <w:rsid w:val="00320788"/>
    <w:rsid w:val="003233A3"/>
    <w:rsid w:val="00341499"/>
    <w:rsid w:val="00341CB0"/>
    <w:rsid w:val="0034455D"/>
    <w:rsid w:val="0034604B"/>
    <w:rsid w:val="00346D17"/>
    <w:rsid w:val="00347972"/>
    <w:rsid w:val="003512B0"/>
    <w:rsid w:val="0035154C"/>
    <w:rsid w:val="003559CC"/>
    <w:rsid w:val="00356195"/>
    <w:rsid w:val="003569D7"/>
    <w:rsid w:val="003608AC"/>
    <w:rsid w:val="003614BE"/>
    <w:rsid w:val="0036465A"/>
    <w:rsid w:val="00364A96"/>
    <w:rsid w:val="00367BCB"/>
    <w:rsid w:val="003711E6"/>
    <w:rsid w:val="0037777A"/>
    <w:rsid w:val="00392C65"/>
    <w:rsid w:val="00392ED5"/>
    <w:rsid w:val="0039473A"/>
    <w:rsid w:val="003A19DC"/>
    <w:rsid w:val="003A1B45"/>
    <w:rsid w:val="003A2C3D"/>
    <w:rsid w:val="003B46FC"/>
    <w:rsid w:val="003B4E69"/>
    <w:rsid w:val="003B5767"/>
    <w:rsid w:val="003B7605"/>
    <w:rsid w:val="003C322A"/>
    <w:rsid w:val="003C6BCA"/>
    <w:rsid w:val="003C7902"/>
    <w:rsid w:val="003D0BFF"/>
    <w:rsid w:val="003E5BE5"/>
    <w:rsid w:val="003E66E1"/>
    <w:rsid w:val="003E7E56"/>
    <w:rsid w:val="003F0721"/>
    <w:rsid w:val="003F18D1"/>
    <w:rsid w:val="003F4F0E"/>
    <w:rsid w:val="003F5E13"/>
    <w:rsid w:val="003F6E06"/>
    <w:rsid w:val="003F78B5"/>
    <w:rsid w:val="0040357F"/>
    <w:rsid w:val="00403C7A"/>
    <w:rsid w:val="004057A6"/>
    <w:rsid w:val="00406554"/>
    <w:rsid w:val="004131B0"/>
    <w:rsid w:val="004147BA"/>
    <w:rsid w:val="00416C42"/>
    <w:rsid w:val="00422476"/>
    <w:rsid w:val="0042385C"/>
    <w:rsid w:val="00431654"/>
    <w:rsid w:val="00432B97"/>
    <w:rsid w:val="00434926"/>
    <w:rsid w:val="00444217"/>
    <w:rsid w:val="00445814"/>
    <w:rsid w:val="004478F4"/>
    <w:rsid w:val="00450F7A"/>
    <w:rsid w:val="00451F69"/>
    <w:rsid w:val="00452C6D"/>
    <w:rsid w:val="00455E0B"/>
    <w:rsid w:val="00457337"/>
    <w:rsid w:val="004626B9"/>
    <w:rsid w:val="004637D1"/>
    <w:rsid w:val="0046587A"/>
    <w:rsid w:val="004659EE"/>
    <w:rsid w:val="0047628F"/>
    <w:rsid w:val="00483ED8"/>
    <w:rsid w:val="00487F0A"/>
    <w:rsid w:val="004936C2"/>
    <w:rsid w:val="0049379C"/>
    <w:rsid w:val="004A0174"/>
    <w:rsid w:val="004A1CA0"/>
    <w:rsid w:val="004A22E9"/>
    <w:rsid w:val="004A4932"/>
    <w:rsid w:val="004A5BC5"/>
    <w:rsid w:val="004B023D"/>
    <w:rsid w:val="004B4983"/>
    <w:rsid w:val="004C0909"/>
    <w:rsid w:val="004C3B68"/>
    <w:rsid w:val="004C3F97"/>
    <w:rsid w:val="004C584D"/>
    <w:rsid w:val="004C59EA"/>
    <w:rsid w:val="004C6601"/>
    <w:rsid w:val="004D1B79"/>
    <w:rsid w:val="004D3339"/>
    <w:rsid w:val="004D353F"/>
    <w:rsid w:val="004D36D7"/>
    <w:rsid w:val="004D49C7"/>
    <w:rsid w:val="004D57FA"/>
    <w:rsid w:val="004D682B"/>
    <w:rsid w:val="004E1B87"/>
    <w:rsid w:val="004E2A6B"/>
    <w:rsid w:val="004E609A"/>
    <w:rsid w:val="004E6152"/>
    <w:rsid w:val="004F1354"/>
    <w:rsid w:val="004F1418"/>
    <w:rsid w:val="004F344A"/>
    <w:rsid w:val="004F4F0C"/>
    <w:rsid w:val="005005E1"/>
    <w:rsid w:val="0050487E"/>
    <w:rsid w:val="00504BA7"/>
    <w:rsid w:val="00506F71"/>
    <w:rsid w:val="00510639"/>
    <w:rsid w:val="00516142"/>
    <w:rsid w:val="00520027"/>
    <w:rsid w:val="0052093C"/>
    <w:rsid w:val="00521B31"/>
    <w:rsid w:val="00522469"/>
    <w:rsid w:val="0052400A"/>
    <w:rsid w:val="00526D7F"/>
    <w:rsid w:val="00527B13"/>
    <w:rsid w:val="00527C48"/>
    <w:rsid w:val="00536F43"/>
    <w:rsid w:val="005374FB"/>
    <w:rsid w:val="00537BAF"/>
    <w:rsid w:val="00543769"/>
    <w:rsid w:val="005438F9"/>
    <w:rsid w:val="005440F2"/>
    <w:rsid w:val="005510BA"/>
    <w:rsid w:val="005526F9"/>
    <w:rsid w:val="00552903"/>
    <w:rsid w:val="0055399D"/>
    <w:rsid w:val="00554B4E"/>
    <w:rsid w:val="00555D31"/>
    <w:rsid w:val="00556C02"/>
    <w:rsid w:val="00563249"/>
    <w:rsid w:val="00570A65"/>
    <w:rsid w:val="0057111E"/>
    <w:rsid w:val="005762B1"/>
    <w:rsid w:val="00577197"/>
    <w:rsid w:val="00580456"/>
    <w:rsid w:val="00580E73"/>
    <w:rsid w:val="00590141"/>
    <w:rsid w:val="00593386"/>
    <w:rsid w:val="00594A68"/>
    <w:rsid w:val="00595D04"/>
    <w:rsid w:val="00596998"/>
    <w:rsid w:val="005979AE"/>
    <w:rsid w:val="005A6E62"/>
    <w:rsid w:val="005B1920"/>
    <w:rsid w:val="005B1C29"/>
    <w:rsid w:val="005B28EF"/>
    <w:rsid w:val="005B47BC"/>
    <w:rsid w:val="005B4E69"/>
    <w:rsid w:val="005B7178"/>
    <w:rsid w:val="005C3769"/>
    <w:rsid w:val="005D2B29"/>
    <w:rsid w:val="005D354A"/>
    <w:rsid w:val="005D7E38"/>
    <w:rsid w:val="005E0527"/>
    <w:rsid w:val="005E3235"/>
    <w:rsid w:val="005E3D88"/>
    <w:rsid w:val="005E4176"/>
    <w:rsid w:val="005E65B5"/>
    <w:rsid w:val="005F044F"/>
    <w:rsid w:val="005F3AE9"/>
    <w:rsid w:val="005F491C"/>
    <w:rsid w:val="005F4CAC"/>
    <w:rsid w:val="006007BB"/>
    <w:rsid w:val="00601DC0"/>
    <w:rsid w:val="006034CB"/>
    <w:rsid w:val="00603E7B"/>
    <w:rsid w:val="00606BB5"/>
    <w:rsid w:val="00612B7B"/>
    <w:rsid w:val="006131BF"/>
    <w:rsid w:val="006131CE"/>
    <w:rsid w:val="00615D60"/>
    <w:rsid w:val="00617D6E"/>
    <w:rsid w:val="006218EC"/>
    <w:rsid w:val="00621CDB"/>
    <w:rsid w:val="00622D61"/>
    <w:rsid w:val="00624187"/>
    <w:rsid w:val="00624198"/>
    <w:rsid w:val="00626833"/>
    <w:rsid w:val="00636CFF"/>
    <w:rsid w:val="00636FE1"/>
    <w:rsid w:val="00637ED1"/>
    <w:rsid w:val="00637FCF"/>
    <w:rsid w:val="00640DED"/>
    <w:rsid w:val="006428E5"/>
    <w:rsid w:val="00644958"/>
    <w:rsid w:val="0064506A"/>
    <w:rsid w:val="00652825"/>
    <w:rsid w:val="00657393"/>
    <w:rsid w:val="00663A9B"/>
    <w:rsid w:val="00665CA6"/>
    <w:rsid w:val="00670B87"/>
    <w:rsid w:val="00671D54"/>
    <w:rsid w:val="00672919"/>
    <w:rsid w:val="00675F8E"/>
    <w:rsid w:val="00686587"/>
    <w:rsid w:val="006904CF"/>
    <w:rsid w:val="006917E0"/>
    <w:rsid w:val="00695EE2"/>
    <w:rsid w:val="0069660B"/>
    <w:rsid w:val="006966F9"/>
    <w:rsid w:val="006A17CE"/>
    <w:rsid w:val="006A1B33"/>
    <w:rsid w:val="006A48F1"/>
    <w:rsid w:val="006A5FD9"/>
    <w:rsid w:val="006A71A3"/>
    <w:rsid w:val="006B03F2"/>
    <w:rsid w:val="006B1639"/>
    <w:rsid w:val="006B37D9"/>
    <w:rsid w:val="006B5CA7"/>
    <w:rsid w:val="006B5E89"/>
    <w:rsid w:val="006B6D76"/>
    <w:rsid w:val="006C0266"/>
    <w:rsid w:val="006C19B2"/>
    <w:rsid w:val="006C30A0"/>
    <w:rsid w:val="006C35FF"/>
    <w:rsid w:val="006C57F2"/>
    <w:rsid w:val="006C5949"/>
    <w:rsid w:val="006C6104"/>
    <w:rsid w:val="006C6832"/>
    <w:rsid w:val="006D04AA"/>
    <w:rsid w:val="006D1370"/>
    <w:rsid w:val="006D2C28"/>
    <w:rsid w:val="006D3318"/>
    <w:rsid w:val="006D3DBD"/>
    <w:rsid w:val="006D3FC1"/>
    <w:rsid w:val="006D4F91"/>
    <w:rsid w:val="006D50EA"/>
    <w:rsid w:val="006D59A2"/>
    <w:rsid w:val="006E04FE"/>
    <w:rsid w:val="006E4139"/>
    <w:rsid w:val="006E45E8"/>
    <w:rsid w:val="006E6581"/>
    <w:rsid w:val="006E71DF"/>
    <w:rsid w:val="006F1CC4"/>
    <w:rsid w:val="006F2699"/>
    <w:rsid w:val="006F2A86"/>
    <w:rsid w:val="006F3163"/>
    <w:rsid w:val="006F3996"/>
    <w:rsid w:val="006F3FD7"/>
    <w:rsid w:val="00705FEC"/>
    <w:rsid w:val="00707CA9"/>
    <w:rsid w:val="0071147A"/>
    <w:rsid w:val="0071185D"/>
    <w:rsid w:val="00712334"/>
    <w:rsid w:val="00715C96"/>
    <w:rsid w:val="007208CC"/>
    <w:rsid w:val="007222AD"/>
    <w:rsid w:val="0072356B"/>
    <w:rsid w:val="007267CF"/>
    <w:rsid w:val="00731F3F"/>
    <w:rsid w:val="00733BAB"/>
    <w:rsid w:val="007355EB"/>
    <w:rsid w:val="0073644E"/>
    <w:rsid w:val="007435D6"/>
    <w:rsid w:val="007436BF"/>
    <w:rsid w:val="007443E9"/>
    <w:rsid w:val="00745DCE"/>
    <w:rsid w:val="0074622C"/>
    <w:rsid w:val="007529FA"/>
    <w:rsid w:val="00753D89"/>
    <w:rsid w:val="00755C9B"/>
    <w:rsid w:val="00760FE4"/>
    <w:rsid w:val="00763B9B"/>
    <w:rsid w:val="00763D8B"/>
    <w:rsid w:val="007657F6"/>
    <w:rsid w:val="00766B4E"/>
    <w:rsid w:val="00770E51"/>
    <w:rsid w:val="0077125A"/>
    <w:rsid w:val="00777A98"/>
    <w:rsid w:val="00786F58"/>
    <w:rsid w:val="00787CC1"/>
    <w:rsid w:val="00791FFE"/>
    <w:rsid w:val="00792F4E"/>
    <w:rsid w:val="0079398D"/>
    <w:rsid w:val="00794C3E"/>
    <w:rsid w:val="00796C25"/>
    <w:rsid w:val="007A287C"/>
    <w:rsid w:val="007A3043"/>
    <w:rsid w:val="007A3B2A"/>
    <w:rsid w:val="007B180D"/>
    <w:rsid w:val="007B2783"/>
    <w:rsid w:val="007B5522"/>
    <w:rsid w:val="007C0EE0"/>
    <w:rsid w:val="007C1B71"/>
    <w:rsid w:val="007C1F3F"/>
    <w:rsid w:val="007C24AA"/>
    <w:rsid w:val="007C2FBB"/>
    <w:rsid w:val="007C6A86"/>
    <w:rsid w:val="007C7164"/>
    <w:rsid w:val="007D1984"/>
    <w:rsid w:val="007D230E"/>
    <w:rsid w:val="007D2AFE"/>
    <w:rsid w:val="007D6D0D"/>
    <w:rsid w:val="007E3319"/>
    <w:rsid w:val="007E3FEA"/>
    <w:rsid w:val="007F0A0B"/>
    <w:rsid w:val="007F3A60"/>
    <w:rsid w:val="007F3D0B"/>
    <w:rsid w:val="007F404D"/>
    <w:rsid w:val="007F5D8A"/>
    <w:rsid w:val="007F7C94"/>
    <w:rsid w:val="00801235"/>
    <w:rsid w:val="00806529"/>
    <w:rsid w:val="00807E49"/>
    <w:rsid w:val="00810E4B"/>
    <w:rsid w:val="00814BAA"/>
    <w:rsid w:val="0082037A"/>
    <w:rsid w:val="008239C0"/>
    <w:rsid w:val="00824295"/>
    <w:rsid w:val="00824B0B"/>
    <w:rsid w:val="00825169"/>
    <w:rsid w:val="008261E1"/>
    <w:rsid w:val="00826C61"/>
    <w:rsid w:val="008313F3"/>
    <w:rsid w:val="008405BB"/>
    <w:rsid w:val="00844422"/>
    <w:rsid w:val="00846178"/>
    <w:rsid w:val="00846494"/>
    <w:rsid w:val="00847B20"/>
    <w:rsid w:val="008509D3"/>
    <w:rsid w:val="00853418"/>
    <w:rsid w:val="00854B9A"/>
    <w:rsid w:val="00855048"/>
    <w:rsid w:val="00856721"/>
    <w:rsid w:val="00857CF6"/>
    <w:rsid w:val="008610ED"/>
    <w:rsid w:val="00861751"/>
    <w:rsid w:val="00861C6A"/>
    <w:rsid w:val="00865199"/>
    <w:rsid w:val="00867EAF"/>
    <w:rsid w:val="00873C6B"/>
    <w:rsid w:val="00877432"/>
    <w:rsid w:val="00877E20"/>
    <w:rsid w:val="0088426A"/>
    <w:rsid w:val="00890108"/>
    <w:rsid w:val="008934C3"/>
    <w:rsid w:val="008935B7"/>
    <w:rsid w:val="00893877"/>
    <w:rsid w:val="0089532C"/>
    <w:rsid w:val="00896681"/>
    <w:rsid w:val="00896C9C"/>
    <w:rsid w:val="008A2749"/>
    <w:rsid w:val="008A3A90"/>
    <w:rsid w:val="008A3D38"/>
    <w:rsid w:val="008B06D4"/>
    <w:rsid w:val="008B0EC5"/>
    <w:rsid w:val="008B19A1"/>
    <w:rsid w:val="008B4F20"/>
    <w:rsid w:val="008B7FFD"/>
    <w:rsid w:val="008C2920"/>
    <w:rsid w:val="008C2EE6"/>
    <w:rsid w:val="008C4307"/>
    <w:rsid w:val="008C6F73"/>
    <w:rsid w:val="008C75EA"/>
    <w:rsid w:val="008D23DF"/>
    <w:rsid w:val="008D3D2B"/>
    <w:rsid w:val="008D40D9"/>
    <w:rsid w:val="008D4B7E"/>
    <w:rsid w:val="008D73BF"/>
    <w:rsid w:val="008D7F09"/>
    <w:rsid w:val="008E0FB1"/>
    <w:rsid w:val="008E3C38"/>
    <w:rsid w:val="008E4661"/>
    <w:rsid w:val="008E5B64"/>
    <w:rsid w:val="008E7DAA"/>
    <w:rsid w:val="008F0094"/>
    <w:rsid w:val="008F1774"/>
    <w:rsid w:val="008F340F"/>
    <w:rsid w:val="008F4257"/>
    <w:rsid w:val="009028BF"/>
    <w:rsid w:val="009030B8"/>
    <w:rsid w:val="00903523"/>
    <w:rsid w:val="0090659A"/>
    <w:rsid w:val="00911AAC"/>
    <w:rsid w:val="00911F87"/>
    <w:rsid w:val="009127CB"/>
    <w:rsid w:val="00913A34"/>
    <w:rsid w:val="00915986"/>
    <w:rsid w:val="00917602"/>
    <w:rsid w:val="00917624"/>
    <w:rsid w:val="00917A65"/>
    <w:rsid w:val="00925909"/>
    <w:rsid w:val="00930386"/>
    <w:rsid w:val="009309F5"/>
    <w:rsid w:val="00933237"/>
    <w:rsid w:val="00933450"/>
    <w:rsid w:val="00933DEE"/>
    <w:rsid w:val="00933F28"/>
    <w:rsid w:val="00937634"/>
    <w:rsid w:val="00937E8E"/>
    <w:rsid w:val="00941FCF"/>
    <w:rsid w:val="009476C0"/>
    <w:rsid w:val="009545A4"/>
    <w:rsid w:val="0095615C"/>
    <w:rsid w:val="009609D6"/>
    <w:rsid w:val="00963401"/>
    <w:rsid w:val="00963E34"/>
    <w:rsid w:val="00964DFA"/>
    <w:rsid w:val="00966841"/>
    <w:rsid w:val="009735B6"/>
    <w:rsid w:val="00974552"/>
    <w:rsid w:val="0098155C"/>
    <w:rsid w:val="00983B77"/>
    <w:rsid w:val="00987908"/>
    <w:rsid w:val="00990DEE"/>
    <w:rsid w:val="0099597D"/>
    <w:rsid w:val="00996053"/>
    <w:rsid w:val="009A0B2F"/>
    <w:rsid w:val="009A1CEB"/>
    <w:rsid w:val="009A1CF4"/>
    <w:rsid w:val="009A37D7"/>
    <w:rsid w:val="009A4981"/>
    <w:rsid w:val="009A4A34"/>
    <w:rsid w:val="009A4E17"/>
    <w:rsid w:val="009A6955"/>
    <w:rsid w:val="009A717B"/>
    <w:rsid w:val="009B22CE"/>
    <w:rsid w:val="009B341C"/>
    <w:rsid w:val="009B3D5D"/>
    <w:rsid w:val="009B5747"/>
    <w:rsid w:val="009B5D9B"/>
    <w:rsid w:val="009B7F60"/>
    <w:rsid w:val="009D2C27"/>
    <w:rsid w:val="009D2D26"/>
    <w:rsid w:val="009D5AC4"/>
    <w:rsid w:val="009E0FFD"/>
    <w:rsid w:val="009E197C"/>
    <w:rsid w:val="009E2309"/>
    <w:rsid w:val="009E42B9"/>
    <w:rsid w:val="009E569A"/>
    <w:rsid w:val="009E7F65"/>
    <w:rsid w:val="009F1DEA"/>
    <w:rsid w:val="009F6503"/>
    <w:rsid w:val="00A01472"/>
    <w:rsid w:val="00A014A3"/>
    <w:rsid w:val="00A01DF5"/>
    <w:rsid w:val="00A03A1C"/>
    <w:rsid w:val="00A0412D"/>
    <w:rsid w:val="00A05410"/>
    <w:rsid w:val="00A05548"/>
    <w:rsid w:val="00A129AE"/>
    <w:rsid w:val="00A14A49"/>
    <w:rsid w:val="00A21211"/>
    <w:rsid w:val="00A21578"/>
    <w:rsid w:val="00A23476"/>
    <w:rsid w:val="00A24829"/>
    <w:rsid w:val="00A313F0"/>
    <w:rsid w:val="00A32905"/>
    <w:rsid w:val="00A34E7F"/>
    <w:rsid w:val="00A4003B"/>
    <w:rsid w:val="00A42CF8"/>
    <w:rsid w:val="00A4376B"/>
    <w:rsid w:val="00A452FC"/>
    <w:rsid w:val="00A46F0A"/>
    <w:rsid w:val="00A46F25"/>
    <w:rsid w:val="00A47B9A"/>
    <w:rsid w:val="00A47CC2"/>
    <w:rsid w:val="00A47D63"/>
    <w:rsid w:val="00A50443"/>
    <w:rsid w:val="00A56660"/>
    <w:rsid w:val="00A60146"/>
    <w:rsid w:val="00A622C4"/>
    <w:rsid w:val="00A65350"/>
    <w:rsid w:val="00A67320"/>
    <w:rsid w:val="00A67E9E"/>
    <w:rsid w:val="00A7093A"/>
    <w:rsid w:val="00A750C6"/>
    <w:rsid w:val="00A754B4"/>
    <w:rsid w:val="00A77B01"/>
    <w:rsid w:val="00A807C1"/>
    <w:rsid w:val="00A81E2B"/>
    <w:rsid w:val="00A83374"/>
    <w:rsid w:val="00A85B7F"/>
    <w:rsid w:val="00A96172"/>
    <w:rsid w:val="00A97AC9"/>
    <w:rsid w:val="00AA13ED"/>
    <w:rsid w:val="00AA1816"/>
    <w:rsid w:val="00AA5634"/>
    <w:rsid w:val="00AA5E0C"/>
    <w:rsid w:val="00AA7855"/>
    <w:rsid w:val="00AB0D6A"/>
    <w:rsid w:val="00AB43B3"/>
    <w:rsid w:val="00AB49B9"/>
    <w:rsid w:val="00AB758A"/>
    <w:rsid w:val="00AC1E7E"/>
    <w:rsid w:val="00AC4D43"/>
    <w:rsid w:val="00AC507D"/>
    <w:rsid w:val="00AC66E4"/>
    <w:rsid w:val="00AD4578"/>
    <w:rsid w:val="00AD68E9"/>
    <w:rsid w:val="00AE05D1"/>
    <w:rsid w:val="00AE3BD6"/>
    <w:rsid w:val="00AE56C0"/>
    <w:rsid w:val="00AF0942"/>
    <w:rsid w:val="00AF4303"/>
    <w:rsid w:val="00AF7ABF"/>
    <w:rsid w:val="00AF7B45"/>
    <w:rsid w:val="00B00914"/>
    <w:rsid w:val="00B02A8E"/>
    <w:rsid w:val="00B052EE"/>
    <w:rsid w:val="00B1081F"/>
    <w:rsid w:val="00B10D31"/>
    <w:rsid w:val="00B10F42"/>
    <w:rsid w:val="00B11065"/>
    <w:rsid w:val="00B23C0F"/>
    <w:rsid w:val="00B258E1"/>
    <w:rsid w:val="00B27499"/>
    <w:rsid w:val="00B3010D"/>
    <w:rsid w:val="00B321E6"/>
    <w:rsid w:val="00B35151"/>
    <w:rsid w:val="00B420CD"/>
    <w:rsid w:val="00B433F2"/>
    <w:rsid w:val="00B458E8"/>
    <w:rsid w:val="00B5397B"/>
    <w:rsid w:val="00B54FBB"/>
    <w:rsid w:val="00B572BB"/>
    <w:rsid w:val="00B60052"/>
    <w:rsid w:val="00B62809"/>
    <w:rsid w:val="00B64AD3"/>
    <w:rsid w:val="00B70718"/>
    <w:rsid w:val="00B72D48"/>
    <w:rsid w:val="00B7675A"/>
    <w:rsid w:val="00B81898"/>
    <w:rsid w:val="00B8352B"/>
    <w:rsid w:val="00B8606B"/>
    <w:rsid w:val="00B878E7"/>
    <w:rsid w:val="00B92CFF"/>
    <w:rsid w:val="00B9604F"/>
    <w:rsid w:val="00B97278"/>
    <w:rsid w:val="00BA0095"/>
    <w:rsid w:val="00BA1D0B"/>
    <w:rsid w:val="00BA1F6C"/>
    <w:rsid w:val="00BA34B8"/>
    <w:rsid w:val="00BA497A"/>
    <w:rsid w:val="00BA6972"/>
    <w:rsid w:val="00BB0E6C"/>
    <w:rsid w:val="00BB1E0D"/>
    <w:rsid w:val="00BB234F"/>
    <w:rsid w:val="00BB3756"/>
    <w:rsid w:val="00BB4D9B"/>
    <w:rsid w:val="00BB73FF"/>
    <w:rsid w:val="00BB7688"/>
    <w:rsid w:val="00BC221C"/>
    <w:rsid w:val="00BC7CAC"/>
    <w:rsid w:val="00BD0143"/>
    <w:rsid w:val="00BD2A86"/>
    <w:rsid w:val="00BD6D76"/>
    <w:rsid w:val="00BD737B"/>
    <w:rsid w:val="00BE56B3"/>
    <w:rsid w:val="00BF04E8"/>
    <w:rsid w:val="00BF16BF"/>
    <w:rsid w:val="00BF33B2"/>
    <w:rsid w:val="00BF39C9"/>
    <w:rsid w:val="00BF499C"/>
    <w:rsid w:val="00BF4D1F"/>
    <w:rsid w:val="00C004DC"/>
    <w:rsid w:val="00C02A73"/>
    <w:rsid w:val="00C063D2"/>
    <w:rsid w:val="00C07FD9"/>
    <w:rsid w:val="00C10955"/>
    <w:rsid w:val="00C11C4D"/>
    <w:rsid w:val="00C12BCB"/>
    <w:rsid w:val="00C15D28"/>
    <w:rsid w:val="00C16941"/>
    <w:rsid w:val="00C1712C"/>
    <w:rsid w:val="00C17C17"/>
    <w:rsid w:val="00C210DC"/>
    <w:rsid w:val="00C23E16"/>
    <w:rsid w:val="00C25D87"/>
    <w:rsid w:val="00C27E37"/>
    <w:rsid w:val="00C32713"/>
    <w:rsid w:val="00C351B8"/>
    <w:rsid w:val="00C410D9"/>
    <w:rsid w:val="00C43585"/>
    <w:rsid w:val="00C44DB7"/>
    <w:rsid w:val="00C4510A"/>
    <w:rsid w:val="00C473A8"/>
    <w:rsid w:val="00C47F2E"/>
    <w:rsid w:val="00C52BA6"/>
    <w:rsid w:val="00C56F3A"/>
    <w:rsid w:val="00C57106"/>
    <w:rsid w:val="00C57A1A"/>
    <w:rsid w:val="00C6258F"/>
    <w:rsid w:val="00C62A47"/>
    <w:rsid w:val="00C63DF6"/>
    <w:rsid w:val="00C63E58"/>
    <w:rsid w:val="00C6495E"/>
    <w:rsid w:val="00C670EE"/>
    <w:rsid w:val="00C67E3B"/>
    <w:rsid w:val="00C81213"/>
    <w:rsid w:val="00C8140D"/>
    <w:rsid w:val="00C856BB"/>
    <w:rsid w:val="00C90311"/>
    <w:rsid w:val="00C91C26"/>
    <w:rsid w:val="00C929AA"/>
    <w:rsid w:val="00C956DD"/>
    <w:rsid w:val="00CA73D5"/>
    <w:rsid w:val="00CB0997"/>
    <w:rsid w:val="00CB46F1"/>
    <w:rsid w:val="00CB6791"/>
    <w:rsid w:val="00CC1C87"/>
    <w:rsid w:val="00CC3000"/>
    <w:rsid w:val="00CC4859"/>
    <w:rsid w:val="00CC76CF"/>
    <w:rsid w:val="00CC7A35"/>
    <w:rsid w:val="00CD072A"/>
    <w:rsid w:val="00CD7F73"/>
    <w:rsid w:val="00CE1A4D"/>
    <w:rsid w:val="00CE26C5"/>
    <w:rsid w:val="00CE36AF"/>
    <w:rsid w:val="00CE3C4F"/>
    <w:rsid w:val="00CE54DD"/>
    <w:rsid w:val="00CE71D6"/>
    <w:rsid w:val="00CF0DA5"/>
    <w:rsid w:val="00CF13FB"/>
    <w:rsid w:val="00CF15A0"/>
    <w:rsid w:val="00CF4645"/>
    <w:rsid w:val="00CF49B2"/>
    <w:rsid w:val="00CF4D08"/>
    <w:rsid w:val="00CF791A"/>
    <w:rsid w:val="00D007C4"/>
    <w:rsid w:val="00D00D7D"/>
    <w:rsid w:val="00D06010"/>
    <w:rsid w:val="00D1124B"/>
    <w:rsid w:val="00D139C8"/>
    <w:rsid w:val="00D15A64"/>
    <w:rsid w:val="00D17F81"/>
    <w:rsid w:val="00D2323B"/>
    <w:rsid w:val="00D246EA"/>
    <w:rsid w:val="00D26367"/>
    <w:rsid w:val="00D2758C"/>
    <w:rsid w:val="00D275CA"/>
    <w:rsid w:val="00D2789B"/>
    <w:rsid w:val="00D30553"/>
    <w:rsid w:val="00D30860"/>
    <w:rsid w:val="00D345AB"/>
    <w:rsid w:val="00D35E21"/>
    <w:rsid w:val="00D372C3"/>
    <w:rsid w:val="00D41566"/>
    <w:rsid w:val="00D417E0"/>
    <w:rsid w:val="00D458EC"/>
    <w:rsid w:val="00D501B0"/>
    <w:rsid w:val="00D52582"/>
    <w:rsid w:val="00D52FEB"/>
    <w:rsid w:val="00D56A0E"/>
    <w:rsid w:val="00D57759"/>
    <w:rsid w:val="00D57AD3"/>
    <w:rsid w:val="00D6193B"/>
    <w:rsid w:val="00D62C83"/>
    <w:rsid w:val="00D63233"/>
    <w:rsid w:val="00D635FE"/>
    <w:rsid w:val="00D662C9"/>
    <w:rsid w:val="00D72672"/>
    <w:rsid w:val="00D729DE"/>
    <w:rsid w:val="00D74ED9"/>
    <w:rsid w:val="00D75B6A"/>
    <w:rsid w:val="00D77D63"/>
    <w:rsid w:val="00D805E8"/>
    <w:rsid w:val="00D84BDA"/>
    <w:rsid w:val="00D856F4"/>
    <w:rsid w:val="00D876A8"/>
    <w:rsid w:val="00D87F26"/>
    <w:rsid w:val="00D90AA2"/>
    <w:rsid w:val="00D93063"/>
    <w:rsid w:val="00D933B0"/>
    <w:rsid w:val="00D93EA7"/>
    <w:rsid w:val="00D953CE"/>
    <w:rsid w:val="00D977E8"/>
    <w:rsid w:val="00DA73F5"/>
    <w:rsid w:val="00DB1235"/>
    <w:rsid w:val="00DB1C89"/>
    <w:rsid w:val="00DB2402"/>
    <w:rsid w:val="00DB3763"/>
    <w:rsid w:val="00DB4029"/>
    <w:rsid w:val="00DB4AF6"/>
    <w:rsid w:val="00DB5F04"/>
    <w:rsid w:val="00DB5F4D"/>
    <w:rsid w:val="00DB6DA5"/>
    <w:rsid w:val="00DC076B"/>
    <w:rsid w:val="00DC186F"/>
    <w:rsid w:val="00DC252F"/>
    <w:rsid w:val="00DC6050"/>
    <w:rsid w:val="00DE2B64"/>
    <w:rsid w:val="00DE2DDB"/>
    <w:rsid w:val="00DE2DFD"/>
    <w:rsid w:val="00DE6F44"/>
    <w:rsid w:val="00DE774C"/>
    <w:rsid w:val="00DF0458"/>
    <w:rsid w:val="00DF3887"/>
    <w:rsid w:val="00DF45C1"/>
    <w:rsid w:val="00DF794B"/>
    <w:rsid w:val="00DF7C1C"/>
    <w:rsid w:val="00E02891"/>
    <w:rsid w:val="00E037D9"/>
    <w:rsid w:val="00E03FB8"/>
    <w:rsid w:val="00E042A4"/>
    <w:rsid w:val="00E11532"/>
    <w:rsid w:val="00E130EB"/>
    <w:rsid w:val="00E1457C"/>
    <w:rsid w:val="00E162CD"/>
    <w:rsid w:val="00E17FA5"/>
    <w:rsid w:val="00E216EC"/>
    <w:rsid w:val="00E2472A"/>
    <w:rsid w:val="00E26930"/>
    <w:rsid w:val="00E27257"/>
    <w:rsid w:val="00E32E8B"/>
    <w:rsid w:val="00E34262"/>
    <w:rsid w:val="00E357E2"/>
    <w:rsid w:val="00E4080A"/>
    <w:rsid w:val="00E423D3"/>
    <w:rsid w:val="00E4492B"/>
    <w:rsid w:val="00E449D0"/>
    <w:rsid w:val="00E4506A"/>
    <w:rsid w:val="00E4525F"/>
    <w:rsid w:val="00E53F99"/>
    <w:rsid w:val="00E56510"/>
    <w:rsid w:val="00E62EA8"/>
    <w:rsid w:val="00E652DC"/>
    <w:rsid w:val="00E67A6E"/>
    <w:rsid w:val="00E71B43"/>
    <w:rsid w:val="00E7670B"/>
    <w:rsid w:val="00E80BEA"/>
    <w:rsid w:val="00E81612"/>
    <w:rsid w:val="00E8216C"/>
    <w:rsid w:val="00E8550B"/>
    <w:rsid w:val="00E87D18"/>
    <w:rsid w:val="00E87D62"/>
    <w:rsid w:val="00E92FD1"/>
    <w:rsid w:val="00E930A9"/>
    <w:rsid w:val="00E94322"/>
    <w:rsid w:val="00E97036"/>
    <w:rsid w:val="00EA35E5"/>
    <w:rsid w:val="00EA486E"/>
    <w:rsid w:val="00EA4FA3"/>
    <w:rsid w:val="00EA59C2"/>
    <w:rsid w:val="00EB001B"/>
    <w:rsid w:val="00EB24A9"/>
    <w:rsid w:val="00EB60AE"/>
    <w:rsid w:val="00EB6C33"/>
    <w:rsid w:val="00EC0F98"/>
    <w:rsid w:val="00EC3828"/>
    <w:rsid w:val="00EC592D"/>
    <w:rsid w:val="00EC6B93"/>
    <w:rsid w:val="00ED0EB0"/>
    <w:rsid w:val="00ED13C0"/>
    <w:rsid w:val="00ED5C70"/>
    <w:rsid w:val="00ED6019"/>
    <w:rsid w:val="00ED69CD"/>
    <w:rsid w:val="00ED7830"/>
    <w:rsid w:val="00EE18CD"/>
    <w:rsid w:val="00EE3909"/>
    <w:rsid w:val="00EF4205"/>
    <w:rsid w:val="00EF5939"/>
    <w:rsid w:val="00F01714"/>
    <w:rsid w:val="00F0258F"/>
    <w:rsid w:val="00F02D06"/>
    <w:rsid w:val="00F05093"/>
    <w:rsid w:val="00F06FDD"/>
    <w:rsid w:val="00F10819"/>
    <w:rsid w:val="00F16F35"/>
    <w:rsid w:val="00F20493"/>
    <w:rsid w:val="00F2229D"/>
    <w:rsid w:val="00F25ABB"/>
    <w:rsid w:val="00F27963"/>
    <w:rsid w:val="00F30446"/>
    <w:rsid w:val="00F31A05"/>
    <w:rsid w:val="00F35842"/>
    <w:rsid w:val="00F35FED"/>
    <w:rsid w:val="00F366D3"/>
    <w:rsid w:val="00F4135D"/>
    <w:rsid w:val="00F41F1B"/>
    <w:rsid w:val="00F46BD9"/>
    <w:rsid w:val="00F47519"/>
    <w:rsid w:val="00F50B75"/>
    <w:rsid w:val="00F608C9"/>
    <w:rsid w:val="00F60BE0"/>
    <w:rsid w:val="00F6280E"/>
    <w:rsid w:val="00F62DDF"/>
    <w:rsid w:val="00F63BD3"/>
    <w:rsid w:val="00F64336"/>
    <w:rsid w:val="00F679EB"/>
    <w:rsid w:val="00F7050A"/>
    <w:rsid w:val="00F75533"/>
    <w:rsid w:val="00F80C20"/>
    <w:rsid w:val="00F9482F"/>
    <w:rsid w:val="00F94D8E"/>
    <w:rsid w:val="00F957E1"/>
    <w:rsid w:val="00F9762D"/>
    <w:rsid w:val="00FA3811"/>
    <w:rsid w:val="00FA3B9F"/>
    <w:rsid w:val="00FA3F06"/>
    <w:rsid w:val="00FA402D"/>
    <w:rsid w:val="00FA4A26"/>
    <w:rsid w:val="00FA6FB9"/>
    <w:rsid w:val="00FA7084"/>
    <w:rsid w:val="00FA7702"/>
    <w:rsid w:val="00FA7766"/>
    <w:rsid w:val="00FA7BEF"/>
    <w:rsid w:val="00FB184E"/>
    <w:rsid w:val="00FB1929"/>
    <w:rsid w:val="00FB5FD9"/>
    <w:rsid w:val="00FB625D"/>
    <w:rsid w:val="00FC1F9E"/>
    <w:rsid w:val="00FC342F"/>
    <w:rsid w:val="00FC691F"/>
    <w:rsid w:val="00FD0971"/>
    <w:rsid w:val="00FD33AB"/>
    <w:rsid w:val="00FD420E"/>
    <w:rsid w:val="00FD4724"/>
    <w:rsid w:val="00FD4A68"/>
    <w:rsid w:val="00FD4D05"/>
    <w:rsid w:val="00FD68ED"/>
    <w:rsid w:val="00FD69AB"/>
    <w:rsid w:val="00FE1AE8"/>
    <w:rsid w:val="00FE2824"/>
    <w:rsid w:val="00FE4D46"/>
    <w:rsid w:val="00FE6558"/>
    <w:rsid w:val="00FE661F"/>
    <w:rsid w:val="00FF0400"/>
    <w:rsid w:val="00FF2663"/>
    <w:rsid w:val="00FF26CA"/>
    <w:rsid w:val="00FF3D6B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F7E59E"/>
  <w15:docId w15:val="{2BF12711-E523-412D-8FC5-1D404ABC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B625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FB625D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B321E6"/>
    <w:pPr>
      <w:keepNext/>
      <w:numPr>
        <w:numId w:val="4"/>
      </w:numPr>
      <w:spacing w:before="240" w:after="120" w:line="240" w:lineRule="auto"/>
      <w:outlineLvl w:val="0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D77D63"/>
    <w:pPr>
      <w:numPr>
        <w:numId w:val="11"/>
      </w:numPr>
      <w:ind w:left="1080"/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1D4A8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0443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443"/>
  </w:style>
  <w:style w:type="character" w:styleId="EndnoteReference">
    <w:name w:val="endnote reference"/>
    <w:basedOn w:val="DefaultParagraphFont"/>
    <w:uiPriority w:val="99"/>
    <w:semiHidden/>
    <w:unhideWhenUsed/>
    <w:rsid w:val="00A5044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879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A81E2B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A81E2B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4B8E6-DA26-4D3A-ACB0-1E9164A81E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26AF95-4532-4AF9-8729-D9E31668E1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62ED41-8EBF-4271-8E5C-93EEA9E5C8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1ED687-B4EF-43FB-A054-B52111BE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379</Words>
  <Characters>2142</Characters>
  <Application>Microsoft Office Word</Application>
  <DocSecurity>0</DocSecurity>
  <Lines>107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spennock</cp:lastModifiedBy>
  <cp:revision>5</cp:revision>
  <cp:lastPrinted>2014-08-01T22:36:00Z</cp:lastPrinted>
  <dcterms:created xsi:type="dcterms:W3CDTF">2017-08-11T15:03:00Z</dcterms:created>
  <dcterms:modified xsi:type="dcterms:W3CDTF">2017-08-11T16:52:00Z</dcterms:modified>
</cp:coreProperties>
</file>